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70BA" w:rsidRPr="00FF6A6D" w:rsidRDefault="00DB70BA" w:rsidP="00DB70BA">
      <w:pPr>
        <w:pStyle w:val="a7"/>
        <w:jc w:val="center"/>
      </w:pPr>
      <w:r w:rsidRPr="00FF6A6D">
        <w:t>Перечень рекомендуемых мероприятий по улучшению условий труда</w:t>
      </w:r>
    </w:p>
    <w:p w:rsidR="00B3448B" w:rsidRPr="00FF6A6D" w:rsidRDefault="00B3448B" w:rsidP="00B3448B"/>
    <w:p w:rsidR="00B3448B" w:rsidRPr="00F67F44" w:rsidRDefault="00B3448B" w:rsidP="00B3448B">
      <w:pPr>
        <w:rPr>
          <w:u w:val="single"/>
        </w:rPr>
      </w:pPr>
      <w:r w:rsidRPr="00FF6A6D">
        <w:t>Наименование организации:</w:t>
      </w:r>
      <w:r w:rsidRPr="00FF6A6D">
        <w:rPr>
          <w:rStyle w:val="a9"/>
        </w:rPr>
        <w:t xml:space="preserve"> </w:t>
      </w:r>
      <w:r w:rsidR="00F67F44" w:rsidRPr="00F67F44">
        <w:rPr>
          <w:szCs w:val="24"/>
          <w:u w:val="single"/>
        </w:rPr>
        <w:t>Филиала АО «МПБК «Очаково» в г. Тюмени</w:t>
      </w:r>
    </w:p>
    <w:tbl>
      <w:tblPr>
        <w:tblW w:w="156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8"/>
        <w:gridCol w:w="3313"/>
        <w:gridCol w:w="2835"/>
        <w:gridCol w:w="1931"/>
        <w:gridCol w:w="2747"/>
        <w:gridCol w:w="1315"/>
      </w:tblGrid>
      <w:tr w:rsidR="002D3454" w:rsidRPr="00ED2432" w:rsidTr="004A4CCE">
        <w:trPr>
          <w:jc w:val="center"/>
        </w:trPr>
        <w:tc>
          <w:tcPr>
            <w:tcW w:w="3528" w:type="dxa"/>
            <w:vAlign w:val="center"/>
          </w:tcPr>
          <w:p w:rsidR="002D3454" w:rsidRPr="00ED2432" w:rsidRDefault="002D3454" w:rsidP="00894551">
            <w:pPr>
              <w:pStyle w:val="aa"/>
            </w:pPr>
            <w:r w:rsidRPr="00ED2432">
              <w:t>Наименование структурного подразделения, рабочего места</w:t>
            </w:r>
          </w:p>
        </w:tc>
        <w:tc>
          <w:tcPr>
            <w:tcW w:w="3313" w:type="dxa"/>
            <w:vAlign w:val="center"/>
          </w:tcPr>
          <w:p w:rsidR="002D3454" w:rsidRPr="00ED2432" w:rsidRDefault="002D3454" w:rsidP="00894551">
            <w:pPr>
              <w:pStyle w:val="aa"/>
            </w:pPr>
            <w:r w:rsidRPr="00ED2432">
              <w:t>Наименование мероприятия</w:t>
            </w:r>
          </w:p>
        </w:tc>
        <w:tc>
          <w:tcPr>
            <w:tcW w:w="2835" w:type="dxa"/>
            <w:vAlign w:val="center"/>
          </w:tcPr>
          <w:p w:rsidR="002D3454" w:rsidRPr="00ED2432" w:rsidRDefault="002D3454" w:rsidP="00894551">
            <w:pPr>
              <w:pStyle w:val="aa"/>
            </w:pPr>
            <w:r w:rsidRPr="00ED2432">
              <w:t>Цель мероприятия</w:t>
            </w:r>
          </w:p>
        </w:tc>
        <w:tc>
          <w:tcPr>
            <w:tcW w:w="1931" w:type="dxa"/>
            <w:vAlign w:val="center"/>
          </w:tcPr>
          <w:p w:rsidR="002D3454" w:rsidRPr="00ED2432" w:rsidRDefault="002D3454" w:rsidP="00894551">
            <w:pPr>
              <w:pStyle w:val="aa"/>
            </w:pPr>
            <w:r w:rsidRPr="00ED2432">
              <w:t>Срок</w:t>
            </w:r>
            <w:r w:rsidRPr="00ED2432">
              <w:rPr>
                <w:lang w:val="en-US"/>
              </w:rPr>
              <w:br/>
            </w:r>
            <w:r w:rsidRPr="00ED2432">
              <w:t>выполнения</w:t>
            </w:r>
          </w:p>
        </w:tc>
        <w:tc>
          <w:tcPr>
            <w:tcW w:w="2747" w:type="dxa"/>
            <w:vAlign w:val="center"/>
          </w:tcPr>
          <w:p w:rsidR="002D3454" w:rsidRPr="00ED2432" w:rsidRDefault="002D3454" w:rsidP="00894551">
            <w:pPr>
              <w:pStyle w:val="aa"/>
            </w:pPr>
            <w:r w:rsidRPr="00ED2432">
              <w:t>Структурные подразделения, привлекаемые для выполнения</w:t>
            </w:r>
          </w:p>
        </w:tc>
        <w:tc>
          <w:tcPr>
            <w:tcW w:w="1315" w:type="dxa"/>
            <w:vAlign w:val="center"/>
          </w:tcPr>
          <w:p w:rsidR="002D3454" w:rsidRPr="00ED2432" w:rsidRDefault="002D3454" w:rsidP="00894551">
            <w:pPr>
              <w:pStyle w:val="aa"/>
            </w:pPr>
            <w:r w:rsidRPr="00ED2432">
              <w:t>Отметка о выполнении</w:t>
            </w:r>
          </w:p>
        </w:tc>
      </w:tr>
      <w:tr w:rsidR="002D3454" w:rsidRPr="00F67F44" w:rsidTr="004A4CCE">
        <w:trPr>
          <w:jc w:val="center"/>
        </w:trPr>
        <w:tc>
          <w:tcPr>
            <w:tcW w:w="3528" w:type="dxa"/>
            <w:vAlign w:val="center"/>
          </w:tcPr>
          <w:p w:rsidR="002D3454" w:rsidRPr="00ED2432" w:rsidRDefault="002D3454" w:rsidP="00894551">
            <w:pPr>
              <w:pStyle w:val="aa"/>
            </w:pPr>
            <w:r w:rsidRPr="00ED2432">
              <w:t>1</w:t>
            </w:r>
          </w:p>
        </w:tc>
        <w:tc>
          <w:tcPr>
            <w:tcW w:w="3313" w:type="dxa"/>
            <w:vAlign w:val="center"/>
          </w:tcPr>
          <w:p w:rsidR="002D3454" w:rsidRPr="00ED2432" w:rsidRDefault="002D3454" w:rsidP="00894551">
            <w:pPr>
              <w:pStyle w:val="aa"/>
            </w:pPr>
            <w:r w:rsidRPr="00ED2432">
              <w:t>2</w:t>
            </w:r>
          </w:p>
        </w:tc>
        <w:tc>
          <w:tcPr>
            <w:tcW w:w="2835" w:type="dxa"/>
            <w:vAlign w:val="center"/>
          </w:tcPr>
          <w:p w:rsidR="002D3454" w:rsidRPr="00ED2432" w:rsidRDefault="002D3454" w:rsidP="00894551">
            <w:pPr>
              <w:pStyle w:val="aa"/>
            </w:pPr>
            <w:r w:rsidRPr="00ED2432">
              <w:t>3</w:t>
            </w:r>
          </w:p>
        </w:tc>
        <w:tc>
          <w:tcPr>
            <w:tcW w:w="1931" w:type="dxa"/>
            <w:vAlign w:val="center"/>
          </w:tcPr>
          <w:p w:rsidR="002D3454" w:rsidRPr="00ED2432" w:rsidRDefault="002D3454" w:rsidP="00894551">
            <w:pPr>
              <w:pStyle w:val="aa"/>
            </w:pPr>
            <w:r w:rsidRPr="00ED2432">
              <w:t>4</w:t>
            </w:r>
          </w:p>
        </w:tc>
        <w:tc>
          <w:tcPr>
            <w:tcW w:w="2747" w:type="dxa"/>
            <w:vAlign w:val="center"/>
          </w:tcPr>
          <w:p w:rsidR="002D3454" w:rsidRPr="00ED2432" w:rsidRDefault="002D3454" w:rsidP="00894551">
            <w:pPr>
              <w:pStyle w:val="aa"/>
            </w:pPr>
            <w:r w:rsidRPr="00ED2432">
              <w:t>5</w:t>
            </w:r>
          </w:p>
        </w:tc>
        <w:tc>
          <w:tcPr>
            <w:tcW w:w="1315" w:type="dxa"/>
            <w:vAlign w:val="center"/>
          </w:tcPr>
          <w:p w:rsidR="002D3454" w:rsidRPr="00ED2432" w:rsidRDefault="002D3454" w:rsidP="00894551">
            <w:pPr>
              <w:pStyle w:val="aa"/>
            </w:pPr>
            <w:r w:rsidRPr="00ED2432">
              <w:t>6</w:t>
            </w:r>
          </w:p>
        </w:tc>
      </w:tr>
      <w:tr w:rsidR="004A4CCE" w:rsidRPr="00992B09" w:rsidTr="004A4CCE">
        <w:trPr>
          <w:jc w:val="center"/>
        </w:trPr>
        <w:tc>
          <w:tcPr>
            <w:tcW w:w="3528" w:type="dxa"/>
          </w:tcPr>
          <w:p w:rsidR="004A4CCE" w:rsidRPr="00992B09" w:rsidRDefault="004A4CCE" w:rsidP="004A4CCE">
            <w:pPr>
              <w:rPr>
                <w:b/>
                <w:sz w:val="18"/>
                <w:szCs w:val="18"/>
              </w:rPr>
            </w:pPr>
            <w:r w:rsidRPr="00992B09">
              <w:rPr>
                <w:b/>
                <w:sz w:val="18"/>
                <w:szCs w:val="18"/>
              </w:rPr>
              <w:t>Администрация:</w:t>
            </w:r>
          </w:p>
          <w:p w:rsidR="004A4CCE" w:rsidRPr="00992B09" w:rsidRDefault="004A4CCE" w:rsidP="00214674">
            <w:pPr>
              <w:rPr>
                <w:sz w:val="18"/>
                <w:szCs w:val="18"/>
              </w:rPr>
            </w:pPr>
            <w:r w:rsidRPr="00992B09">
              <w:rPr>
                <w:sz w:val="18"/>
                <w:szCs w:val="18"/>
              </w:rPr>
              <w:t>(1) Директор</w:t>
            </w:r>
          </w:p>
        </w:tc>
        <w:tc>
          <w:tcPr>
            <w:tcW w:w="3313" w:type="dxa"/>
          </w:tcPr>
          <w:p w:rsidR="004A4CCE" w:rsidRPr="00992B09" w:rsidRDefault="004A4CCE" w:rsidP="00D43E93">
            <w:pPr>
              <w:rPr>
                <w:sz w:val="18"/>
                <w:szCs w:val="18"/>
              </w:rPr>
            </w:pPr>
            <w:r w:rsidRPr="00992B09">
              <w:rPr>
                <w:sz w:val="18"/>
                <w:szCs w:val="18"/>
              </w:rPr>
              <w:t>Мероприятия по улучшению условий труда не требуются</w:t>
            </w:r>
          </w:p>
        </w:tc>
        <w:tc>
          <w:tcPr>
            <w:tcW w:w="2835" w:type="dxa"/>
            <w:vAlign w:val="center"/>
          </w:tcPr>
          <w:p w:rsidR="004A4CCE" w:rsidRPr="00992B09" w:rsidRDefault="004A4CCE" w:rsidP="00214674">
            <w:pPr>
              <w:pStyle w:val="aa"/>
              <w:jc w:val="left"/>
              <w:rPr>
                <w:sz w:val="18"/>
                <w:szCs w:val="18"/>
              </w:rPr>
            </w:pPr>
          </w:p>
        </w:tc>
        <w:tc>
          <w:tcPr>
            <w:tcW w:w="1931" w:type="dxa"/>
            <w:vAlign w:val="center"/>
          </w:tcPr>
          <w:p w:rsidR="004A4CCE" w:rsidRPr="00992B09" w:rsidRDefault="004A4CCE" w:rsidP="00214674">
            <w:pPr>
              <w:pStyle w:val="aa"/>
              <w:jc w:val="left"/>
              <w:rPr>
                <w:sz w:val="18"/>
                <w:szCs w:val="18"/>
              </w:rPr>
            </w:pPr>
          </w:p>
        </w:tc>
        <w:tc>
          <w:tcPr>
            <w:tcW w:w="2747" w:type="dxa"/>
            <w:vAlign w:val="center"/>
          </w:tcPr>
          <w:p w:rsidR="004A4CCE" w:rsidRPr="00992B09" w:rsidRDefault="004A4CCE" w:rsidP="00214674">
            <w:pPr>
              <w:pStyle w:val="aa"/>
              <w:jc w:val="left"/>
              <w:rPr>
                <w:sz w:val="18"/>
                <w:szCs w:val="18"/>
              </w:rPr>
            </w:pPr>
          </w:p>
        </w:tc>
        <w:tc>
          <w:tcPr>
            <w:tcW w:w="1315" w:type="dxa"/>
            <w:vAlign w:val="center"/>
          </w:tcPr>
          <w:p w:rsidR="004A4CCE" w:rsidRPr="00992B09" w:rsidRDefault="004A4CCE" w:rsidP="00214674">
            <w:pPr>
              <w:pStyle w:val="aa"/>
              <w:jc w:val="left"/>
              <w:rPr>
                <w:sz w:val="18"/>
                <w:szCs w:val="18"/>
              </w:rPr>
            </w:pPr>
          </w:p>
        </w:tc>
      </w:tr>
      <w:tr w:rsidR="004A4CCE" w:rsidRPr="00992B09" w:rsidTr="004A4CCE">
        <w:trPr>
          <w:jc w:val="center"/>
        </w:trPr>
        <w:tc>
          <w:tcPr>
            <w:tcW w:w="3528" w:type="dxa"/>
          </w:tcPr>
          <w:p w:rsidR="00992B09" w:rsidRPr="00992B09" w:rsidRDefault="00992B09" w:rsidP="00992B09">
            <w:pPr>
              <w:rPr>
                <w:b/>
                <w:sz w:val="18"/>
                <w:szCs w:val="18"/>
              </w:rPr>
            </w:pPr>
            <w:r w:rsidRPr="00992B09">
              <w:rPr>
                <w:b/>
                <w:sz w:val="18"/>
                <w:szCs w:val="18"/>
              </w:rPr>
              <w:t>Администрация:</w:t>
            </w:r>
          </w:p>
          <w:p w:rsidR="004A4CCE" w:rsidRPr="00992B09" w:rsidRDefault="00992B09" w:rsidP="00992B09">
            <w:pPr>
              <w:rPr>
                <w:sz w:val="18"/>
                <w:szCs w:val="18"/>
              </w:rPr>
            </w:pPr>
            <w:r w:rsidRPr="00992B09">
              <w:rPr>
                <w:sz w:val="18"/>
                <w:szCs w:val="18"/>
              </w:rPr>
              <w:t>(</w:t>
            </w:r>
            <w:r w:rsidR="004A4CCE" w:rsidRPr="00992B09">
              <w:rPr>
                <w:sz w:val="18"/>
                <w:szCs w:val="18"/>
              </w:rPr>
              <w:t>2</w:t>
            </w:r>
            <w:r w:rsidRPr="00992B09">
              <w:rPr>
                <w:sz w:val="18"/>
                <w:szCs w:val="18"/>
              </w:rPr>
              <w:t>)</w:t>
            </w:r>
            <w:r w:rsidR="004A4CCE" w:rsidRPr="00992B09">
              <w:rPr>
                <w:sz w:val="18"/>
                <w:szCs w:val="18"/>
              </w:rPr>
              <w:t> Главный инженер -заместитель директора</w:t>
            </w:r>
          </w:p>
        </w:tc>
        <w:tc>
          <w:tcPr>
            <w:tcW w:w="3313" w:type="dxa"/>
          </w:tcPr>
          <w:p w:rsidR="004A4CCE" w:rsidRPr="00992B09" w:rsidRDefault="004A4CCE" w:rsidP="00D43E93">
            <w:pPr>
              <w:rPr>
                <w:sz w:val="18"/>
                <w:szCs w:val="18"/>
              </w:rPr>
            </w:pPr>
            <w:r w:rsidRPr="00992B09">
              <w:rPr>
                <w:sz w:val="18"/>
                <w:szCs w:val="18"/>
              </w:rPr>
              <w:t>Мероприятия по улучшению условий труда не требуются</w:t>
            </w:r>
          </w:p>
        </w:tc>
        <w:tc>
          <w:tcPr>
            <w:tcW w:w="2835" w:type="dxa"/>
            <w:vAlign w:val="center"/>
          </w:tcPr>
          <w:p w:rsidR="004A4CCE" w:rsidRPr="00992B09" w:rsidRDefault="004A4CCE" w:rsidP="00214674">
            <w:pPr>
              <w:pStyle w:val="aa"/>
              <w:jc w:val="left"/>
              <w:rPr>
                <w:sz w:val="18"/>
                <w:szCs w:val="18"/>
              </w:rPr>
            </w:pPr>
          </w:p>
        </w:tc>
        <w:tc>
          <w:tcPr>
            <w:tcW w:w="1931" w:type="dxa"/>
            <w:vAlign w:val="center"/>
          </w:tcPr>
          <w:p w:rsidR="004A4CCE" w:rsidRPr="00992B09" w:rsidRDefault="004A4CCE" w:rsidP="00214674">
            <w:pPr>
              <w:pStyle w:val="aa"/>
              <w:jc w:val="left"/>
              <w:rPr>
                <w:sz w:val="18"/>
                <w:szCs w:val="18"/>
              </w:rPr>
            </w:pPr>
          </w:p>
        </w:tc>
        <w:tc>
          <w:tcPr>
            <w:tcW w:w="2747" w:type="dxa"/>
            <w:vAlign w:val="center"/>
          </w:tcPr>
          <w:p w:rsidR="004A4CCE" w:rsidRPr="00992B09" w:rsidRDefault="004A4CCE" w:rsidP="00214674">
            <w:pPr>
              <w:pStyle w:val="aa"/>
              <w:jc w:val="left"/>
              <w:rPr>
                <w:sz w:val="18"/>
                <w:szCs w:val="18"/>
              </w:rPr>
            </w:pPr>
          </w:p>
        </w:tc>
        <w:tc>
          <w:tcPr>
            <w:tcW w:w="1315" w:type="dxa"/>
            <w:vAlign w:val="center"/>
          </w:tcPr>
          <w:p w:rsidR="004A4CCE" w:rsidRPr="00992B09" w:rsidRDefault="004A4CCE" w:rsidP="00214674">
            <w:pPr>
              <w:pStyle w:val="aa"/>
              <w:jc w:val="left"/>
              <w:rPr>
                <w:sz w:val="18"/>
                <w:szCs w:val="18"/>
              </w:rPr>
            </w:pPr>
          </w:p>
        </w:tc>
      </w:tr>
      <w:tr w:rsidR="004A4CCE" w:rsidRPr="00992B09" w:rsidTr="004A4CCE">
        <w:trPr>
          <w:jc w:val="center"/>
        </w:trPr>
        <w:tc>
          <w:tcPr>
            <w:tcW w:w="3528" w:type="dxa"/>
          </w:tcPr>
          <w:p w:rsidR="00992B09" w:rsidRPr="00992B09" w:rsidRDefault="00992B09" w:rsidP="00992B09">
            <w:pPr>
              <w:rPr>
                <w:b/>
                <w:sz w:val="18"/>
                <w:szCs w:val="18"/>
              </w:rPr>
            </w:pPr>
            <w:r w:rsidRPr="00992B09">
              <w:rPr>
                <w:b/>
                <w:sz w:val="18"/>
                <w:szCs w:val="18"/>
              </w:rPr>
              <w:t>Администрация:</w:t>
            </w:r>
          </w:p>
          <w:p w:rsidR="004A4CCE" w:rsidRPr="00992B09" w:rsidRDefault="00992B09" w:rsidP="00992B09">
            <w:pPr>
              <w:rPr>
                <w:sz w:val="18"/>
                <w:szCs w:val="18"/>
              </w:rPr>
            </w:pPr>
            <w:r w:rsidRPr="00992B09">
              <w:rPr>
                <w:sz w:val="18"/>
                <w:szCs w:val="18"/>
              </w:rPr>
              <w:t>(3) </w:t>
            </w:r>
            <w:r w:rsidR="004A4CCE" w:rsidRPr="00992B09">
              <w:rPr>
                <w:sz w:val="18"/>
                <w:szCs w:val="18"/>
              </w:rPr>
              <w:t>Специалист в области охраны труда и промышленной безопасности</w:t>
            </w:r>
          </w:p>
        </w:tc>
        <w:tc>
          <w:tcPr>
            <w:tcW w:w="3313" w:type="dxa"/>
          </w:tcPr>
          <w:p w:rsidR="004A4CCE" w:rsidRPr="00992B09" w:rsidRDefault="004A4CCE" w:rsidP="00D43E93">
            <w:pPr>
              <w:rPr>
                <w:sz w:val="18"/>
                <w:szCs w:val="18"/>
              </w:rPr>
            </w:pPr>
            <w:r w:rsidRPr="00992B09">
              <w:rPr>
                <w:sz w:val="18"/>
                <w:szCs w:val="18"/>
              </w:rPr>
              <w:t>Мероприятия по улучшению условий труда не требуются</w:t>
            </w:r>
          </w:p>
        </w:tc>
        <w:tc>
          <w:tcPr>
            <w:tcW w:w="2835" w:type="dxa"/>
            <w:vAlign w:val="center"/>
          </w:tcPr>
          <w:p w:rsidR="004A4CCE" w:rsidRPr="00992B09" w:rsidRDefault="004A4CCE" w:rsidP="00214674">
            <w:pPr>
              <w:pStyle w:val="aa"/>
              <w:jc w:val="left"/>
              <w:rPr>
                <w:sz w:val="18"/>
                <w:szCs w:val="18"/>
              </w:rPr>
            </w:pPr>
          </w:p>
        </w:tc>
        <w:tc>
          <w:tcPr>
            <w:tcW w:w="1931" w:type="dxa"/>
            <w:vAlign w:val="center"/>
          </w:tcPr>
          <w:p w:rsidR="004A4CCE" w:rsidRPr="00992B09" w:rsidRDefault="004A4CCE" w:rsidP="00214674">
            <w:pPr>
              <w:pStyle w:val="aa"/>
              <w:jc w:val="left"/>
              <w:rPr>
                <w:sz w:val="18"/>
                <w:szCs w:val="18"/>
              </w:rPr>
            </w:pPr>
          </w:p>
        </w:tc>
        <w:tc>
          <w:tcPr>
            <w:tcW w:w="2747" w:type="dxa"/>
            <w:vAlign w:val="center"/>
          </w:tcPr>
          <w:p w:rsidR="004A4CCE" w:rsidRPr="00992B09" w:rsidRDefault="004A4CCE" w:rsidP="00214674">
            <w:pPr>
              <w:pStyle w:val="aa"/>
              <w:jc w:val="left"/>
              <w:rPr>
                <w:sz w:val="18"/>
                <w:szCs w:val="18"/>
              </w:rPr>
            </w:pPr>
          </w:p>
        </w:tc>
        <w:tc>
          <w:tcPr>
            <w:tcW w:w="1315" w:type="dxa"/>
            <w:vAlign w:val="center"/>
          </w:tcPr>
          <w:p w:rsidR="004A4CCE" w:rsidRPr="00992B09" w:rsidRDefault="004A4CCE" w:rsidP="00214674">
            <w:pPr>
              <w:pStyle w:val="aa"/>
              <w:jc w:val="left"/>
              <w:rPr>
                <w:sz w:val="18"/>
                <w:szCs w:val="18"/>
              </w:rPr>
            </w:pPr>
          </w:p>
        </w:tc>
      </w:tr>
      <w:tr w:rsidR="004A4CCE" w:rsidRPr="00992B09" w:rsidTr="004A4CCE">
        <w:trPr>
          <w:jc w:val="center"/>
        </w:trPr>
        <w:tc>
          <w:tcPr>
            <w:tcW w:w="3528" w:type="dxa"/>
          </w:tcPr>
          <w:p w:rsidR="00992B09" w:rsidRPr="00992B09" w:rsidRDefault="00992B09" w:rsidP="00992B09">
            <w:pPr>
              <w:rPr>
                <w:b/>
                <w:sz w:val="18"/>
                <w:szCs w:val="18"/>
              </w:rPr>
            </w:pPr>
            <w:r w:rsidRPr="00992B09">
              <w:rPr>
                <w:b/>
                <w:sz w:val="18"/>
                <w:szCs w:val="18"/>
              </w:rPr>
              <w:t>Администрация:</w:t>
            </w:r>
          </w:p>
          <w:p w:rsidR="004A4CCE" w:rsidRPr="00992B09" w:rsidRDefault="00992B09" w:rsidP="00992B09">
            <w:pPr>
              <w:rPr>
                <w:sz w:val="18"/>
                <w:szCs w:val="18"/>
              </w:rPr>
            </w:pPr>
            <w:r w:rsidRPr="00992B09">
              <w:rPr>
                <w:sz w:val="18"/>
                <w:szCs w:val="18"/>
              </w:rPr>
              <w:t>(4) </w:t>
            </w:r>
            <w:r w:rsidR="004A4CCE" w:rsidRPr="00992B09">
              <w:rPr>
                <w:sz w:val="18"/>
                <w:szCs w:val="18"/>
              </w:rPr>
              <w:t>Архивариус-делопроизводитель</w:t>
            </w:r>
          </w:p>
        </w:tc>
        <w:tc>
          <w:tcPr>
            <w:tcW w:w="3313" w:type="dxa"/>
          </w:tcPr>
          <w:p w:rsidR="004A4CCE" w:rsidRPr="00992B09" w:rsidRDefault="004A4CCE" w:rsidP="00D43E93">
            <w:pPr>
              <w:rPr>
                <w:sz w:val="18"/>
                <w:szCs w:val="18"/>
              </w:rPr>
            </w:pPr>
            <w:r w:rsidRPr="00992B09">
              <w:rPr>
                <w:sz w:val="18"/>
                <w:szCs w:val="18"/>
              </w:rPr>
              <w:t>Мероприятия по улучшению условий труда не требуются</w:t>
            </w:r>
          </w:p>
        </w:tc>
        <w:tc>
          <w:tcPr>
            <w:tcW w:w="2835" w:type="dxa"/>
            <w:vAlign w:val="center"/>
          </w:tcPr>
          <w:p w:rsidR="004A4CCE" w:rsidRPr="00992B09" w:rsidRDefault="004A4CCE" w:rsidP="00214674">
            <w:pPr>
              <w:pStyle w:val="aa"/>
              <w:jc w:val="left"/>
              <w:rPr>
                <w:sz w:val="18"/>
                <w:szCs w:val="18"/>
              </w:rPr>
            </w:pPr>
          </w:p>
        </w:tc>
        <w:tc>
          <w:tcPr>
            <w:tcW w:w="1931" w:type="dxa"/>
            <w:vAlign w:val="center"/>
          </w:tcPr>
          <w:p w:rsidR="004A4CCE" w:rsidRPr="00992B09" w:rsidRDefault="004A4CCE" w:rsidP="00214674">
            <w:pPr>
              <w:pStyle w:val="aa"/>
              <w:jc w:val="left"/>
              <w:rPr>
                <w:sz w:val="18"/>
                <w:szCs w:val="18"/>
              </w:rPr>
            </w:pPr>
          </w:p>
        </w:tc>
        <w:tc>
          <w:tcPr>
            <w:tcW w:w="2747" w:type="dxa"/>
            <w:vAlign w:val="center"/>
          </w:tcPr>
          <w:p w:rsidR="004A4CCE" w:rsidRPr="00992B09" w:rsidRDefault="004A4CCE" w:rsidP="00214674">
            <w:pPr>
              <w:pStyle w:val="aa"/>
              <w:jc w:val="left"/>
              <w:rPr>
                <w:sz w:val="18"/>
                <w:szCs w:val="18"/>
              </w:rPr>
            </w:pPr>
          </w:p>
        </w:tc>
        <w:tc>
          <w:tcPr>
            <w:tcW w:w="1315" w:type="dxa"/>
            <w:vAlign w:val="center"/>
          </w:tcPr>
          <w:p w:rsidR="004A4CCE" w:rsidRPr="00992B09" w:rsidRDefault="004A4CCE" w:rsidP="00214674">
            <w:pPr>
              <w:pStyle w:val="aa"/>
              <w:jc w:val="left"/>
              <w:rPr>
                <w:sz w:val="18"/>
                <w:szCs w:val="18"/>
              </w:rPr>
            </w:pPr>
          </w:p>
        </w:tc>
      </w:tr>
      <w:tr w:rsidR="004A4CCE" w:rsidRPr="00992B09" w:rsidTr="004A4CCE">
        <w:trPr>
          <w:jc w:val="center"/>
        </w:trPr>
        <w:tc>
          <w:tcPr>
            <w:tcW w:w="3528" w:type="dxa"/>
          </w:tcPr>
          <w:p w:rsidR="00992B09" w:rsidRPr="00992B09" w:rsidRDefault="00992B09" w:rsidP="00992B09">
            <w:pPr>
              <w:rPr>
                <w:b/>
                <w:sz w:val="18"/>
                <w:szCs w:val="18"/>
              </w:rPr>
            </w:pPr>
            <w:r w:rsidRPr="00992B09">
              <w:rPr>
                <w:b/>
                <w:sz w:val="18"/>
                <w:szCs w:val="18"/>
              </w:rPr>
              <w:t>Администрация:</w:t>
            </w:r>
          </w:p>
          <w:p w:rsidR="004A4CCE" w:rsidRPr="00992B09" w:rsidRDefault="00992B09" w:rsidP="00992B09">
            <w:pPr>
              <w:rPr>
                <w:sz w:val="18"/>
                <w:szCs w:val="18"/>
              </w:rPr>
            </w:pPr>
            <w:r w:rsidRPr="00992B09">
              <w:rPr>
                <w:sz w:val="18"/>
                <w:szCs w:val="18"/>
              </w:rPr>
              <w:t>(5) </w:t>
            </w:r>
            <w:r w:rsidR="004A4CCE" w:rsidRPr="00992B09">
              <w:rPr>
                <w:sz w:val="18"/>
                <w:szCs w:val="18"/>
              </w:rPr>
              <w:t>Ведущий юрисконсульт</w:t>
            </w:r>
          </w:p>
        </w:tc>
        <w:tc>
          <w:tcPr>
            <w:tcW w:w="3313" w:type="dxa"/>
          </w:tcPr>
          <w:p w:rsidR="004A4CCE" w:rsidRPr="00992B09" w:rsidRDefault="004A4CCE" w:rsidP="00D43E93">
            <w:pPr>
              <w:rPr>
                <w:sz w:val="18"/>
                <w:szCs w:val="18"/>
              </w:rPr>
            </w:pPr>
            <w:r w:rsidRPr="00992B09">
              <w:rPr>
                <w:sz w:val="18"/>
                <w:szCs w:val="18"/>
              </w:rPr>
              <w:t>Мероприятия по улучшению условий труда не требуются</w:t>
            </w:r>
          </w:p>
        </w:tc>
        <w:tc>
          <w:tcPr>
            <w:tcW w:w="2835" w:type="dxa"/>
            <w:vAlign w:val="center"/>
          </w:tcPr>
          <w:p w:rsidR="004A4CCE" w:rsidRPr="00992B09" w:rsidRDefault="004A4CCE" w:rsidP="00214674">
            <w:pPr>
              <w:pStyle w:val="aa"/>
              <w:jc w:val="left"/>
              <w:rPr>
                <w:sz w:val="18"/>
                <w:szCs w:val="18"/>
              </w:rPr>
            </w:pPr>
          </w:p>
        </w:tc>
        <w:tc>
          <w:tcPr>
            <w:tcW w:w="1931" w:type="dxa"/>
            <w:vAlign w:val="center"/>
          </w:tcPr>
          <w:p w:rsidR="004A4CCE" w:rsidRPr="00992B09" w:rsidRDefault="004A4CCE" w:rsidP="00214674">
            <w:pPr>
              <w:pStyle w:val="aa"/>
              <w:jc w:val="left"/>
              <w:rPr>
                <w:sz w:val="18"/>
                <w:szCs w:val="18"/>
              </w:rPr>
            </w:pPr>
          </w:p>
        </w:tc>
        <w:tc>
          <w:tcPr>
            <w:tcW w:w="2747" w:type="dxa"/>
            <w:vAlign w:val="center"/>
          </w:tcPr>
          <w:p w:rsidR="004A4CCE" w:rsidRPr="00992B09" w:rsidRDefault="004A4CCE" w:rsidP="00214674">
            <w:pPr>
              <w:pStyle w:val="aa"/>
              <w:jc w:val="left"/>
              <w:rPr>
                <w:sz w:val="18"/>
                <w:szCs w:val="18"/>
              </w:rPr>
            </w:pPr>
          </w:p>
        </w:tc>
        <w:tc>
          <w:tcPr>
            <w:tcW w:w="1315" w:type="dxa"/>
            <w:vAlign w:val="center"/>
          </w:tcPr>
          <w:p w:rsidR="004A4CCE" w:rsidRPr="00992B09" w:rsidRDefault="004A4CCE" w:rsidP="00214674">
            <w:pPr>
              <w:pStyle w:val="aa"/>
              <w:jc w:val="left"/>
              <w:rPr>
                <w:sz w:val="18"/>
                <w:szCs w:val="18"/>
              </w:rPr>
            </w:pPr>
          </w:p>
        </w:tc>
      </w:tr>
      <w:tr w:rsidR="00992B09" w:rsidRPr="00992B09" w:rsidTr="00D43E93">
        <w:trPr>
          <w:jc w:val="center"/>
        </w:trPr>
        <w:tc>
          <w:tcPr>
            <w:tcW w:w="3528" w:type="dxa"/>
          </w:tcPr>
          <w:p w:rsidR="00992B09" w:rsidRPr="00992B09" w:rsidRDefault="00992B09" w:rsidP="00214674">
            <w:pPr>
              <w:rPr>
                <w:b/>
                <w:sz w:val="18"/>
                <w:szCs w:val="18"/>
              </w:rPr>
            </w:pPr>
            <w:r w:rsidRPr="00992B09">
              <w:rPr>
                <w:b/>
                <w:sz w:val="18"/>
                <w:szCs w:val="18"/>
              </w:rPr>
              <w:t>Служба главного инженера:</w:t>
            </w:r>
          </w:p>
          <w:p w:rsidR="00992B09" w:rsidRPr="00992B09" w:rsidRDefault="00992B09" w:rsidP="00214674">
            <w:pPr>
              <w:rPr>
                <w:sz w:val="18"/>
                <w:szCs w:val="18"/>
              </w:rPr>
            </w:pPr>
            <w:r w:rsidRPr="00992B09">
              <w:rPr>
                <w:sz w:val="18"/>
                <w:szCs w:val="18"/>
              </w:rPr>
              <w:t>(8) Ведущий инженер-механик</w:t>
            </w:r>
          </w:p>
        </w:tc>
        <w:tc>
          <w:tcPr>
            <w:tcW w:w="3313" w:type="dxa"/>
          </w:tcPr>
          <w:p w:rsidR="00992B09" w:rsidRPr="00992B09" w:rsidRDefault="00992B09" w:rsidP="00D43E93">
            <w:pPr>
              <w:rPr>
                <w:sz w:val="18"/>
                <w:szCs w:val="18"/>
              </w:rPr>
            </w:pPr>
            <w:r w:rsidRPr="00992B09">
              <w:rPr>
                <w:sz w:val="18"/>
                <w:szCs w:val="18"/>
              </w:rPr>
              <w:t>Мероприятия по улучшению условий труда не требуются</w:t>
            </w:r>
          </w:p>
        </w:tc>
        <w:tc>
          <w:tcPr>
            <w:tcW w:w="2835" w:type="dxa"/>
            <w:vAlign w:val="center"/>
          </w:tcPr>
          <w:p w:rsidR="00992B09" w:rsidRPr="00992B09" w:rsidRDefault="00992B09" w:rsidP="00214674">
            <w:pPr>
              <w:pStyle w:val="aa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31" w:type="dxa"/>
            <w:vAlign w:val="center"/>
          </w:tcPr>
          <w:p w:rsidR="00992B09" w:rsidRPr="00992B09" w:rsidRDefault="00992B09" w:rsidP="00214674">
            <w:pPr>
              <w:pStyle w:val="aa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747" w:type="dxa"/>
            <w:vAlign w:val="center"/>
          </w:tcPr>
          <w:p w:rsidR="00992B09" w:rsidRPr="00992B09" w:rsidRDefault="00992B09" w:rsidP="00214674">
            <w:pPr>
              <w:pStyle w:val="aa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315" w:type="dxa"/>
            <w:vAlign w:val="center"/>
          </w:tcPr>
          <w:p w:rsidR="00992B09" w:rsidRPr="00992B09" w:rsidRDefault="00992B09" w:rsidP="00214674">
            <w:pPr>
              <w:pStyle w:val="aa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992B09" w:rsidRPr="00F67F44" w:rsidTr="00D43E93">
        <w:trPr>
          <w:jc w:val="center"/>
        </w:trPr>
        <w:tc>
          <w:tcPr>
            <w:tcW w:w="3528" w:type="dxa"/>
            <w:vAlign w:val="center"/>
          </w:tcPr>
          <w:p w:rsidR="00992B09" w:rsidRPr="00992B09" w:rsidRDefault="00992B09" w:rsidP="00992B09">
            <w:pPr>
              <w:rPr>
                <w:b/>
                <w:sz w:val="18"/>
                <w:szCs w:val="18"/>
              </w:rPr>
            </w:pPr>
            <w:r w:rsidRPr="00992B09">
              <w:rPr>
                <w:b/>
                <w:sz w:val="18"/>
                <w:szCs w:val="18"/>
              </w:rPr>
              <w:t>Производственная лаборатория:</w:t>
            </w:r>
          </w:p>
          <w:p w:rsidR="00992B09" w:rsidRDefault="00992B09" w:rsidP="002146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(11) Начальник лаборатории</w:t>
            </w:r>
          </w:p>
        </w:tc>
        <w:tc>
          <w:tcPr>
            <w:tcW w:w="3313" w:type="dxa"/>
          </w:tcPr>
          <w:p w:rsidR="00992B09" w:rsidRPr="00992B09" w:rsidRDefault="00992B09" w:rsidP="00D43E93">
            <w:pPr>
              <w:rPr>
                <w:sz w:val="18"/>
                <w:szCs w:val="18"/>
              </w:rPr>
            </w:pPr>
            <w:r w:rsidRPr="00992B09">
              <w:rPr>
                <w:sz w:val="18"/>
                <w:szCs w:val="18"/>
              </w:rPr>
              <w:t>Мероприятия по улучшению условий труда не требуются</w:t>
            </w:r>
          </w:p>
        </w:tc>
        <w:tc>
          <w:tcPr>
            <w:tcW w:w="2835" w:type="dxa"/>
            <w:vAlign w:val="center"/>
          </w:tcPr>
          <w:p w:rsidR="00992B09" w:rsidRPr="00F67F44" w:rsidRDefault="00992B09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1931" w:type="dxa"/>
            <w:vAlign w:val="center"/>
          </w:tcPr>
          <w:p w:rsidR="00992B09" w:rsidRPr="00F67F44" w:rsidRDefault="00992B09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2747" w:type="dxa"/>
            <w:vAlign w:val="center"/>
          </w:tcPr>
          <w:p w:rsidR="00992B09" w:rsidRPr="00F67F44" w:rsidRDefault="00992B09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1315" w:type="dxa"/>
            <w:vAlign w:val="center"/>
          </w:tcPr>
          <w:p w:rsidR="00992B09" w:rsidRPr="00F67F44" w:rsidRDefault="00992B09" w:rsidP="002D3454">
            <w:pPr>
              <w:pStyle w:val="aa"/>
              <w:rPr>
                <w:highlight w:val="yellow"/>
              </w:rPr>
            </w:pPr>
          </w:p>
        </w:tc>
      </w:tr>
      <w:tr w:rsidR="00BE482F" w:rsidRPr="00F67F44" w:rsidTr="00D43E93">
        <w:trPr>
          <w:jc w:val="center"/>
        </w:trPr>
        <w:tc>
          <w:tcPr>
            <w:tcW w:w="3528" w:type="dxa"/>
            <w:vAlign w:val="center"/>
          </w:tcPr>
          <w:p w:rsidR="00BE482F" w:rsidRPr="00992B09" w:rsidRDefault="00BE482F" w:rsidP="00BE482F">
            <w:pPr>
              <w:rPr>
                <w:b/>
                <w:sz w:val="18"/>
                <w:szCs w:val="18"/>
              </w:rPr>
            </w:pPr>
            <w:r w:rsidRPr="00992B09">
              <w:rPr>
                <w:b/>
                <w:sz w:val="18"/>
                <w:szCs w:val="18"/>
              </w:rPr>
              <w:t>Производственная лаборатория:</w:t>
            </w:r>
          </w:p>
          <w:p w:rsidR="00BE482F" w:rsidRDefault="00BE482F" w:rsidP="002146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(12) Инженер-химик</w:t>
            </w:r>
          </w:p>
        </w:tc>
        <w:tc>
          <w:tcPr>
            <w:tcW w:w="3313" w:type="dxa"/>
          </w:tcPr>
          <w:p w:rsidR="00BE482F" w:rsidRPr="00992B09" w:rsidRDefault="00BE482F" w:rsidP="00D43E93">
            <w:pPr>
              <w:rPr>
                <w:sz w:val="18"/>
                <w:szCs w:val="18"/>
              </w:rPr>
            </w:pPr>
            <w:r w:rsidRPr="00992B09">
              <w:rPr>
                <w:sz w:val="18"/>
                <w:szCs w:val="18"/>
              </w:rPr>
              <w:t>Мероприятия по улучшению условий труда не требуются</w:t>
            </w:r>
          </w:p>
        </w:tc>
        <w:tc>
          <w:tcPr>
            <w:tcW w:w="2835" w:type="dxa"/>
            <w:vAlign w:val="center"/>
          </w:tcPr>
          <w:p w:rsidR="00BE482F" w:rsidRPr="00F67F44" w:rsidRDefault="00BE482F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1931" w:type="dxa"/>
            <w:vAlign w:val="center"/>
          </w:tcPr>
          <w:p w:rsidR="00BE482F" w:rsidRPr="00F67F44" w:rsidRDefault="00BE482F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2747" w:type="dxa"/>
            <w:vAlign w:val="center"/>
          </w:tcPr>
          <w:p w:rsidR="00BE482F" w:rsidRPr="00F67F44" w:rsidRDefault="00BE482F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1315" w:type="dxa"/>
            <w:vAlign w:val="center"/>
          </w:tcPr>
          <w:p w:rsidR="00BE482F" w:rsidRPr="00F67F44" w:rsidRDefault="00BE482F" w:rsidP="002D3454">
            <w:pPr>
              <w:pStyle w:val="aa"/>
              <w:rPr>
                <w:highlight w:val="yellow"/>
              </w:rPr>
            </w:pPr>
          </w:p>
        </w:tc>
      </w:tr>
      <w:tr w:rsidR="00BE482F" w:rsidRPr="00F67F44" w:rsidTr="00D43E93">
        <w:trPr>
          <w:jc w:val="center"/>
        </w:trPr>
        <w:tc>
          <w:tcPr>
            <w:tcW w:w="3528" w:type="dxa"/>
            <w:vAlign w:val="center"/>
          </w:tcPr>
          <w:p w:rsidR="00BE482F" w:rsidRPr="00992B09" w:rsidRDefault="00BE482F" w:rsidP="00214674">
            <w:pPr>
              <w:rPr>
                <w:b/>
                <w:sz w:val="18"/>
                <w:szCs w:val="18"/>
              </w:rPr>
            </w:pPr>
            <w:r w:rsidRPr="00992B09">
              <w:rPr>
                <w:b/>
                <w:sz w:val="18"/>
                <w:szCs w:val="18"/>
              </w:rPr>
              <w:t>Производственная лаборатория:</w:t>
            </w:r>
          </w:p>
          <w:p w:rsidR="00BE482F" w:rsidRDefault="00BE482F" w:rsidP="002146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(14) Лаборант</w:t>
            </w:r>
          </w:p>
        </w:tc>
        <w:tc>
          <w:tcPr>
            <w:tcW w:w="3313" w:type="dxa"/>
          </w:tcPr>
          <w:p w:rsidR="00BE482F" w:rsidRPr="00992B09" w:rsidRDefault="00BE482F" w:rsidP="00D43E93">
            <w:pPr>
              <w:rPr>
                <w:sz w:val="18"/>
                <w:szCs w:val="18"/>
              </w:rPr>
            </w:pPr>
            <w:r w:rsidRPr="00992B09">
              <w:rPr>
                <w:sz w:val="18"/>
                <w:szCs w:val="18"/>
              </w:rPr>
              <w:t>Мероприятия по улучшению условий труда не требуются</w:t>
            </w:r>
          </w:p>
        </w:tc>
        <w:tc>
          <w:tcPr>
            <w:tcW w:w="2835" w:type="dxa"/>
            <w:vAlign w:val="center"/>
          </w:tcPr>
          <w:p w:rsidR="00BE482F" w:rsidRPr="00F67F44" w:rsidRDefault="00BE482F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1931" w:type="dxa"/>
            <w:vAlign w:val="center"/>
          </w:tcPr>
          <w:p w:rsidR="00BE482F" w:rsidRPr="00F67F44" w:rsidRDefault="00BE482F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2747" w:type="dxa"/>
            <w:vAlign w:val="center"/>
          </w:tcPr>
          <w:p w:rsidR="00BE482F" w:rsidRPr="00F67F44" w:rsidRDefault="00BE482F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1315" w:type="dxa"/>
            <w:vAlign w:val="center"/>
          </w:tcPr>
          <w:p w:rsidR="00BE482F" w:rsidRPr="00F67F44" w:rsidRDefault="00BE482F" w:rsidP="002D3454">
            <w:pPr>
              <w:pStyle w:val="aa"/>
              <w:rPr>
                <w:highlight w:val="yellow"/>
              </w:rPr>
            </w:pPr>
          </w:p>
        </w:tc>
      </w:tr>
      <w:tr w:rsidR="00ED2432" w:rsidRPr="00F67F44" w:rsidTr="00E03353">
        <w:trPr>
          <w:jc w:val="center"/>
        </w:trPr>
        <w:tc>
          <w:tcPr>
            <w:tcW w:w="3528" w:type="dxa"/>
            <w:vAlign w:val="center"/>
          </w:tcPr>
          <w:p w:rsidR="00ED2432" w:rsidRPr="00ED2432" w:rsidRDefault="00ED2432" w:rsidP="00214674">
            <w:pPr>
              <w:rPr>
                <w:sz w:val="18"/>
                <w:szCs w:val="18"/>
              </w:rPr>
            </w:pPr>
            <w:r w:rsidRPr="00ED2432">
              <w:rPr>
                <w:sz w:val="18"/>
                <w:szCs w:val="18"/>
              </w:rPr>
              <w:t>Производство:</w:t>
            </w:r>
          </w:p>
          <w:p w:rsidR="00ED2432" w:rsidRPr="00ED2432" w:rsidRDefault="00ED2432" w:rsidP="00214674">
            <w:pPr>
              <w:rPr>
                <w:sz w:val="18"/>
                <w:szCs w:val="18"/>
              </w:rPr>
            </w:pPr>
            <w:r w:rsidRPr="00ED2432">
              <w:rPr>
                <w:sz w:val="18"/>
                <w:szCs w:val="18"/>
              </w:rPr>
              <w:t>(16) Мастер цеха розлива напитков</w:t>
            </w:r>
          </w:p>
        </w:tc>
        <w:tc>
          <w:tcPr>
            <w:tcW w:w="3313" w:type="dxa"/>
          </w:tcPr>
          <w:p w:rsidR="00ED2432" w:rsidRPr="00ED2432" w:rsidRDefault="00ED2432" w:rsidP="00E03353">
            <w:pPr>
              <w:rPr>
                <w:sz w:val="18"/>
                <w:szCs w:val="18"/>
              </w:rPr>
            </w:pPr>
            <w:r w:rsidRPr="00ED2432">
              <w:rPr>
                <w:sz w:val="18"/>
                <w:szCs w:val="18"/>
              </w:rPr>
              <w:t>Мероприятия по улучшению условий труда не требуются</w:t>
            </w:r>
          </w:p>
        </w:tc>
        <w:tc>
          <w:tcPr>
            <w:tcW w:w="2835" w:type="dxa"/>
            <w:vAlign w:val="center"/>
          </w:tcPr>
          <w:p w:rsidR="00ED2432" w:rsidRPr="00ED2432" w:rsidRDefault="00ED2432" w:rsidP="002D3454">
            <w:pPr>
              <w:pStyle w:val="aa"/>
            </w:pPr>
          </w:p>
        </w:tc>
        <w:tc>
          <w:tcPr>
            <w:tcW w:w="1931" w:type="dxa"/>
            <w:vAlign w:val="center"/>
          </w:tcPr>
          <w:p w:rsidR="00ED2432" w:rsidRPr="00ED2432" w:rsidRDefault="00ED2432" w:rsidP="002D3454">
            <w:pPr>
              <w:pStyle w:val="aa"/>
            </w:pPr>
          </w:p>
        </w:tc>
        <w:tc>
          <w:tcPr>
            <w:tcW w:w="2747" w:type="dxa"/>
            <w:vAlign w:val="center"/>
          </w:tcPr>
          <w:p w:rsidR="00ED2432" w:rsidRPr="00ED2432" w:rsidRDefault="00ED2432" w:rsidP="002D3454">
            <w:pPr>
              <w:pStyle w:val="aa"/>
            </w:pPr>
          </w:p>
        </w:tc>
        <w:tc>
          <w:tcPr>
            <w:tcW w:w="1315" w:type="dxa"/>
            <w:vAlign w:val="center"/>
          </w:tcPr>
          <w:p w:rsidR="00ED2432" w:rsidRPr="00ED2432" w:rsidRDefault="00ED2432" w:rsidP="002D3454">
            <w:pPr>
              <w:pStyle w:val="aa"/>
            </w:pPr>
          </w:p>
        </w:tc>
      </w:tr>
      <w:tr w:rsidR="00ED2432" w:rsidRPr="00F67F44" w:rsidTr="00D43E93">
        <w:trPr>
          <w:jc w:val="center"/>
        </w:trPr>
        <w:tc>
          <w:tcPr>
            <w:tcW w:w="3528" w:type="dxa"/>
            <w:vAlign w:val="center"/>
          </w:tcPr>
          <w:p w:rsidR="00ED2432" w:rsidRPr="00723665" w:rsidRDefault="00ED2432" w:rsidP="00214674">
            <w:pPr>
              <w:rPr>
                <w:b/>
                <w:sz w:val="18"/>
                <w:szCs w:val="18"/>
              </w:rPr>
            </w:pPr>
            <w:r w:rsidRPr="00723665">
              <w:rPr>
                <w:b/>
                <w:sz w:val="18"/>
                <w:szCs w:val="18"/>
              </w:rPr>
              <w:t>Служба главного инженера:</w:t>
            </w:r>
          </w:p>
          <w:p w:rsidR="00ED2432" w:rsidRDefault="00ED2432" w:rsidP="002146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(21) Инженер КИП и А (дежурный)</w:t>
            </w:r>
          </w:p>
        </w:tc>
        <w:tc>
          <w:tcPr>
            <w:tcW w:w="3313" w:type="dxa"/>
          </w:tcPr>
          <w:p w:rsidR="00ED2432" w:rsidRPr="00992B09" w:rsidRDefault="00ED2432" w:rsidP="00D43E93">
            <w:pPr>
              <w:rPr>
                <w:sz w:val="18"/>
                <w:szCs w:val="18"/>
              </w:rPr>
            </w:pPr>
            <w:r w:rsidRPr="00992B09">
              <w:rPr>
                <w:sz w:val="18"/>
                <w:szCs w:val="18"/>
              </w:rPr>
              <w:t>Мероприятия по улучшению условий труда не требуются</w:t>
            </w:r>
          </w:p>
        </w:tc>
        <w:tc>
          <w:tcPr>
            <w:tcW w:w="2835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1931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2747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1315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</w:tr>
      <w:tr w:rsidR="00ED2432" w:rsidRPr="00F67F44" w:rsidTr="00D43E93">
        <w:trPr>
          <w:jc w:val="center"/>
        </w:trPr>
        <w:tc>
          <w:tcPr>
            <w:tcW w:w="3528" w:type="dxa"/>
            <w:vAlign w:val="center"/>
          </w:tcPr>
          <w:p w:rsidR="00ED2432" w:rsidRPr="00723665" w:rsidRDefault="00ED2432" w:rsidP="00214674">
            <w:pPr>
              <w:rPr>
                <w:b/>
                <w:sz w:val="18"/>
                <w:szCs w:val="18"/>
              </w:rPr>
            </w:pPr>
            <w:r w:rsidRPr="00723665">
              <w:rPr>
                <w:b/>
                <w:sz w:val="18"/>
                <w:szCs w:val="18"/>
              </w:rPr>
              <w:t>Отдел информационных технологий:</w:t>
            </w:r>
          </w:p>
          <w:p w:rsidR="00ED2432" w:rsidRDefault="00ED2432" w:rsidP="002146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(22) Начальник отдела информационных технологий</w:t>
            </w:r>
          </w:p>
        </w:tc>
        <w:tc>
          <w:tcPr>
            <w:tcW w:w="3313" w:type="dxa"/>
          </w:tcPr>
          <w:p w:rsidR="00ED2432" w:rsidRPr="00992B09" w:rsidRDefault="00ED2432" w:rsidP="00D43E93">
            <w:pPr>
              <w:rPr>
                <w:sz w:val="18"/>
                <w:szCs w:val="18"/>
              </w:rPr>
            </w:pPr>
            <w:r w:rsidRPr="00992B09">
              <w:rPr>
                <w:sz w:val="18"/>
                <w:szCs w:val="18"/>
              </w:rPr>
              <w:t>Мероприятия по улучшению условий труда не требуются</w:t>
            </w:r>
          </w:p>
        </w:tc>
        <w:tc>
          <w:tcPr>
            <w:tcW w:w="2835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1931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2747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1315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</w:tr>
      <w:tr w:rsidR="00ED2432" w:rsidRPr="00F67F44" w:rsidTr="00D43E93">
        <w:trPr>
          <w:jc w:val="center"/>
        </w:trPr>
        <w:tc>
          <w:tcPr>
            <w:tcW w:w="3528" w:type="dxa"/>
            <w:vAlign w:val="center"/>
          </w:tcPr>
          <w:p w:rsidR="00ED2432" w:rsidRPr="00723665" w:rsidRDefault="00ED2432" w:rsidP="00723665">
            <w:pPr>
              <w:rPr>
                <w:b/>
                <w:sz w:val="18"/>
                <w:szCs w:val="18"/>
              </w:rPr>
            </w:pPr>
            <w:r w:rsidRPr="00723665">
              <w:rPr>
                <w:b/>
                <w:sz w:val="18"/>
                <w:szCs w:val="18"/>
              </w:rPr>
              <w:t>Отдел информационных технологий:</w:t>
            </w:r>
          </w:p>
          <w:p w:rsidR="00ED2432" w:rsidRDefault="00ED2432" w:rsidP="007236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(23) Специалист отдела информационных технологий</w:t>
            </w:r>
          </w:p>
        </w:tc>
        <w:tc>
          <w:tcPr>
            <w:tcW w:w="3313" w:type="dxa"/>
          </w:tcPr>
          <w:p w:rsidR="00ED2432" w:rsidRPr="00992B09" w:rsidRDefault="00ED2432" w:rsidP="00D43E93">
            <w:pPr>
              <w:rPr>
                <w:sz w:val="18"/>
                <w:szCs w:val="18"/>
              </w:rPr>
            </w:pPr>
            <w:r w:rsidRPr="00992B09">
              <w:rPr>
                <w:sz w:val="18"/>
                <w:szCs w:val="18"/>
              </w:rPr>
              <w:t>Мероприятия по улучшению условий труда не требуются</w:t>
            </w:r>
          </w:p>
        </w:tc>
        <w:tc>
          <w:tcPr>
            <w:tcW w:w="2835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1931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2747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1315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</w:tr>
      <w:tr w:rsidR="00ED2432" w:rsidRPr="00F67F44" w:rsidTr="00D43E93">
        <w:trPr>
          <w:jc w:val="center"/>
        </w:trPr>
        <w:tc>
          <w:tcPr>
            <w:tcW w:w="3528" w:type="dxa"/>
            <w:vAlign w:val="center"/>
          </w:tcPr>
          <w:p w:rsidR="00ED2432" w:rsidRDefault="00ED2432" w:rsidP="00214674">
            <w:pPr>
              <w:rPr>
                <w:b/>
                <w:sz w:val="18"/>
                <w:szCs w:val="18"/>
              </w:rPr>
            </w:pPr>
            <w:r w:rsidRPr="00723665">
              <w:rPr>
                <w:b/>
                <w:sz w:val="18"/>
                <w:szCs w:val="18"/>
              </w:rPr>
              <w:t>Отдел информационных технологий:</w:t>
            </w:r>
          </w:p>
          <w:p w:rsidR="00ED2432" w:rsidRPr="00723665" w:rsidRDefault="00ED2432" w:rsidP="0021467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25) Администратор вычислительной сети</w:t>
            </w:r>
          </w:p>
        </w:tc>
        <w:tc>
          <w:tcPr>
            <w:tcW w:w="3313" w:type="dxa"/>
          </w:tcPr>
          <w:p w:rsidR="00ED2432" w:rsidRPr="00992B09" w:rsidRDefault="00ED2432" w:rsidP="00D43E93">
            <w:pPr>
              <w:rPr>
                <w:sz w:val="18"/>
                <w:szCs w:val="18"/>
              </w:rPr>
            </w:pPr>
            <w:r w:rsidRPr="00992B09">
              <w:rPr>
                <w:sz w:val="18"/>
                <w:szCs w:val="18"/>
              </w:rPr>
              <w:t>Мероприятия по улучшению условий труда не требуются</w:t>
            </w:r>
          </w:p>
        </w:tc>
        <w:tc>
          <w:tcPr>
            <w:tcW w:w="2835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1931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2747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1315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</w:tr>
      <w:tr w:rsidR="00ED2432" w:rsidRPr="00F67F44" w:rsidTr="00BE482F">
        <w:trPr>
          <w:jc w:val="center"/>
        </w:trPr>
        <w:tc>
          <w:tcPr>
            <w:tcW w:w="3528" w:type="dxa"/>
          </w:tcPr>
          <w:p w:rsidR="00ED2432" w:rsidRPr="00BE482F" w:rsidRDefault="00ED2432" w:rsidP="00BE482F">
            <w:pPr>
              <w:rPr>
                <w:b/>
                <w:sz w:val="18"/>
                <w:szCs w:val="18"/>
              </w:rPr>
            </w:pPr>
            <w:r w:rsidRPr="00BE482F">
              <w:rPr>
                <w:b/>
                <w:sz w:val="18"/>
                <w:szCs w:val="18"/>
              </w:rPr>
              <w:t>Бухгалтерия:</w:t>
            </w:r>
          </w:p>
          <w:p w:rsidR="00ED2432" w:rsidRDefault="00ED2432" w:rsidP="00BE48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(26) Главный бухгалтер</w:t>
            </w:r>
          </w:p>
        </w:tc>
        <w:tc>
          <w:tcPr>
            <w:tcW w:w="3313" w:type="dxa"/>
          </w:tcPr>
          <w:p w:rsidR="00ED2432" w:rsidRPr="00992B09" w:rsidRDefault="00ED2432" w:rsidP="00D43E93">
            <w:pPr>
              <w:rPr>
                <w:sz w:val="18"/>
                <w:szCs w:val="18"/>
              </w:rPr>
            </w:pPr>
            <w:r w:rsidRPr="00992B09">
              <w:rPr>
                <w:sz w:val="18"/>
                <w:szCs w:val="18"/>
              </w:rPr>
              <w:t>Мероприятия по улучшению условий труда не требуются</w:t>
            </w:r>
          </w:p>
        </w:tc>
        <w:tc>
          <w:tcPr>
            <w:tcW w:w="2835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1931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2747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1315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</w:tr>
      <w:tr w:rsidR="00ED2432" w:rsidRPr="00F67F44" w:rsidTr="00BE482F">
        <w:trPr>
          <w:jc w:val="center"/>
        </w:trPr>
        <w:tc>
          <w:tcPr>
            <w:tcW w:w="3528" w:type="dxa"/>
          </w:tcPr>
          <w:p w:rsidR="00ED2432" w:rsidRPr="00BE482F" w:rsidRDefault="00ED2432" w:rsidP="00BE482F">
            <w:pPr>
              <w:rPr>
                <w:b/>
                <w:sz w:val="18"/>
                <w:szCs w:val="18"/>
              </w:rPr>
            </w:pPr>
            <w:r w:rsidRPr="00BE482F">
              <w:rPr>
                <w:b/>
                <w:sz w:val="18"/>
                <w:szCs w:val="18"/>
              </w:rPr>
              <w:t>Бухгалтерия:</w:t>
            </w:r>
          </w:p>
          <w:p w:rsidR="00ED2432" w:rsidRDefault="00ED2432" w:rsidP="00BE48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(27) Заместитель главного бухгалтера</w:t>
            </w:r>
          </w:p>
        </w:tc>
        <w:tc>
          <w:tcPr>
            <w:tcW w:w="3313" w:type="dxa"/>
          </w:tcPr>
          <w:p w:rsidR="00ED2432" w:rsidRPr="00992B09" w:rsidRDefault="00ED2432" w:rsidP="00D43E93">
            <w:pPr>
              <w:rPr>
                <w:sz w:val="18"/>
                <w:szCs w:val="18"/>
              </w:rPr>
            </w:pPr>
            <w:r w:rsidRPr="00992B09">
              <w:rPr>
                <w:sz w:val="18"/>
                <w:szCs w:val="18"/>
              </w:rPr>
              <w:t>Мероприятия по улучшению условий труда не требуются</w:t>
            </w:r>
          </w:p>
        </w:tc>
        <w:tc>
          <w:tcPr>
            <w:tcW w:w="2835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1931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2747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1315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</w:tr>
      <w:tr w:rsidR="00ED2432" w:rsidRPr="00F67F44" w:rsidTr="00BE482F">
        <w:trPr>
          <w:jc w:val="center"/>
        </w:trPr>
        <w:tc>
          <w:tcPr>
            <w:tcW w:w="3528" w:type="dxa"/>
          </w:tcPr>
          <w:p w:rsidR="00ED2432" w:rsidRPr="00BE482F" w:rsidRDefault="00ED2432" w:rsidP="00BE482F">
            <w:pPr>
              <w:rPr>
                <w:b/>
                <w:sz w:val="18"/>
                <w:szCs w:val="18"/>
              </w:rPr>
            </w:pPr>
            <w:r w:rsidRPr="00BE482F">
              <w:rPr>
                <w:b/>
                <w:sz w:val="18"/>
                <w:szCs w:val="18"/>
              </w:rPr>
              <w:t>Бухгалтерия:</w:t>
            </w:r>
          </w:p>
          <w:p w:rsidR="00ED2432" w:rsidRDefault="00ED2432" w:rsidP="00BE48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(28) Ведущий бухгалтер</w:t>
            </w:r>
          </w:p>
        </w:tc>
        <w:tc>
          <w:tcPr>
            <w:tcW w:w="3313" w:type="dxa"/>
          </w:tcPr>
          <w:p w:rsidR="00ED2432" w:rsidRPr="00992B09" w:rsidRDefault="00ED2432" w:rsidP="00D43E93">
            <w:pPr>
              <w:rPr>
                <w:sz w:val="18"/>
                <w:szCs w:val="18"/>
              </w:rPr>
            </w:pPr>
            <w:r w:rsidRPr="00992B09">
              <w:rPr>
                <w:sz w:val="18"/>
                <w:szCs w:val="18"/>
              </w:rPr>
              <w:t>Мероприятия по улучшению условий труда не требуются</w:t>
            </w:r>
          </w:p>
        </w:tc>
        <w:tc>
          <w:tcPr>
            <w:tcW w:w="2835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1931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2747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1315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</w:tr>
      <w:tr w:rsidR="00ED2432" w:rsidRPr="00F67F44" w:rsidTr="00BE482F">
        <w:trPr>
          <w:jc w:val="center"/>
        </w:trPr>
        <w:tc>
          <w:tcPr>
            <w:tcW w:w="3528" w:type="dxa"/>
          </w:tcPr>
          <w:p w:rsidR="00ED2432" w:rsidRPr="00BE482F" w:rsidRDefault="00ED2432" w:rsidP="00BE482F">
            <w:pPr>
              <w:rPr>
                <w:b/>
                <w:sz w:val="18"/>
                <w:szCs w:val="18"/>
              </w:rPr>
            </w:pPr>
            <w:r w:rsidRPr="00BE482F">
              <w:rPr>
                <w:b/>
                <w:sz w:val="18"/>
                <w:szCs w:val="18"/>
              </w:rPr>
              <w:lastRenderedPageBreak/>
              <w:t>Бухгалтерия:</w:t>
            </w:r>
          </w:p>
          <w:p w:rsidR="00ED2432" w:rsidRDefault="00ED2432" w:rsidP="00BE48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(29) Бухгалтер 1 категории</w:t>
            </w:r>
          </w:p>
        </w:tc>
        <w:tc>
          <w:tcPr>
            <w:tcW w:w="3313" w:type="dxa"/>
          </w:tcPr>
          <w:p w:rsidR="00ED2432" w:rsidRPr="00992B09" w:rsidRDefault="00ED2432" w:rsidP="00D43E93">
            <w:pPr>
              <w:rPr>
                <w:sz w:val="18"/>
                <w:szCs w:val="18"/>
              </w:rPr>
            </w:pPr>
            <w:r w:rsidRPr="00992B09">
              <w:rPr>
                <w:sz w:val="18"/>
                <w:szCs w:val="18"/>
              </w:rPr>
              <w:t>Мероприятия по улучшению условий труда не требуются</w:t>
            </w:r>
          </w:p>
        </w:tc>
        <w:tc>
          <w:tcPr>
            <w:tcW w:w="2835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1931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2747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1315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</w:tr>
      <w:tr w:rsidR="00ED2432" w:rsidRPr="00F67F44" w:rsidTr="00BE482F">
        <w:trPr>
          <w:jc w:val="center"/>
        </w:trPr>
        <w:tc>
          <w:tcPr>
            <w:tcW w:w="3528" w:type="dxa"/>
          </w:tcPr>
          <w:p w:rsidR="00ED2432" w:rsidRPr="00BE482F" w:rsidRDefault="00ED2432" w:rsidP="00BE482F">
            <w:pPr>
              <w:rPr>
                <w:b/>
                <w:sz w:val="18"/>
                <w:szCs w:val="18"/>
              </w:rPr>
            </w:pPr>
            <w:r w:rsidRPr="00BE482F">
              <w:rPr>
                <w:b/>
                <w:sz w:val="18"/>
                <w:szCs w:val="18"/>
              </w:rPr>
              <w:t>Бухгалтерия:</w:t>
            </w:r>
          </w:p>
          <w:p w:rsidR="00ED2432" w:rsidRDefault="00ED2432" w:rsidP="00BE48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(30) Бухгалтер 1 категории</w:t>
            </w:r>
          </w:p>
        </w:tc>
        <w:tc>
          <w:tcPr>
            <w:tcW w:w="3313" w:type="dxa"/>
          </w:tcPr>
          <w:p w:rsidR="00ED2432" w:rsidRPr="00992B09" w:rsidRDefault="00ED2432" w:rsidP="00D43E93">
            <w:pPr>
              <w:rPr>
                <w:sz w:val="18"/>
                <w:szCs w:val="18"/>
              </w:rPr>
            </w:pPr>
            <w:r w:rsidRPr="00992B09">
              <w:rPr>
                <w:sz w:val="18"/>
                <w:szCs w:val="18"/>
              </w:rPr>
              <w:t>Мероприятия по улучшению условий труда не требуются</w:t>
            </w:r>
          </w:p>
        </w:tc>
        <w:tc>
          <w:tcPr>
            <w:tcW w:w="2835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1931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2747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1315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</w:tr>
      <w:tr w:rsidR="00ED2432" w:rsidRPr="00F67F44" w:rsidTr="00BE482F">
        <w:trPr>
          <w:jc w:val="center"/>
        </w:trPr>
        <w:tc>
          <w:tcPr>
            <w:tcW w:w="3528" w:type="dxa"/>
          </w:tcPr>
          <w:p w:rsidR="00ED2432" w:rsidRPr="00BE482F" w:rsidRDefault="00ED2432" w:rsidP="00BE482F">
            <w:pPr>
              <w:rPr>
                <w:b/>
                <w:sz w:val="18"/>
                <w:szCs w:val="18"/>
              </w:rPr>
            </w:pPr>
            <w:r w:rsidRPr="00BE482F">
              <w:rPr>
                <w:b/>
                <w:sz w:val="18"/>
                <w:szCs w:val="18"/>
              </w:rPr>
              <w:t>Бухгалтерия:</w:t>
            </w:r>
          </w:p>
          <w:p w:rsidR="00ED2432" w:rsidRDefault="00ED2432" w:rsidP="00BE48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(31) Бухгалтер 1 категории</w:t>
            </w:r>
          </w:p>
        </w:tc>
        <w:tc>
          <w:tcPr>
            <w:tcW w:w="3313" w:type="dxa"/>
          </w:tcPr>
          <w:p w:rsidR="00ED2432" w:rsidRPr="00992B09" w:rsidRDefault="00ED2432" w:rsidP="00D43E93">
            <w:pPr>
              <w:rPr>
                <w:sz w:val="18"/>
                <w:szCs w:val="18"/>
              </w:rPr>
            </w:pPr>
            <w:r w:rsidRPr="00992B09">
              <w:rPr>
                <w:sz w:val="18"/>
                <w:szCs w:val="18"/>
              </w:rPr>
              <w:t>Мероприятия по улучшению условий труда не требуются</w:t>
            </w:r>
          </w:p>
        </w:tc>
        <w:tc>
          <w:tcPr>
            <w:tcW w:w="2835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1931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2747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1315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</w:tr>
      <w:tr w:rsidR="00ED2432" w:rsidRPr="00F67F44" w:rsidTr="004A4CCE">
        <w:trPr>
          <w:jc w:val="center"/>
        </w:trPr>
        <w:tc>
          <w:tcPr>
            <w:tcW w:w="3528" w:type="dxa"/>
            <w:vAlign w:val="center"/>
          </w:tcPr>
          <w:p w:rsidR="00ED2432" w:rsidRPr="00BE482F" w:rsidRDefault="00ED2432" w:rsidP="00BE482F">
            <w:pPr>
              <w:rPr>
                <w:b/>
                <w:sz w:val="18"/>
                <w:szCs w:val="18"/>
              </w:rPr>
            </w:pPr>
            <w:r w:rsidRPr="00BE482F">
              <w:rPr>
                <w:b/>
                <w:sz w:val="18"/>
                <w:szCs w:val="18"/>
              </w:rPr>
              <w:t>Бухгалтерия:</w:t>
            </w:r>
          </w:p>
          <w:p w:rsidR="00ED2432" w:rsidRDefault="00ED2432" w:rsidP="00ED47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(34) </w:t>
            </w:r>
            <w:r w:rsidRPr="00ED4763">
              <w:rPr>
                <w:sz w:val="18"/>
                <w:szCs w:val="18"/>
              </w:rPr>
              <w:t>Ведущий экономист</w:t>
            </w:r>
          </w:p>
        </w:tc>
        <w:tc>
          <w:tcPr>
            <w:tcW w:w="3313" w:type="dxa"/>
          </w:tcPr>
          <w:p w:rsidR="00ED2432" w:rsidRPr="00992B09" w:rsidRDefault="00ED2432" w:rsidP="00D43E93">
            <w:pPr>
              <w:rPr>
                <w:sz w:val="18"/>
                <w:szCs w:val="18"/>
              </w:rPr>
            </w:pPr>
            <w:r w:rsidRPr="00992B09">
              <w:rPr>
                <w:sz w:val="18"/>
                <w:szCs w:val="18"/>
              </w:rPr>
              <w:t>Мероприятия по улучшению условий труда не требуются</w:t>
            </w:r>
          </w:p>
        </w:tc>
        <w:tc>
          <w:tcPr>
            <w:tcW w:w="2835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1931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2747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1315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</w:tr>
      <w:tr w:rsidR="00ED2432" w:rsidRPr="00F67F44" w:rsidTr="00D43E93">
        <w:trPr>
          <w:jc w:val="center"/>
        </w:trPr>
        <w:tc>
          <w:tcPr>
            <w:tcW w:w="3528" w:type="dxa"/>
            <w:vAlign w:val="center"/>
          </w:tcPr>
          <w:p w:rsidR="00ED2432" w:rsidRPr="00DE0812" w:rsidRDefault="00ED2432" w:rsidP="00DE0812">
            <w:pPr>
              <w:rPr>
                <w:b/>
                <w:sz w:val="18"/>
                <w:szCs w:val="18"/>
              </w:rPr>
            </w:pPr>
            <w:r w:rsidRPr="00DE0812">
              <w:rPr>
                <w:b/>
                <w:sz w:val="18"/>
                <w:szCs w:val="18"/>
              </w:rPr>
              <w:t>Служба логистики:</w:t>
            </w:r>
          </w:p>
          <w:p w:rsidR="00ED2432" w:rsidRDefault="00ED2432" w:rsidP="00DE08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(35) Ведущий экономист </w:t>
            </w:r>
          </w:p>
        </w:tc>
        <w:tc>
          <w:tcPr>
            <w:tcW w:w="3313" w:type="dxa"/>
          </w:tcPr>
          <w:p w:rsidR="00ED2432" w:rsidRPr="00992B09" w:rsidRDefault="00ED2432" w:rsidP="00D43E93">
            <w:pPr>
              <w:rPr>
                <w:sz w:val="18"/>
                <w:szCs w:val="18"/>
              </w:rPr>
            </w:pPr>
            <w:r w:rsidRPr="00992B09">
              <w:rPr>
                <w:sz w:val="18"/>
                <w:szCs w:val="18"/>
              </w:rPr>
              <w:t>Мероприятия по улучшению условий труда не требуются</w:t>
            </w:r>
          </w:p>
        </w:tc>
        <w:tc>
          <w:tcPr>
            <w:tcW w:w="2835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1931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2747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1315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</w:tr>
      <w:tr w:rsidR="00ED2432" w:rsidRPr="00F67F44" w:rsidTr="00D43E93">
        <w:trPr>
          <w:jc w:val="center"/>
        </w:trPr>
        <w:tc>
          <w:tcPr>
            <w:tcW w:w="3528" w:type="dxa"/>
          </w:tcPr>
          <w:p w:rsidR="00ED2432" w:rsidRPr="00D43E93" w:rsidRDefault="00ED2432" w:rsidP="00D43E93">
            <w:pPr>
              <w:rPr>
                <w:b/>
                <w:sz w:val="18"/>
                <w:szCs w:val="18"/>
              </w:rPr>
            </w:pPr>
            <w:r w:rsidRPr="00D43E93">
              <w:rPr>
                <w:b/>
                <w:sz w:val="18"/>
                <w:szCs w:val="18"/>
              </w:rPr>
              <w:t>Служба логистики:</w:t>
            </w:r>
          </w:p>
          <w:p w:rsidR="00ED2432" w:rsidRPr="00D43E93" w:rsidRDefault="00ED2432" w:rsidP="00D43E93">
            <w:pPr>
              <w:rPr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>(37) Кладовщик службы по обеспечению производства</w:t>
            </w:r>
          </w:p>
        </w:tc>
        <w:tc>
          <w:tcPr>
            <w:tcW w:w="3313" w:type="dxa"/>
          </w:tcPr>
          <w:p w:rsidR="00ED2432" w:rsidRPr="00D43E93" w:rsidRDefault="00ED2432" w:rsidP="00D43E93">
            <w:pPr>
              <w:rPr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>Мероприятия по улучшению условий труда не требуются</w:t>
            </w:r>
          </w:p>
        </w:tc>
        <w:tc>
          <w:tcPr>
            <w:tcW w:w="2835" w:type="dxa"/>
            <w:vAlign w:val="center"/>
          </w:tcPr>
          <w:p w:rsidR="00ED2432" w:rsidRPr="00D43E93" w:rsidRDefault="00ED2432" w:rsidP="002D3454">
            <w:pPr>
              <w:pStyle w:val="aa"/>
            </w:pPr>
          </w:p>
        </w:tc>
        <w:tc>
          <w:tcPr>
            <w:tcW w:w="1931" w:type="dxa"/>
            <w:vAlign w:val="center"/>
          </w:tcPr>
          <w:p w:rsidR="00ED2432" w:rsidRPr="00D43E93" w:rsidRDefault="00ED2432" w:rsidP="002D3454">
            <w:pPr>
              <w:pStyle w:val="aa"/>
            </w:pPr>
          </w:p>
        </w:tc>
        <w:tc>
          <w:tcPr>
            <w:tcW w:w="2747" w:type="dxa"/>
            <w:vAlign w:val="center"/>
          </w:tcPr>
          <w:p w:rsidR="00ED2432" w:rsidRPr="00D43E93" w:rsidRDefault="00ED2432" w:rsidP="002D3454">
            <w:pPr>
              <w:pStyle w:val="aa"/>
            </w:pPr>
          </w:p>
        </w:tc>
        <w:tc>
          <w:tcPr>
            <w:tcW w:w="1315" w:type="dxa"/>
            <w:vAlign w:val="center"/>
          </w:tcPr>
          <w:p w:rsidR="00ED2432" w:rsidRPr="00D43E93" w:rsidRDefault="00ED2432" w:rsidP="002D3454">
            <w:pPr>
              <w:pStyle w:val="aa"/>
            </w:pPr>
          </w:p>
        </w:tc>
      </w:tr>
      <w:tr w:rsidR="00ED2432" w:rsidRPr="00F67F44" w:rsidTr="004A4CCE">
        <w:trPr>
          <w:jc w:val="center"/>
        </w:trPr>
        <w:tc>
          <w:tcPr>
            <w:tcW w:w="3528" w:type="dxa"/>
            <w:vAlign w:val="center"/>
          </w:tcPr>
          <w:p w:rsidR="00ED2432" w:rsidRPr="00BE482F" w:rsidRDefault="00ED2432" w:rsidP="00BE482F">
            <w:pPr>
              <w:rPr>
                <w:b/>
                <w:sz w:val="18"/>
                <w:szCs w:val="18"/>
              </w:rPr>
            </w:pPr>
            <w:r w:rsidRPr="00BE482F">
              <w:rPr>
                <w:b/>
                <w:sz w:val="18"/>
                <w:szCs w:val="18"/>
              </w:rPr>
              <w:t>Служба управления персоналом:</w:t>
            </w:r>
          </w:p>
          <w:p w:rsidR="00ED2432" w:rsidRDefault="00ED2432" w:rsidP="00BE48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(40) Руководитель службы управления персоналом</w:t>
            </w:r>
          </w:p>
        </w:tc>
        <w:tc>
          <w:tcPr>
            <w:tcW w:w="3313" w:type="dxa"/>
          </w:tcPr>
          <w:p w:rsidR="00ED2432" w:rsidRPr="00992B09" w:rsidRDefault="00ED2432" w:rsidP="00D43E93">
            <w:pPr>
              <w:rPr>
                <w:sz w:val="18"/>
                <w:szCs w:val="18"/>
              </w:rPr>
            </w:pPr>
            <w:r w:rsidRPr="00992B09">
              <w:rPr>
                <w:sz w:val="18"/>
                <w:szCs w:val="18"/>
              </w:rPr>
              <w:t>Мероприятия по улучшению условий труда не требуются</w:t>
            </w:r>
          </w:p>
        </w:tc>
        <w:tc>
          <w:tcPr>
            <w:tcW w:w="2835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1931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2747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1315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</w:tr>
      <w:tr w:rsidR="00ED2432" w:rsidRPr="00F67F44" w:rsidTr="004A4CCE">
        <w:trPr>
          <w:jc w:val="center"/>
        </w:trPr>
        <w:tc>
          <w:tcPr>
            <w:tcW w:w="3528" w:type="dxa"/>
            <w:vAlign w:val="center"/>
          </w:tcPr>
          <w:p w:rsidR="00ED2432" w:rsidRPr="00BE482F" w:rsidRDefault="00ED2432" w:rsidP="00BE482F">
            <w:pPr>
              <w:rPr>
                <w:b/>
                <w:sz w:val="18"/>
                <w:szCs w:val="18"/>
              </w:rPr>
            </w:pPr>
            <w:r w:rsidRPr="00BE482F">
              <w:rPr>
                <w:b/>
                <w:sz w:val="18"/>
                <w:szCs w:val="18"/>
              </w:rPr>
              <w:t>Служба управления персоналом:</w:t>
            </w:r>
          </w:p>
          <w:p w:rsidR="00ED2432" w:rsidRDefault="00ED2432" w:rsidP="00BE48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(41) Специалист по кадрам</w:t>
            </w:r>
          </w:p>
        </w:tc>
        <w:tc>
          <w:tcPr>
            <w:tcW w:w="3313" w:type="dxa"/>
          </w:tcPr>
          <w:p w:rsidR="00ED2432" w:rsidRPr="00992B09" w:rsidRDefault="00ED2432" w:rsidP="00D43E93">
            <w:pPr>
              <w:rPr>
                <w:sz w:val="18"/>
                <w:szCs w:val="18"/>
              </w:rPr>
            </w:pPr>
            <w:r w:rsidRPr="00992B09">
              <w:rPr>
                <w:sz w:val="18"/>
                <w:szCs w:val="18"/>
              </w:rPr>
              <w:t>Мероприятия по улучшению условий труда не требуются</w:t>
            </w:r>
          </w:p>
        </w:tc>
        <w:tc>
          <w:tcPr>
            <w:tcW w:w="2835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1931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2747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1315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</w:tr>
      <w:tr w:rsidR="00ED2432" w:rsidRPr="00F67F44" w:rsidTr="00D43E93">
        <w:trPr>
          <w:jc w:val="center"/>
        </w:trPr>
        <w:tc>
          <w:tcPr>
            <w:tcW w:w="3528" w:type="dxa"/>
            <w:vAlign w:val="center"/>
          </w:tcPr>
          <w:p w:rsidR="00ED2432" w:rsidRPr="00DE0812" w:rsidRDefault="00ED2432" w:rsidP="00DE0812">
            <w:pPr>
              <w:rPr>
                <w:b/>
                <w:sz w:val="18"/>
                <w:szCs w:val="18"/>
              </w:rPr>
            </w:pPr>
            <w:r w:rsidRPr="00DE0812">
              <w:rPr>
                <w:b/>
                <w:sz w:val="18"/>
                <w:szCs w:val="18"/>
              </w:rPr>
              <w:t>Служба логистики:</w:t>
            </w:r>
          </w:p>
          <w:p w:rsidR="00ED2432" w:rsidRDefault="00ED2432" w:rsidP="00DE08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(43) Руководитель службы логистики</w:t>
            </w:r>
          </w:p>
        </w:tc>
        <w:tc>
          <w:tcPr>
            <w:tcW w:w="3313" w:type="dxa"/>
          </w:tcPr>
          <w:p w:rsidR="00ED2432" w:rsidRPr="00992B09" w:rsidRDefault="00ED2432" w:rsidP="00D43E93">
            <w:pPr>
              <w:rPr>
                <w:sz w:val="18"/>
                <w:szCs w:val="18"/>
              </w:rPr>
            </w:pPr>
            <w:r w:rsidRPr="00992B09">
              <w:rPr>
                <w:sz w:val="18"/>
                <w:szCs w:val="18"/>
              </w:rPr>
              <w:t>Мероприятия по улучшению условий труда не требуются</w:t>
            </w:r>
          </w:p>
        </w:tc>
        <w:tc>
          <w:tcPr>
            <w:tcW w:w="2835" w:type="dxa"/>
            <w:vAlign w:val="center"/>
          </w:tcPr>
          <w:p w:rsidR="00ED2432" w:rsidRPr="00F67F44" w:rsidRDefault="00ED2432" w:rsidP="00DE0812">
            <w:pPr>
              <w:pStyle w:val="aa"/>
              <w:jc w:val="left"/>
              <w:rPr>
                <w:highlight w:val="yellow"/>
              </w:rPr>
            </w:pPr>
          </w:p>
        </w:tc>
        <w:tc>
          <w:tcPr>
            <w:tcW w:w="1931" w:type="dxa"/>
            <w:vAlign w:val="center"/>
          </w:tcPr>
          <w:p w:rsidR="00ED2432" w:rsidRPr="00F67F44" w:rsidRDefault="00ED2432" w:rsidP="00DE0812">
            <w:pPr>
              <w:pStyle w:val="aa"/>
              <w:jc w:val="left"/>
              <w:rPr>
                <w:highlight w:val="yellow"/>
              </w:rPr>
            </w:pPr>
          </w:p>
        </w:tc>
        <w:tc>
          <w:tcPr>
            <w:tcW w:w="2747" w:type="dxa"/>
            <w:vAlign w:val="center"/>
          </w:tcPr>
          <w:p w:rsidR="00ED2432" w:rsidRPr="00F67F44" w:rsidRDefault="00ED2432" w:rsidP="00DE0812">
            <w:pPr>
              <w:pStyle w:val="aa"/>
              <w:jc w:val="left"/>
              <w:rPr>
                <w:highlight w:val="yellow"/>
              </w:rPr>
            </w:pPr>
          </w:p>
        </w:tc>
        <w:tc>
          <w:tcPr>
            <w:tcW w:w="1315" w:type="dxa"/>
            <w:vAlign w:val="center"/>
          </w:tcPr>
          <w:p w:rsidR="00ED2432" w:rsidRPr="00F67F44" w:rsidRDefault="00ED2432" w:rsidP="00DE0812">
            <w:pPr>
              <w:pStyle w:val="aa"/>
              <w:jc w:val="left"/>
              <w:rPr>
                <w:highlight w:val="yellow"/>
              </w:rPr>
            </w:pPr>
          </w:p>
        </w:tc>
      </w:tr>
      <w:tr w:rsidR="00ED2432" w:rsidRPr="00F67F44" w:rsidTr="00D43E93">
        <w:trPr>
          <w:jc w:val="center"/>
        </w:trPr>
        <w:tc>
          <w:tcPr>
            <w:tcW w:w="3528" w:type="dxa"/>
            <w:vAlign w:val="center"/>
          </w:tcPr>
          <w:p w:rsidR="00ED2432" w:rsidRPr="00DE0812" w:rsidRDefault="00ED2432" w:rsidP="00DE0812">
            <w:pPr>
              <w:rPr>
                <w:b/>
                <w:sz w:val="18"/>
                <w:szCs w:val="18"/>
              </w:rPr>
            </w:pPr>
            <w:r w:rsidRPr="00DE0812">
              <w:rPr>
                <w:b/>
                <w:sz w:val="18"/>
                <w:szCs w:val="18"/>
              </w:rPr>
              <w:t>Служба логистики:</w:t>
            </w:r>
          </w:p>
          <w:p w:rsidR="00ED2432" w:rsidRDefault="00ED2432" w:rsidP="00DE08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(44) Механик</w:t>
            </w:r>
          </w:p>
        </w:tc>
        <w:tc>
          <w:tcPr>
            <w:tcW w:w="3313" w:type="dxa"/>
          </w:tcPr>
          <w:p w:rsidR="00ED2432" w:rsidRPr="00992B09" w:rsidRDefault="00ED2432" w:rsidP="00D43E93">
            <w:pPr>
              <w:rPr>
                <w:sz w:val="18"/>
                <w:szCs w:val="18"/>
              </w:rPr>
            </w:pPr>
            <w:r w:rsidRPr="00992B09">
              <w:rPr>
                <w:sz w:val="18"/>
                <w:szCs w:val="18"/>
              </w:rPr>
              <w:t>Мероприятия по улучшению условий труда не требуются</w:t>
            </w:r>
          </w:p>
        </w:tc>
        <w:tc>
          <w:tcPr>
            <w:tcW w:w="2835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1931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2747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1315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</w:tr>
      <w:tr w:rsidR="00ED2432" w:rsidRPr="00F67F44" w:rsidTr="00D43E93">
        <w:trPr>
          <w:jc w:val="center"/>
        </w:trPr>
        <w:tc>
          <w:tcPr>
            <w:tcW w:w="3528" w:type="dxa"/>
            <w:vAlign w:val="center"/>
          </w:tcPr>
          <w:p w:rsidR="00ED2432" w:rsidRPr="00DE0812" w:rsidRDefault="00ED2432" w:rsidP="00DE0812">
            <w:pPr>
              <w:rPr>
                <w:b/>
                <w:sz w:val="18"/>
                <w:szCs w:val="18"/>
              </w:rPr>
            </w:pPr>
            <w:r w:rsidRPr="00DE0812">
              <w:rPr>
                <w:b/>
                <w:sz w:val="18"/>
                <w:szCs w:val="18"/>
              </w:rPr>
              <w:t>Служба логистики:</w:t>
            </w:r>
          </w:p>
          <w:p w:rsidR="00ED2432" w:rsidRDefault="00ED2432" w:rsidP="00DE08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(46) Оператор</w:t>
            </w:r>
          </w:p>
        </w:tc>
        <w:tc>
          <w:tcPr>
            <w:tcW w:w="3313" w:type="dxa"/>
          </w:tcPr>
          <w:p w:rsidR="00ED2432" w:rsidRPr="00992B09" w:rsidRDefault="00ED2432" w:rsidP="00D43E93">
            <w:pPr>
              <w:rPr>
                <w:sz w:val="18"/>
                <w:szCs w:val="18"/>
              </w:rPr>
            </w:pPr>
            <w:r w:rsidRPr="00992B09">
              <w:rPr>
                <w:sz w:val="18"/>
                <w:szCs w:val="18"/>
              </w:rPr>
              <w:t>Мероприятия по улучшению условий труда не требуются</w:t>
            </w:r>
          </w:p>
        </w:tc>
        <w:tc>
          <w:tcPr>
            <w:tcW w:w="2835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1931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2747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1315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</w:tr>
      <w:tr w:rsidR="00ED2432" w:rsidRPr="00F67F44" w:rsidTr="00D43E93">
        <w:trPr>
          <w:jc w:val="center"/>
        </w:trPr>
        <w:tc>
          <w:tcPr>
            <w:tcW w:w="3528" w:type="dxa"/>
            <w:vAlign w:val="center"/>
          </w:tcPr>
          <w:p w:rsidR="00ED2432" w:rsidRPr="00DE0812" w:rsidRDefault="00ED2432" w:rsidP="00DE0812">
            <w:pPr>
              <w:rPr>
                <w:b/>
                <w:sz w:val="18"/>
                <w:szCs w:val="18"/>
              </w:rPr>
            </w:pPr>
            <w:r w:rsidRPr="00DE0812">
              <w:rPr>
                <w:b/>
                <w:sz w:val="18"/>
                <w:szCs w:val="18"/>
              </w:rPr>
              <w:t>Служба логистики:</w:t>
            </w:r>
          </w:p>
          <w:p w:rsidR="00ED2432" w:rsidRDefault="00ED2432" w:rsidP="00DE08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(47) </w:t>
            </w:r>
            <w:r w:rsidRPr="00DE0812">
              <w:rPr>
                <w:sz w:val="18"/>
                <w:szCs w:val="18"/>
              </w:rPr>
              <w:t>Старший оператор</w:t>
            </w:r>
          </w:p>
        </w:tc>
        <w:tc>
          <w:tcPr>
            <w:tcW w:w="3313" w:type="dxa"/>
          </w:tcPr>
          <w:p w:rsidR="00ED2432" w:rsidRPr="00992B09" w:rsidRDefault="00ED2432" w:rsidP="00D43E93">
            <w:pPr>
              <w:rPr>
                <w:sz w:val="18"/>
                <w:szCs w:val="18"/>
              </w:rPr>
            </w:pPr>
            <w:r w:rsidRPr="00992B09">
              <w:rPr>
                <w:sz w:val="18"/>
                <w:szCs w:val="18"/>
              </w:rPr>
              <w:t>Мероприятия по улучшению условий труда не требуются</w:t>
            </w:r>
          </w:p>
        </w:tc>
        <w:tc>
          <w:tcPr>
            <w:tcW w:w="2835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1931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2747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1315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</w:tr>
      <w:tr w:rsidR="00ED2432" w:rsidRPr="00F67F44" w:rsidTr="00D43E93">
        <w:trPr>
          <w:jc w:val="center"/>
        </w:trPr>
        <w:tc>
          <w:tcPr>
            <w:tcW w:w="3528" w:type="dxa"/>
            <w:vAlign w:val="center"/>
          </w:tcPr>
          <w:p w:rsidR="00ED2432" w:rsidRPr="00DE0812" w:rsidRDefault="00ED2432" w:rsidP="00DE0812">
            <w:pPr>
              <w:rPr>
                <w:b/>
                <w:sz w:val="18"/>
                <w:szCs w:val="18"/>
              </w:rPr>
            </w:pPr>
            <w:r w:rsidRPr="00DE0812">
              <w:rPr>
                <w:b/>
                <w:sz w:val="18"/>
                <w:szCs w:val="18"/>
              </w:rPr>
              <w:t>Служба логистики:</w:t>
            </w:r>
          </w:p>
          <w:p w:rsidR="00ED2432" w:rsidRDefault="00ED2432" w:rsidP="00DE08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(48) Логист</w:t>
            </w:r>
          </w:p>
        </w:tc>
        <w:tc>
          <w:tcPr>
            <w:tcW w:w="3313" w:type="dxa"/>
          </w:tcPr>
          <w:p w:rsidR="00ED2432" w:rsidRPr="00992B09" w:rsidRDefault="00ED2432" w:rsidP="00D43E93">
            <w:pPr>
              <w:rPr>
                <w:sz w:val="18"/>
                <w:szCs w:val="18"/>
              </w:rPr>
            </w:pPr>
            <w:r w:rsidRPr="00992B09">
              <w:rPr>
                <w:sz w:val="18"/>
                <w:szCs w:val="18"/>
              </w:rPr>
              <w:t>Мероприятия по улучшению условий труда не требуются</w:t>
            </w:r>
          </w:p>
        </w:tc>
        <w:tc>
          <w:tcPr>
            <w:tcW w:w="2835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1931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2747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1315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</w:tr>
      <w:tr w:rsidR="00ED2432" w:rsidRPr="00F67F44" w:rsidTr="00D43E93">
        <w:trPr>
          <w:jc w:val="center"/>
        </w:trPr>
        <w:tc>
          <w:tcPr>
            <w:tcW w:w="3528" w:type="dxa"/>
            <w:vAlign w:val="center"/>
          </w:tcPr>
          <w:p w:rsidR="00ED2432" w:rsidRPr="00DE0812" w:rsidRDefault="00ED2432" w:rsidP="00D43E93">
            <w:pPr>
              <w:rPr>
                <w:b/>
                <w:sz w:val="18"/>
                <w:szCs w:val="18"/>
              </w:rPr>
            </w:pPr>
            <w:r w:rsidRPr="00DE0812">
              <w:rPr>
                <w:b/>
                <w:sz w:val="18"/>
                <w:szCs w:val="18"/>
              </w:rPr>
              <w:t>Служба логистики:</w:t>
            </w:r>
          </w:p>
          <w:p w:rsidR="00ED2432" w:rsidRDefault="00ED2432" w:rsidP="00DE08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(49) Логист</w:t>
            </w:r>
          </w:p>
        </w:tc>
        <w:tc>
          <w:tcPr>
            <w:tcW w:w="3313" w:type="dxa"/>
          </w:tcPr>
          <w:p w:rsidR="00ED2432" w:rsidRPr="00992B09" w:rsidRDefault="00ED2432" w:rsidP="00D43E93">
            <w:pPr>
              <w:rPr>
                <w:sz w:val="18"/>
                <w:szCs w:val="18"/>
              </w:rPr>
            </w:pPr>
            <w:r w:rsidRPr="00992B09">
              <w:rPr>
                <w:sz w:val="18"/>
                <w:szCs w:val="18"/>
              </w:rPr>
              <w:t>Мероприятия по улучшению условий труда не требуются</w:t>
            </w:r>
          </w:p>
        </w:tc>
        <w:tc>
          <w:tcPr>
            <w:tcW w:w="2835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1931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2747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1315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</w:tr>
      <w:tr w:rsidR="00ED2432" w:rsidRPr="00F67F44" w:rsidTr="00D43E93">
        <w:trPr>
          <w:jc w:val="center"/>
        </w:trPr>
        <w:tc>
          <w:tcPr>
            <w:tcW w:w="3528" w:type="dxa"/>
            <w:vAlign w:val="center"/>
          </w:tcPr>
          <w:p w:rsidR="00ED2432" w:rsidRPr="00DE0812" w:rsidRDefault="00ED2432" w:rsidP="00D43E93">
            <w:pPr>
              <w:rPr>
                <w:b/>
                <w:sz w:val="18"/>
                <w:szCs w:val="18"/>
              </w:rPr>
            </w:pPr>
            <w:r w:rsidRPr="00DE0812">
              <w:rPr>
                <w:b/>
                <w:sz w:val="18"/>
                <w:szCs w:val="18"/>
              </w:rPr>
              <w:t>Служба логистики:</w:t>
            </w:r>
          </w:p>
          <w:p w:rsidR="00ED2432" w:rsidRDefault="00ED2432" w:rsidP="00D43E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(50) Логист</w:t>
            </w:r>
          </w:p>
        </w:tc>
        <w:tc>
          <w:tcPr>
            <w:tcW w:w="3313" w:type="dxa"/>
          </w:tcPr>
          <w:p w:rsidR="00ED2432" w:rsidRPr="00992B09" w:rsidRDefault="00ED2432" w:rsidP="00D43E93">
            <w:pPr>
              <w:rPr>
                <w:sz w:val="18"/>
                <w:szCs w:val="18"/>
              </w:rPr>
            </w:pPr>
            <w:r w:rsidRPr="00992B09">
              <w:rPr>
                <w:sz w:val="18"/>
                <w:szCs w:val="18"/>
              </w:rPr>
              <w:t>Мероприятия по улучшению условий труда не требуются</w:t>
            </w:r>
          </w:p>
        </w:tc>
        <w:tc>
          <w:tcPr>
            <w:tcW w:w="2835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1931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2747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1315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</w:tr>
      <w:tr w:rsidR="00ED2432" w:rsidRPr="00F67F44" w:rsidTr="00D43E93">
        <w:trPr>
          <w:jc w:val="center"/>
        </w:trPr>
        <w:tc>
          <w:tcPr>
            <w:tcW w:w="3528" w:type="dxa"/>
            <w:vAlign w:val="center"/>
          </w:tcPr>
          <w:p w:rsidR="00ED2432" w:rsidRPr="00DE0812" w:rsidRDefault="00ED2432" w:rsidP="00DE0812">
            <w:pPr>
              <w:rPr>
                <w:b/>
                <w:sz w:val="18"/>
                <w:szCs w:val="18"/>
              </w:rPr>
            </w:pPr>
            <w:r w:rsidRPr="00DE0812">
              <w:rPr>
                <w:b/>
                <w:sz w:val="18"/>
                <w:szCs w:val="18"/>
              </w:rPr>
              <w:t>Служба логистики:</w:t>
            </w:r>
          </w:p>
          <w:p w:rsidR="00ED2432" w:rsidRDefault="00ED2432" w:rsidP="00DE08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(52) Водитель - экспедитор</w:t>
            </w:r>
          </w:p>
        </w:tc>
        <w:tc>
          <w:tcPr>
            <w:tcW w:w="3313" w:type="dxa"/>
          </w:tcPr>
          <w:p w:rsidR="00ED2432" w:rsidRPr="00992B09" w:rsidRDefault="00ED2432" w:rsidP="00D43E93">
            <w:pPr>
              <w:rPr>
                <w:sz w:val="18"/>
                <w:szCs w:val="18"/>
              </w:rPr>
            </w:pPr>
            <w:r w:rsidRPr="00992B09">
              <w:rPr>
                <w:sz w:val="18"/>
                <w:szCs w:val="18"/>
              </w:rPr>
              <w:t>Мероприятия по улучшению условий труда не требуются</w:t>
            </w:r>
          </w:p>
        </w:tc>
        <w:tc>
          <w:tcPr>
            <w:tcW w:w="2835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1931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2747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1315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</w:tr>
      <w:tr w:rsidR="00ED2432" w:rsidRPr="00F67F44" w:rsidTr="00D43E93">
        <w:trPr>
          <w:jc w:val="center"/>
        </w:trPr>
        <w:tc>
          <w:tcPr>
            <w:tcW w:w="3528" w:type="dxa"/>
            <w:vAlign w:val="center"/>
          </w:tcPr>
          <w:p w:rsidR="00ED2432" w:rsidRPr="00DE0812" w:rsidRDefault="00ED2432" w:rsidP="00D43E93">
            <w:pPr>
              <w:rPr>
                <w:b/>
                <w:sz w:val="18"/>
                <w:szCs w:val="18"/>
              </w:rPr>
            </w:pPr>
            <w:r w:rsidRPr="00DE0812">
              <w:rPr>
                <w:b/>
                <w:sz w:val="18"/>
                <w:szCs w:val="18"/>
              </w:rPr>
              <w:t>Служба логистики:</w:t>
            </w:r>
          </w:p>
          <w:p w:rsidR="00ED2432" w:rsidRDefault="00ED2432" w:rsidP="00DE08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(53) Водитель - экспедитор</w:t>
            </w:r>
          </w:p>
        </w:tc>
        <w:tc>
          <w:tcPr>
            <w:tcW w:w="3313" w:type="dxa"/>
          </w:tcPr>
          <w:p w:rsidR="00ED2432" w:rsidRPr="00992B09" w:rsidRDefault="00ED2432" w:rsidP="00D43E93">
            <w:pPr>
              <w:rPr>
                <w:sz w:val="18"/>
                <w:szCs w:val="18"/>
              </w:rPr>
            </w:pPr>
            <w:r w:rsidRPr="00992B09">
              <w:rPr>
                <w:sz w:val="18"/>
                <w:szCs w:val="18"/>
              </w:rPr>
              <w:t>Мероприятия по улучшению условий труда не требуются</w:t>
            </w:r>
          </w:p>
        </w:tc>
        <w:tc>
          <w:tcPr>
            <w:tcW w:w="2835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1931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2747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1315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</w:tr>
      <w:tr w:rsidR="00ED2432" w:rsidRPr="00F67F44" w:rsidTr="00D43E93">
        <w:trPr>
          <w:jc w:val="center"/>
        </w:trPr>
        <w:tc>
          <w:tcPr>
            <w:tcW w:w="3528" w:type="dxa"/>
            <w:vAlign w:val="center"/>
          </w:tcPr>
          <w:p w:rsidR="00ED2432" w:rsidRPr="00DE0812" w:rsidRDefault="00ED2432" w:rsidP="00D43E93">
            <w:pPr>
              <w:rPr>
                <w:b/>
                <w:sz w:val="18"/>
                <w:szCs w:val="18"/>
              </w:rPr>
            </w:pPr>
            <w:r w:rsidRPr="00DE0812">
              <w:rPr>
                <w:b/>
                <w:sz w:val="18"/>
                <w:szCs w:val="18"/>
              </w:rPr>
              <w:t>Служба логистики:</w:t>
            </w:r>
          </w:p>
          <w:p w:rsidR="00ED2432" w:rsidRDefault="00ED2432" w:rsidP="00DE08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(54) Водитель - экспедитор</w:t>
            </w:r>
          </w:p>
        </w:tc>
        <w:tc>
          <w:tcPr>
            <w:tcW w:w="3313" w:type="dxa"/>
          </w:tcPr>
          <w:p w:rsidR="00ED2432" w:rsidRPr="00992B09" w:rsidRDefault="00ED2432" w:rsidP="00D43E93">
            <w:pPr>
              <w:rPr>
                <w:sz w:val="18"/>
                <w:szCs w:val="18"/>
              </w:rPr>
            </w:pPr>
            <w:r w:rsidRPr="00992B09">
              <w:rPr>
                <w:sz w:val="18"/>
                <w:szCs w:val="18"/>
              </w:rPr>
              <w:t>Мероприятия по улучшению условий труда не требуются</w:t>
            </w:r>
          </w:p>
        </w:tc>
        <w:tc>
          <w:tcPr>
            <w:tcW w:w="2835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1931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2747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1315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</w:tr>
      <w:tr w:rsidR="00ED2432" w:rsidRPr="00F67F44" w:rsidTr="00D43E93">
        <w:trPr>
          <w:jc w:val="center"/>
        </w:trPr>
        <w:tc>
          <w:tcPr>
            <w:tcW w:w="3528" w:type="dxa"/>
            <w:vAlign w:val="center"/>
          </w:tcPr>
          <w:p w:rsidR="00ED2432" w:rsidRPr="00DE0812" w:rsidRDefault="00ED2432" w:rsidP="00D43E93">
            <w:pPr>
              <w:rPr>
                <w:b/>
                <w:sz w:val="18"/>
                <w:szCs w:val="18"/>
              </w:rPr>
            </w:pPr>
            <w:r w:rsidRPr="00DE0812">
              <w:rPr>
                <w:b/>
                <w:sz w:val="18"/>
                <w:szCs w:val="18"/>
              </w:rPr>
              <w:t>Служба логистики:</w:t>
            </w:r>
          </w:p>
          <w:p w:rsidR="00ED2432" w:rsidRDefault="00ED2432" w:rsidP="00DE08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(55) Водитель - экспедитор</w:t>
            </w:r>
          </w:p>
        </w:tc>
        <w:tc>
          <w:tcPr>
            <w:tcW w:w="3313" w:type="dxa"/>
          </w:tcPr>
          <w:p w:rsidR="00ED2432" w:rsidRPr="00992B09" w:rsidRDefault="00ED2432" w:rsidP="00D43E93">
            <w:pPr>
              <w:rPr>
                <w:sz w:val="18"/>
                <w:szCs w:val="18"/>
              </w:rPr>
            </w:pPr>
            <w:r w:rsidRPr="00992B09">
              <w:rPr>
                <w:sz w:val="18"/>
                <w:szCs w:val="18"/>
              </w:rPr>
              <w:t>Мероприятия по улучшению условий труда не требуются</w:t>
            </w:r>
          </w:p>
        </w:tc>
        <w:tc>
          <w:tcPr>
            <w:tcW w:w="2835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1931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2747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1315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</w:tr>
      <w:tr w:rsidR="00ED2432" w:rsidRPr="00F67F44" w:rsidTr="00D43E93">
        <w:trPr>
          <w:jc w:val="center"/>
        </w:trPr>
        <w:tc>
          <w:tcPr>
            <w:tcW w:w="3528" w:type="dxa"/>
            <w:vAlign w:val="center"/>
          </w:tcPr>
          <w:p w:rsidR="00ED2432" w:rsidRPr="00DE0812" w:rsidRDefault="00ED2432" w:rsidP="00D43E93">
            <w:pPr>
              <w:rPr>
                <w:b/>
                <w:sz w:val="18"/>
                <w:szCs w:val="18"/>
              </w:rPr>
            </w:pPr>
            <w:r w:rsidRPr="00DE0812">
              <w:rPr>
                <w:b/>
                <w:sz w:val="18"/>
                <w:szCs w:val="18"/>
              </w:rPr>
              <w:t>Служба логистики:</w:t>
            </w:r>
          </w:p>
          <w:p w:rsidR="00ED2432" w:rsidRDefault="00ED2432" w:rsidP="00DE08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(56) Водитель - экспедитор</w:t>
            </w:r>
          </w:p>
        </w:tc>
        <w:tc>
          <w:tcPr>
            <w:tcW w:w="3313" w:type="dxa"/>
          </w:tcPr>
          <w:p w:rsidR="00ED2432" w:rsidRPr="00992B09" w:rsidRDefault="00ED2432" w:rsidP="00D43E93">
            <w:pPr>
              <w:rPr>
                <w:sz w:val="18"/>
                <w:szCs w:val="18"/>
              </w:rPr>
            </w:pPr>
            <w:r w:rsidRPr="00992B09">
              <w:rPr>
                <w:sz w:val="18"/>
                <w:szCs w:val="18"/>
              </w:rPr>
              <w:t>Мероприятия по улучшению условий труда не требуются</w:t>
            </w:r>
          </w:p>
        </w:tc>
        <w:tc>
          <w:tcPr>
            <w:tcW w:w="2835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1931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2747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1315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</w:tr>
      <w:tr w:rsidR="00ED2432" w:rsidRPr="00F67F44" w:rsidTr="00D43E93">
        <w:trPr>
          <w:jc w:val="center"/>
        </w:trPr>
        <w:tc>
          <w:tcPr>
            <w:tcW w:w="3528" w:type="dxa"/>
            <w:vAlign w:val="center"/>
          </w:tcPr>
          <w:p w:rsidR="00ED2432" w:rsidRPr="00DE0812" w:rsidRDefault="00ED2432" w:rsidP="00DE0812">
            <w:pPr>
              <w:rPr>
                <w:b/>
                <w:sz w:val="18"/>
                <w:szCs w:val="18"/>
              </w:rPr>
            </w:pPr>
            <w:r w:rsidRPr="00DE0812">
              <w:rPr>
                <w:b/>
                <w:sz w:val="18"/>
                <w:szCs w:val="18"/>
              </w:rPr>
              <w:t>Служба логистики:</w:t>
            </w:r>
          </w:p>
          <w:p w:rsidR="00ED2432" w:rsidRDefault="00ED2432" w:rsidP="000C68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(57) </w:t>
            </w:r>
            <w:r w:rsidRPr="00DE0812">
              <w:rPr>
                <w:sz w:val="18"/>
                <w:szCs w:val="18"/>
              </w:rPr>
              <w:t>Водитель погрузчика-комплектовщик</w:t>
            </w:r>
          </w:p>
        </w:tc>
        <w:tc>
          <w:tcPr>
            <w:tcW w:w="3313" w:type="dxa"/>
          </w:tcPr>
          <w:p w:rsidR="00ED2432" w:rsidRPr="00992B09" w:rsidRDefault="00ED2432" w:rsidP="00D43E93">
            <w:pPr>
              <w:rPr>
                <w:sz w:val="18"/>
                <w:szCs w:val="18"/>
              </w:rPr>
            </w:pPr>
            <w:r w:rsidRPr="00992B09">
              <w:rPr>
                <w:sz w:val="18"/>
                <w:szCs w:val="18"/>
              </w:rPr>
              <w:t>Мероприятия по улучшению условий труда не требуются</w:t>
            </w:r>
          </w:p>
        </w:tc>
        <w:tc>
          <w:tcPr>
            <w:tcW w:w="2835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1931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2747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1315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</w:tr>
      <w:tr w:rsidR="00ED2432" w:rsidRPr="00F67F44" w:rsidTr="00D43E93">
        <w:trPr>
          <w:jc w:val="center"/>
        </w:trPr>
        <w:tc>
          <w:tcPr>
            <w:tcW w:w="3528" w:type="dxa"/>
            <w:vAlign w:val="center"/>
          </w:tcPr>
          <w:p w:rsidR="00ED2432" w:rsidRPr="00DE0812" w:rsidRDefault="00ED2432" w:rsidP="00DE0812">
            <w:pPr>
              <w:rPr>
                <w:b/>
                <w:sz w:val="18"/>
                <w:szCs w:val="18"/>
              </w:rPr>
            </w:pPr>
            <w:r w:rsidRPr="00DE0812">
              <w:rPr>
                <w:b/>
                <w:sz w:val="18"/>
                <w:szCs w:val="18"/>
              </w:rPr>
              <w:t>Служба логистики:</w:t>
            </w:r>
          </w:p>
          <w:p w:rsidR="00ED2432" w:rsidRDefault="00ED2432" w:rsidP="00DE08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(58А) </w:t>
            </w:r>
            <w:r w:rsidRPr="00DE0812">
              <w:rPr>
                <w:sz w:val="18"/>
                <w:szCs w:val="18"/>
              </w:rPr>
              <w:t>Водитель погрузчика-комплектовщик</w:t>
            </w:r>
          </w:p>
        </w:tc>
        <w:tc>
          <w:tcPr>
            <w:tcW w:w="3313" w:type="dxa"/>
          </w:tcPr>
          <w:p w:rsidR="00ED2432" w:rsidRPr="00992B09" w:rsidRDefault="00ED2432" w:rsidP="00D43E93">
            <w:pPr>
              <w:rPr>
                <w:sz w:val="18"/>
                <w:szCs w:val="18"/>
              </w:rPr>
            </w:pPr>
            <w:r w:rsidRPr="00992B09">
              <w:rPr>
                <w:sz w:val="18"/>
                <w:szCs w:val="18"/>
              </w:rPr>
              <w:t>Мероприятия по улучшению условий труда не требуются</w:t>
            </w:r>
          </w:p>
        </w:tc>
        <w:tc>
          <w:tcPr>
            <w:tcW w:w="2835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1931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2747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1315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</w:tr>
      <w:tr w:rsidR="00ED2432" w:rsidRPr="00F67F44" w:rsidTr="00D43E93">
        <w:trPr>
          <w:jc w:val="center"/>
        </w:trPr>
        <w:tc>
          <w:tcPr>
            <w:tcW w:w="3528" w:type="dxa"/>
            <w:vAlign w:val="center"/>
          </w:tcPr>
          <w:p w:rsidR="00ED2432" w:rsidRPr="00DE0812" w:rsidRDefault="00ED2432" w:rsidP="00DE0812">
            <w:pPr>
              <w:rPr>
                <w:b/>
                <w:sz w:val="18"/>
                <w:szCs w:val="18"/>
              </w:rPr>
            </w:pPr>
            <w:r w:rsidRPr="00DE0812">
              <w:rPr>
                <w:b/>
                <w:sz w:val="18"/>
                <w:szCs w:val="18"/>
              </w:rPr>
              <w:lastRenderedPageBreak/>
              <w:t>Служба логистики:</w:t>
            </w:r>
          </w:p>
          <w:p w:rsidR="00ED2432" w:rsidRDefault="00ED2432" w:rsidP="00DE08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(58-1А (58А) </w:t>
            </w:r>
            <w:r w:rsidRPr="00DE0812">
              <w:rPr>
                <w:sz w:val="18"/>
                <w:szCs w:val="18"/>
              </w:rPr>
              <w:t>Водитель погрузчика-комплектовщик</w:t>
            </w:r>
          </w:p>
        </w:tc>
        <w:tc>
          <w:tcPr>
            <w:tcW w:w="3313" w:type="dxa"/>
          </w:tcPr>
          <w:p w:rsidR="00ED2432" w:rsidRPr="00992B09" w:rsidRDefault="00ED2432" w:rsidP="00D43E93">
            <w:pPr>
              <w:rPr>
                <w:sz w:val="18"/>
                <w:szCs w:val="18"/>
              </w:rPr>
            </w:pPr>
            <w:r w:rsidRPr="00992B09">
              <w:rPr>
                <w:sz w:val="18"/>
                <w:szCs w:val="18"/>
              </w:rPr>
              <w:t>Мероприятия по улучшению условий труда не требуются</w:t>
            </w:r>
          </w:p>
        </w:tc>
        <w:tc>
          <w:tcPr>
            <w:tcW w:w="2835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1931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2747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1315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</w:tr>
      <w:tr w:rsidR="00ED2432" w:rsidRPr="00F67F44" w:rsidTr="00D43E93">
        <w:trPr>
          <w:jc w:val="center"/>
        </w:trPr>
        <w:tc>
          <w:tcPr>
            <w:tcW w:w="3528" w:type="dxa"/>
            <w:vAlign w:val="center"/>
          </w:tcPr>
          <w:p w:rsidR="00ED2432" w:rsidRPr="00DE0812" w:rsidRDefault="00ED2432" w:rsidP="00DE0812">
            <w:pPr>
              <w:rPr>
                <w:b/>
                <w:sz w:val="18"/>
                <w:szCs w:val="18"/>
              </w:rPr>
            </w:pPr>
            <w:r w:rsidRPr="00DE0812">
              <w:rPr>
                <w:b/>
                <w:sz w:val="18"/>
                <w:szCs w:val="18"/>
              </w:rPr>
              <w:t>Служба логистики:</w:t>
            </w:r>
          </w:p>
          <w:p w:rsidR="00ED2432" w:rsidRDefault="00ED2432" w:rsidP="00DE08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(58-2А (58А) </w:t>
            </w:r>
            <w:r w:rsidRPr="00DE0812">
              <w:rPr>
                <w:sz w:val="18"/>
                <w:szCs w:val="18"/>
              </w:rPr>
              <w:t>Водитель погрузчика-комплектовщик</w:t>
            </w:r>
          </w:p>
        </w:tc>
        <w:tc>
          <w:tcPr>
            <w:tcW w:w="3313" w:type="dxa"/>
          </w:tcPr>
          <w:p w:rsidR="00ED2432" w:rsidRPr="00992B09" w:rsidRDefault="00ED2432" w:rsidP="00D43E93">
            <w:pPr>
              <w:rPr>
                <w:sz w:val="18"/>
                <w:szCs w:val="18"/>
              </w:rPr>
            </w:pPr>
            <w:r w:rsidRPr="00992B09">
              <w:rPr>
                <w:sz w:val="18"/>
                <w:szCs w:val="18"/>
              </w:rPr>
              <w:t>Мероприятия по улучшению условий труда не требуются</w:t>
            </w:r>
          </w:p>
        </w:tc>
        <w:tc>
          <w:tcPr>
            <w:tcW w:w="2835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1931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2747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1315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</w:tr>
      <w:tr w:rsidR="00ED2432" w:rsidRPr="00F67F44" w:rsidTr="00D43E93">
        <w:trPr>
          <w:jc w:val="center"/>
        </w:trPr>
        <w:tc>
          <w:tcPr>
            <w:tcW w:w="3528" w:type="dxa"/>
            <w:vAlign w:val="center"/>
          </w:tcPr>
          <w:p w:rsidR="00ED2432" w:rsidRPr="00DE0812" w:rsidRDefault="00ED2432" w:rsidP="00DE0812">
            <w:pPr>
              <w:rPr>
                <w:b/>
                <w:sz w:val="18"/>
                <w:szCs w:val="18"/>
              </w:rPr>
            </w:pPr>
            <w:r w:rsidRPr="00DE0812">
              <w:rPr>
                <w:b/>
                <w:sz w:val="18"/>
                <w:szCs w:val="18"/>
              </w:rPr>
              <w:t>Служба логистики:</w:t>
            </w:r>
          </w:p>
          <w:p w:rsidR="00ED2432" w:rsidRDefault="00ED2432" w:rsidP="00DE08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(58-3А (58А) </w:t>
            </w:r>
            <w:r w:rsidRPr="00DE0812">
              <w:rPr>
                <w:sz w:val="18"/>
                <w:szCs w:val="18"/>
              </w:rPr>
              <w:t>Водитель погрузчика-комплектовщик</w:t>
            </w:r>
          </w:p>
        </w:tc>
        <w:tc>
          <w:tcPr>
            <w:tcW w:w="3313" w:type="dxa"/>
          </w:tcPr>
          <w:p w:rsidR="00ED2432" w:rsidRPr="00992B09" w:rsidRDefault="00ED2432" w:rsidP="00D43E93">
            <w:pPr>
              <w:rPr>
                <w:sz w:val="18"/>
                <w:szCs w:val="18"/>
              </w:rPr>
            </w:pPr>
            <w:r w:rsidRPr="00992B09">
              <w:rPr>
                <w:sz w:val="18"/>
                <w:szCs w:val="18"/>
              </w:rPr>
              <w:t>Мероприятия по улучшению условий труда не требуются</w:t>
            </w:r>
          </w:p>
        </w:tc>
        <w:tc>
          <w:tcPr>
            <w:tcW w:w="2835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1931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2747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1315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</w:tr>
      <w:tr w:rsidR="00ED2432" w:rsidRPr="00F67F44" w:rsidTr="00D43E93">
        <w:trPr>
          <w:jc w:val="center"/>
        </w:trPr>
        <w:tc>
          <w:tcPr>
            <w:tcW w:w="3528" w:type="dxa"/>
            <w:vAlign w:val="center"/>
          </w:tcPr>
          <w:p w:rsidR="00ED2432" w:rsidRPr="00DE0812" w:rsidRDefault="00ED2432" w:rsidP="00DE0812">
            <w:pPr>
              <w:rPr>
                <w:b/>
                <w:sz w:val="18"/>
                <w:szCs w:val="18"/>
              </w:rPr>
            </w:pPr>
            <w:r w:rsidRPr="00DE0812">
              <w:rPr>
                <w:b/>
                <w:sz w:val="18"/>
                <w:szCs w:val="18"/>
              </w:rPr>
              <w:t>Служба логистики:</w:t>
            </w:r>
          </w:p>
          <w:p w:rsidR="00ED2432" w:rsidRDefault="00ED2432" w:rsidP="00DE08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58-4А (58А) </w:t>
            </w:r>
            <w:r w:rsidRPr="00DE0812">
              <w:rPr>
                <w:sz w:val="18"/>
                <w:szCs w:val="18"/>
              </w:rPr>
              <w:t>Водитель погрузчика-комплектовщик</w:t>
            </w:r>
          </w:p>
        </w:tc>
        <w:tc>
          <w:tcPr>
            <w:tcW w:w="3313" w:type="dxa"/>
          </w:tcPr>
          <w:p w:rsidR="00ED2432" w:rsidRPr="00992B09" w:rsidRDefault="00ED2432" w:rsidP="00D43E93">
            <w:pPr>
              <w:rPr>
                <w:sz w:val="18"/>
                <w:szCs w:val="18"/>
              </w:rPr>
            </w:pPr>
            <w:r w:rsidRPr="00992B09">
              <w:rPr>
                <w:sz w:val="18"/>
                <w:szCs w:val="18"/>
              </w:rPr>
              <w:t>Мероприятия по улучшению условий труда не требуются</w:t>
            </w:r>
          </w:p>
        </w:tc>
        <w:tc>
          <w:tcPr>
            <w:tcW w:w="2835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1931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2747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1315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</w:tr>
      <w:tr w:rsidR="00ED2432" w:rsidRPr="00F67F44" w:rsidTr="00D43E93">
        <w:trPr>
          <w:jc w:val="center"/>
        </w:trPr>
        <w:tc>
          <w:tcPr>
            <w:tcW w:w="3528" w:type="dxa"/>
            <w:vAlign w:val="center"/>
          </w:tcPr>
          <w:p w:rsidR="00ED2432" w:rsidRPr="00DE0812" w:rsidRDefault="00ED2432" w:rsidP="00DE0812">
            <w:pPr>
              <w:rPr>
                <w:b/>
                <w:sz w:val="18"/>
                <w:szCs w:val="18"/>
              </w:rPr>
            </w:pPr>
            <w:r w:rsidRPr="00DE0812">
              <w:rPr>
                <w:b/>
                <w:sz w:val="18"/>
                <w:szCs w:val="18"/>
              </w:rPr>
              <w:t>Служба логистики:</w:t>
            </w:r>
          </w:p>
          <w:p w:rsidR="00ED2432" w:rsidRDefault="00ED2432" w:rsidP="00DE08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59 </w:t>
            </w:r>
            <w:r w:rsidRPr="00DE0812">
              <w:rPr>
                <w:sz w:val="18"/>
                <w:szCs w:val="18"/>
              </w:rPr>
              <w:t>Водитель погрузчика-комплектовщик</w:t>
            </w:r>
          </w:p>
        </w:tc>
        <w:tc>
          <w:tcPr>
            <w:tcW w:w="3313" w:type="dxa"/>
          </w:tcPr>
          <w:p w:rsidR="00ED2432" w:rsidRPr="00992B09" w:rsidRDefault="00ED2432" w:rsidP="00D43E93">
            <w:pPr>
              <w:rPr>
                <w:sz w:val="18"/>
                <w:szCs w:val="18"/>
              </w:rPr>
            </w:pPr>
            <w:r w:rsidRPr="00992B09">
              <w:rPr>
                <w:sz w:val="18"/>
                <w:szCs w:val="18"/>
              </w:rPr>
              <w:t>Мероприятия по улучшению условий труда не требуются</w:t>
            </w:r>
          </w:p>
        </w:tc>
        <w:tc>
          <w:tcPr>
            <w:tcW w:w="2835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1931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2747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1315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</w:tr>
      <w:tr w:rsidR="00ED2432" w:rsidRPr="00F67F44" w:rsidTr="00D43E93">
        <w:trPr>
          <w:jc w:val="center"/>
        </w:trPr>
        <w:tc>
          <w:tcPr>
            <w:tcW w:w="3528" w:type="dxa"/>
            <w:vAlign w:val="center"/>
          </w:tcPr>
          <w:p w:rsidR="00ED2432" w:rsidRPr="00DE0812" w:rsidRDefault="00ED2432" w:rsidP="00DE0812">
            <w:pPr>
              <w:rPr>
                <w:b/>
                <w:sz w:val="18"/>
                <w:szCs w:val="18"/>
              </w:rPr>
            </w:pPr>
            <w:r w:rsidRPr="00DE0812">
              <w:rPr>
                <w:b/>
                <w:sz w:val="18"/>
                <w:szCs w:val="18"/>
              </w:rPr>
              <w:t>Складской комплекс:</w:t>
            </w:r>
          </w:p>
          <w:p w:rsidR="00ED2432" w:rsidRDefault="00ED2432" w:rsidP="00DE08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(60) Грузчик</w:t>
            </w:r>
          </w:p>
        </w:tc>
        <w:tc>
          <w:tcPr>
            <w:tcW w:w="3313" w:type="dxa"/>
          </w:tcPr>
          <w:p w:rsidR="00ED2432" w:rsidRPr="00992B09" w:rsidRDefault="00ED2432" w:rsidP="00D43E93">
            <w:pPr>
              <w:rPr>
                <w:sz w:val="18"/>
                <w:szCs w:val="18"/>
              </w:rPr>
            </w:pPr>
            <w:r w:rsidRPr="00992B09">
              <w:rPr>
                <w:sz w:val="18"/>
                <w:szCs w:val="18"/>
              </w:rPr>
              <w:t>Мероприятия по улучшению условий труда не требуются</w:t>
            </w:r>
          </w:p>
        </w:tc>
        <w:tc>
          <w:tcPr>
            <w:tcW w:w="2835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1931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2747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1315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</w:tr>
      <w:tr w:rsidR="00ED2432" w:rsidRPr="00F67F44" w:rsidTr="00D43E93">
        <w:trPr>
          <w:jc w:val="center"/>
        </w:trPr>
        <w:tc>
          <w:tcPr>
            <w:tcW w:w="3528" w:type="dxa"/>
            <w:vAlign w:val="center"/>
          </w:tcPr>
          <w:p w:rsidR="00ED2432" w:rsidRPr="00DE0812" w:rsidRDefault="00ED2432" w:rsidP="00D43E93">
            <w:pPr>
              <w:rPr>
                <w:b/>
                <w:sz w:val="18"/>
                <w:szCs w:val="18"/>
              </w:rPr>
            </w:pPr>
            <w:r w:rsidRPr="00DE0812">
              <w:rPr>
                <w:b/>
                <w:sz w:val="18"/>
                <w:szCs w:val="18"/>
              </w:rPr>
              <w:t>Складской комплекс:</w:t>
            </w:r>
          </w:p>
          <w:p w:rsidR="00ED2432" w:rsidRDefault="00ED2432" w:rsidP="00DE08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(61) Грузчик</w:t>
            </w:r>
          </w:p>
        </w:tc>
        <w:tc>
          <w:tcPr>
            <w:tcW w:w="3313" w:type="dxa"/>
          </w:tcPr>
          <w:p w:rsidR="00ED2432" w:rsidRPr="00992B09" w:rsidRDefault="00ED2432" w:rsidP="00D43E93">
            <w:pPr>
              <w:rPr>
                <w:sz w:val="18"/>
                <w:szCs w:val="18"/>
              </w:rPr>
            </w:pPr>
            <w:r w:rsidRPr="00992B09">
              <w:rPr>
                <w:sz w:val="18"/>
                <w:szCs w:val="18"/>
              </w:rPr>
              <w:t>Мероприятия по улучшению условий труда не требуются</w:t>
            </w:r>
          </w:p>
        </w:tc>
        <w:tc>
          <w:tcPr>
            <w:tcW w:w="2835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1931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2747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1315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</w:tr>
      <w:tr w:rsidR="00ED2432" w:rsidRPr="00F67F44" w:rsidTr="00D43E93">
        <w:trPr>
          <w:jc w:val="center"/>
        </w:trPr>
        <w:tc>
          <w:tcPr>
            <w:tcW w:w="3528" w:type="dxa"/>
            <w:vAlign w:val="center"/>
          </w:tcPr>
          <w:p w:rsidR="00ED2432" w:rsidRPr="00DE0812" w:rsidRDefault="00ED2432" w:rsidP="00D43E93">
            <w:pPr>
              <w:rPr>
                <w:b/>
                <w:sz w:val="18"/>
                <w:szCs w:val="18"/>
              </w:rPr>
            </w:pPr>
            <w:r w:rsidRPr="00DE0812">
              <w:rPr>
                <w:b/>
                <w:sz w:val="18"/>
                <w:szCs w:val="18"/>
              </w:rPr>
              <w:t>Складской комплекс:</w:t>
            </w:r>
          </w:p>
          <w:p w:rsidR="00ED2432" w:rsidRDefault="00ED2432" w:rsidP="00DE08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(62) Грузчик</w:t>
            </w:r>
          </w:p>
        </w:tc>
        <w:tc>
          <w:tcPr>
            <w:tcW w:w="3313" w:type="dxa"/>
          </w:tcPr>
          <w:p w:rsidR="00ED2432" w:rsidRPr="00992B09" w:rsidRDefault="00ED2432" w:rsidP="00D43E93">
            <w:pPr>
              <w:rPr>
                <w:sz w:val="18"/>
                <w:szCs w:val="18"/>
              </w:rPr>
            </w:pPr>
            <w:r w:rsidRPr="00992B09">
              <w:rPr>
                <w:sz w:val="18"/>
                <w:szCs w:val="18"/>
              </w:rPr>
              <w:t>Мероприятия по улучшению условий труда не требуются</w:t>
            </w:r>
          </w:p>
        </w:tc>
        <w:tc>
          <w:tcPr>
            <w:tcW w:w="2835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1931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2747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1315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</w:tr>
      <w:tr w:rsidR="00ED2432" w:rsidRPr="00F67F44" w:rsidTr="00D43E93">
        <w:trPr>
          <w:jc w:val="center"/>
        </w:trPr>
        <w:tc>
          <w:tcPr>
            <w:tcW w:w="3528" w:type="dxa"/>
            <w:vAlign w:val="center"/>
          </w:tcPr>
          <w:p w:rsidR="00ED2432" w:rsidRPr="00723665" w:rsidRDefault="00ED2432" w:rsidP="00723665">
            <w:pPr>
              <w:rPr>
                <w:b/>
                <w:sz w:val="18"/>
                <w:szCs w:val="18"/>
              </w:rPr>
            </w:pPr>
            <w:r w:rsidRPr="00723665">
              <w:rPr>
                <w:b/>
                <w:sz w:val="18"/>
                <w:szCs w:val="18"/>
              </w:rPr>
              <w:t>Цех санитарии и благоустройства:</w:t>
            </w:r>
          </w:p>
          <w:p w:rsidR="00ED2432" w:rsidRDefault="00ED2432" w:rsidP="007236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(63) Мастер цеха санитарии и благоустройства</w:t>
            </w:r>
          </w:p>
        </w:tc>
        <w:tc>
          <w:tcPr>
            <w:tcW w:w="3313" w:type="dxa"/>
          </w:tcPr>
          <w:p w:rsidR="00ED2432" w:rsidRPr="00992B09" w:rsidRDefault="00ED2432" w:rsidP="00D43E93">
            <w:pPr>
              <w:rPr>
                <w:sz w:val="18"/>
                <w:szCs w:val="18"/>
              </w:rPr>
            </w:pPr>
            <w:r w:rsidRPr="00992B09">
              <w:rPr>
                <w:sz w:val="18"/>
                <w:szCs w:val="18"/>
              </w:rPr>
              <w:t>Мероприятия по улучшению условий труда не требуются</w:t>
            </w:r>
          </w:p>
        </w:tc>
        <w:tc>
          <w:tcPr>
            <w:tcW w:w="2835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1931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2747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1315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</w:tr>
      <w:tr w:rsidR="00ED2432" w:rsidRPr="00F67F44" w:rsidTr="00E03353">
        <w:trPr>
          <w:jc w:val="center"/>
        </w:trPr>
        <w:tc>
          <w:tcPr>
            <w:tcW w:w="3528" w:type="dxa"/>
            <w:vAlign w:val="center"/>
          </w:tcPr>
          <w:p w:rsidR="00ED2432" w:rsidRPr="00723665" w:rsidRDefault="00ED2432" w:rsidP="00ED2432">
            <w:pPr>
              <w:rPr>
                <w:b/>
                <w:sz w:val="18"/>
                <w:szCs w:val="18"/>
              </w:rPr>
            </w:pPr>
            <w:r w:rsidRPr="00723665">
              <w:rPr>
                <w:b/>
                <w:sz w:val="18"/>
                <w:szCs w:val="18"/>
              </w:rPr>
              <w:t>Отдел контроля за режимом:</w:t>
            </w:r>
          </w:p>
          <w:p w:rsidR="00ED2432" w:rsidRDefault="00ED2432" w:rsidP="00ED24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(66А) Старший смены отдела контроля за режимом</w:t>
            </w:r>
          </w:p>
        </w:tc>
        <w:tc>
          <w:tcPr>
            <w:tcW w:w="3313" w:type="dxa"/>
          </w:tcPr>
          <w:p w:rsidR="00ED2432" w:rsidRPr="00992B09" w:rsidRDefault="00ED2432" w:rsidP="00E03353">
            <w:pPr>
              <w:rPr>
                <w:sz w:val="18"/>
                <w:szCs w:val="18"/>
              </w:rPr>
            </w:pPr>
            <w:r w:rsidRPr="00992B09">
              <w:rPr>
                <w:sz w:val="18"/>
                <w:szCs w:val="18"/>
              </w:rPr>
              <w:t>Мероприятия по улучшению условий труда не требуются</w:t>
            </w:r>
          </w:p>
        </w:tc>
        <w:tc>
          <w:tcPr>
            <w:tcW w:w="2835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1931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2747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1315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</w:tr>
      <w:tr w:rsidR="00ED2432" w:rsidRPr="00F67F44" w:rsidTr="00D43E93">
        <w:trPr>
          <w:jc w:val="center"/>
        </w:trPr>
        <w:tc>
          <w:tcPr>
            <w:tcW w:w="3528" w:type="dxa"/>
            <w:vAlign w:val="center"/>
          </w:tcPr>
          <w:p w:rsidR="00ED2432" w:rsidRPr="00723665" w:rsidRDefault="00ED2432" w:rsidP="00723665">
            <w:pPr>
              <w:rPr>
                <w:b/>
                <w:sz w:val="18"/>
                <w:szCs w:val="18"/>
              </w:rPr>
            </w:pPr>
            <w:r w:rsidRPr="00723665">
              <w:rPr>
                <w:b/>
                <w:sz w:val="18"/>
                <w:szCs w:val="18"/>
              </w:rPr>
              <w:t>Отдел контроля за режимом:</w:t>
            </w:r>
          </w:p>
          <w:p w:rsidR="00ED2432" w:rsidRDefault="00ED2432" w:rsidP="007236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(67) Контролер</w:t>
            </w:r>
          </w:p>
        </w:tc>
        <w:tc>
          <w:tcPr>
            <w:tcW w:w="3313" w:type="dxa"/>
          </w:tcPr>
          <w:p w:rsidR="00ED2432" w:rsidRPr="00992B09" w:rsidRDefault="00ED2432" w:rsidP="00D43E93">
            <w:pPr>
              <w:rPr>
                <w:sz w:val="18"/>
                <w:szCs w:val="18"/>
              </w:rPr>
            </w:pPr>
            <w:r w:rsidRPr="00992B09">
              <w:rPr>
                <w:sz w:val="18"/>
                <w:szCs w:val="18"/>
              </w:rPr>
              <w:t>Мероприятия по улучшению условий труда не требуются</w:t>
            </w:r>
          </w:p>
        </w:tc>
        <w:tc>
          <w:tcPr>
            <w:tcW w:w="2835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1931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2747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1315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</w:tr>
      <w:tr w:rsidR="00ED2432" w:rsidRPr="00F67F44" w:rsidTr="00D43E93">
        <w:trPr>
          <w:jc w:val="center"/>
        </w:trPr>
        <w:tc>
          <w:tcPr>
            <w:tcW w:w="3528" w:type="dxa"/>
            <w:vAlign w:val="center"/>
          </w:tcPr>
          <w:p w:rsidR="00ED2432" w:rsidRPr="00723665" w:rsidRDefault="00ED2432" w:rsidP="00D43E93">
            <w:pPr>
              <w:rPr>
                <w:b/>
                <w:sz w:val="18"/>
                <w:szCs w:val="18"/>
              </w:rPr>
            </w:pPr>
            <w:r w:rsidRPr="00723665">
              <w:rPr>
                <w:b/>
                <w:sz w:val="18"/>
                <w:szCs w:val="18"/>
              </w:rPr>
              <w:t>Отдел контроля за режимом:</w:t>
            </w:r>
          </w:p>
          <w:p w:rsidR="00ED2432" w:rsidRDefault="00ED2432" w:rsidP="007236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(68) Контролер</w:t>
            </w:r>
          </w:p>
        </w:tc>
        <w:tc>
          <w:tcPr>
            <w:tcW w:w="3313" w:type="dxa"/>
          </w:tcPr>
          <w:p w:rsidR="00ED2432" w:rsidRPr="00992B09" w:rsidRDefault="00ED2432" w:rsidP="00D43E93">
            <w:pPr>
              <w:rPr>
                <w:sz w:val="18"/>
                <w:szCs w:val="18"/>
              </w:rPr>
            </w:pPr>
            <w:r w:rsidRPr="00992B09">
              <w:rPr>
                <w:sz w:val="18"/>
                <w:szCs w:val="18"/>
              </w:rPr>
              <w:t>Мероприятия по улучшению условий труда не требуются</w:t>
            </w:r>
          </w:p>
        </w:tc>
        <w:tc>
          <w:tcPr>
            <w:tcW w:w="2835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1931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2747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1315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</w:tr>
      <w:tr w:rsidR="00ED2432" w:rsidRPr="00F67F44" w:rsidTr="00D43E93">
        <w:trPr>
          <w:jc w:val="center"/>
        </w:trPr>
        <w:tc>
          <w:tcPr>
            <w:tcW w:w="3528" w:type="dxa"/>
            <w:vAlign w:val="center"/>
          </w:tcPr>
          <w:p w:rsidR="00ED2432" w:rsidRPr="00723665" w:rsidRDefault="00ED2432" w:rsidP="00D43E93">
            <w:pPr>
              <w:rPr>
                <w:b/>
                <w:sz w:val="18"/>
                <w:szCs w:val="18"/>
              </w:rPr>
            </w:pPr>
            <w:r w:rsidRPr="00723665">
              <w:rPr>
                <w:b/>
                <w:sz w:val="18"/>
                <w:szCs w:val="18"/>
              </w:rPr>
              <w:t>Отдел контроля за режимом:</w:t>
            </w:r>
          </w:p>
          <w:p w:rsidR="00ED2432" w:rsidRDefault="00ED2432" w:rsidP="007236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(69) Контролер</w:t>
            </w:r>
          </w:p>
        </w:tc>
        <w:tc>
          <w:tcPr>
            <w:tcW w:w="3313" w:type="dxa"/>
          </w:tcPr>
          <w:p w:rsidR="00ED2432" w:rsidRPr="00992B09" w:rsidRDefault="00ED2432" w:rsidP="00D43E93">
            <w:pPr>
              <w:rPr>
                <w:sz w:val="18"/>
                <w:szCs w:val="18"/>
              </w:rPr>
            </w:pPr>
            <w:r w:rsidRPr="00992B09">
              <w:rPr>
                <w:sz w:val="18"/>
                <w:szCs w:val="18"/>
              </w:rPr>
              <w:t>Мероприятия по улучшению условий труда не требуются</w:t>
            </w:r>
          </w:p>
        </w:tc>
        <w:tc>
          <w:tcPr>
            <w:tcW w:w="2835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1931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2747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  <w:tc>
          <w:tcPr>
            <w:tcW w:w="1315" w:type="dxa"/>
            <w:vAlign w:val="center"/>
          </w:tcPr>
          <w:p w:rsidR="00ED2432" w:rsidRPr="00F67F44" w:rsidRDefault="00ED2432" w:rsidP="002D3454">
            <w:pPr>
              <w:pStyle w:val="aa"/>
              <w:rPr>
                <w:highlight w:val="yellow"/>
              </w:rPr>
            </w:pPr>
          </w:p>
        </w:tc>
      </w:tr>
    </w:tbl>
    <w:p w:rsidR="002D3454" w:rsidRPr="00F67F44" w:rsidRDefault="002D3454" w:rsidP="002D3454">
      <w:pPr>
        <w:rPr>
          <w:highlight w:val="yellow"/>
        </w:rPr>
      </w:pPr>
    </w:p>
    <w:p w:rsidR="00396C94" w:rsidRPr="00D43E93" w:rsidRDefault="002D3454" w:rsidP="00C13271">
      <w:pPr>
        <w:rPr>
          <w:b/>
          <w:sz w:val="10"/>
          <w:szCs w:val="10"/>
        </w:rPr>
      </w:pPr>
      <w:r w:rsidRPr="00D43E93">
        <w:t>Дата составления:</w:t>
      </w:r>
      <w:r w:rsidRPr="00D43E93">
        <w:rPr>
          <w:rStyle w:val="a9"/>
        </w:rPr>
        <w:t xml:space="preserve"> </w:t>
      </w:r>
      <w:r w:rsidRPr="00D43E93">
        <w:rPr>
          <w:rStyle w:val="a9"/>
        </w:rPr>
        <w:fldChar w:fldCharType="begin"/>
      </w:r>
      <w:r w:rsidRPr="00D43E93">
        <w:rPr>
          <w:rStyle w:val="a9"/>
        </w:rPr>
        <w:instrText xml:space="preserve"> DOCVARIABLE </w:instrText>
      </w:r>
      <w:r w:rsidRPr="00D43E93">
        <w:rPr>
          <w:rStyle w:val="a9"/>
          <w:lang w:val="en-US"/>
        </w:rPr>
        <w:instrText>fill_date</w:instrText>
      </w:r>
      <w:r w:rsidRPr="00D43E93">
        <w:rPr>
          <w:rStyle w:val="a9"/>
        </w:rPr>
        <w:instrText xml:space="preserve"> \* MERGEFORMAT </w:instrText>
      </w:r>
      <w:r w:rsidRPr="00D43E93">
        <w:rPr>
          <w:rStyle w:val="a9"/>
        </w:rPr>
        <w:fldChar w:fldCharType="separate"/>
      </w:r>
      <w:r w:rsidRPr="00D43E93">
        <w:rPr>
          <w:rStyle w:val="a9"/>
        </w:rPr>
        <w:t>0</w:t>
      </w:r>
      <w:r w:rsidR="00D43E93" w:rsidRPr="00D43E93">
        <w:rPr>
          <w:rStyle w:val="a9"/>
        </w:rPr>
        <w:t>9</w:t>
      </w:r>
      <w:r w:rsidRPr="00D43E93">
        <w:rPr>
          <w:rStyle w:val="a9"/>
        </w:rPr>
        <w:t>.0</w:t>
      </w:r>
      <w:r w:rsidR="00D43E93" w:rsidRPr="00D43E93">
        <w:rPr>
          <w:rStyle w:val="a9"/>
        </w:rPr>
        <w:t>8</w:t>
      </w:r>
      <w:r w:rsidRPr="00D43E93">
        <w:rPr>
          <w:rStyle w:val="a9"/>
        </w:rPr>
        <w:t>.20</w:t>
      </w:r>
      <w:r w:rsidR="00D43E93" w:rsidRPr="00D43E93">
        <w:rPr>
          <w:rStyle w:val="a9"/>
        </w:rPr>
        <w:t>17</w:t>
      </w:r>
      <w:r w:rsidRPr="00D43E93">
        <w:rPr>
          <w:rStyle w:val="a9"/>
        </w:rPr>
        <w:fldChar w:fldCharType="end"/>
      </w:r>
      <w:r w:rsidRPr="00D43E93">
        <w:rPr>
          <w:rStyle w:val="a9"/>
          <w:lang w:val="en-US"/>
        </w:rPr>
        <w:t> </w:t>
      </w:r>
      <w:r w:rsidR="00C13271" w:rsidRPr="00D43E93">
        <w:rPr>
          <w:b/>
          <w:sz w:val="28"/>
          <w:szCs w:val="28"/>
        </w:rPr>
        <w:br w:type="page"/>
      </w:r>
    </w:p>
    <w:tbl>
      <w:tblPr>
        <w:tblW w:w="154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9"/>
        <w:gridCol w:w="3792"/>
        <w:gridCol w:w="2640"/>
        <w:gridCol w:w="1384"/>
        <w:gridCol w:w="3294"/>
        <w:gridCol w:w="1315"/>
      </w:tblGrid>
      <w:tr w:rsidR="00396C94" w:rsidRPr="006C0AEE" w:rsidTr="002C5B79">
        <w:trPr>
          <w:jc w:val="center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396C94" w:rsidRPr="006C0AEE" w:rsidRDefault="00396C94">
            <w:pPr>
              <w:pStyle w:val="aa"/>
            </w:pPr>
            <w:r w:rsidRPr="006C0AEE">
              <w:t>Наименование структурного подразделения, рабочего места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396C94" w:rsidRPr="006C0AEE" w:rsidRDefault="00396C94">
            <w:pPr>
              <w:pStyle w:val="aa"/>
            </w:pPr>
            <w:r w:rsidRPr="006C0AEE">
              <w:t>Наименование мероприятия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396C94" w:rsidRPr="006C0AEE" w:rsidRDefault="00396C94">
            <w:pPr>
              <w:pStyle w:val="aa"/>
            </w:pPr>
            <w:r w:rsidRPr="006C0AEE">
              <w:t>Цель мероприятия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396C94" w:rsidRPr="006C0AEE" w:rsidRDefault="00396C94">
            <w:pPr>
              <w:pStyle w:val="aa"/>
            </w:pPr>
            <w:r w:rsidRPr="006C0AEE">
              <w:t>Срок</w:t>
            </w:r>
            <w:r w:rsidRPr="006C0AEE">
              <w:rPr>
                <w:lang w:val="en-US"/>
              </w:rPr>
              <w:br/>
            </w:r>
            <w:r w:rsidRPr="006C0AEE">
              <w:t>выполнения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396C94" w:rsidRPr="006C0AEE" w:rsidRDefault="00396C94">
            <w:pPr>
              <w:pStyle w:val="aa"/>
            </w:pPr>
            <w:r w:rsidRPr="006C0AEE">
              <w:t>Структурные подразделения, привлекаемые для выполнения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396C94" w:rsidRPr="006C0AEE" w:rsidRDefault="00396C94">
            <w:pPr>
              <w:pStyle w:val="aa"/>
            </w:pPr>
            <w:r w:rsidRPr="006C0AEE">
              <w:t>Отметка о выполнении</w:t>
            </w:r>
          </w:p>
        </w:tc>
      </w:tr>
      <w:tr w:rsidR="002D3454" w:rsidRPr="00D43E93" w:rsidTr="006C0AEE">
        <w:trPr>
          <w:jc w:val="center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AEE" w:rsidRPr="00D43E93" w:rsidRDefault="006C0AEE" w:rsidP="006C0AEE">
            <w:pPr>
              <w:rPr>
                <w:b/>
                <w:sz w:val="18"/>
                <w:szCs w:val="18"/>
              </w:rPr>
            </w:pPr>
            <w:r w:rsidRPr="00D43E93">
              <w:rPr>
                <w:b/>
                <w:sz w:val="18"/>
                <w:szCs w:val="18"/>
              </w:rPr>
              <w:t>Служба главного инженера:</w:t>
            </w:r>
          </w:p>
          <w:p w:rsidR="002D3454" w:rsidRPr="00D43E93" w:rsidRDefault="006C0AEE" w:rsidP="006C0AEE">
            <w:pPr>
              <w:pStyle w:val="aa"/>
              <w:jc w:val="left"/>
              <w:rPr>
                <w:b/>
                <w:i/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 xml:space="preserve"> (1) Станочник (токарь, фрезеровщик) 6 разряда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54" w:rsidRPr="00D43E93" w:rsidRDefault="004A4CCE" w:rsidP="006C0AEE">
            <w:pPr>
              <w:rPr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>М</w:t>
            </w:r>
            <w:r w:rsidR="002D3454" w:rsidRPr="00D43E93">
              <w:rPr>
                <w:sz w:val="18"/>
                <w:szCs w:val="18"/>
              </w:rPr>
              <w:t>ероприятия по улучшению условий труда не требуются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Pr="00D43E93" w:rsidRDefault="002D3454" w:rsidP="002D3454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Pr="00D43E93" w:rsidRDefault="002D3454" w:rsidP="002D3454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Pr="00D43E93" w:rsidRDefault="002D3454" w:rsidP="002D3454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Pr="00D43E93" w:rsidRDefault="002D3454" w:rsidP="002D3454">
            <w:pPr>
              <w:pStyle w:val="aa"/>
              <w:rPr>
                <w:sz w:val="18"/>
                <w:szCs w:val="18"/>
              </w:rPr>
            </w:pPr>
          </w:p>
        </w:tc>
      </w:tr>
      <w:tr w:rsidR="004A4CCE" w:rsidRPr="00D43E93" w:rsidTr="00FD0510">
        <w:trPr>
          <w:jc w:val="center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CCE" w:rsidRPr="00D43E93" w:rsidRDefault="004A4CCE" w:rsidP="00FD0510">
            <w:pPr>
              <w:rPr>
                <w:b/>
                <w:sz w:val="18"/>
                <w:szCs w:val="18"/>
              </w:rPr>
            </w:pPr>
            <w:r w:rsidRPr="00D43E93">
              <w:rPr>
                <w:b/>
                <w:sz w:val="18"/>
                <w:szCs w:val="18"/>
              </w:rPr>
              <w:t>Служба главного инженера:</w:t>
            </w:r>
          </w:p>
          <w:p w:rsidR="004A4CCE" w:rsidRPr="00D43E93" w:rsidRDefault="004A4CCE" w:rsidP="006C0AEE">
            <w:pPr>
              <w:pStyle w:val="aa"/>
              <w:jc w:val="left"/>
              <w:rPr>
                <w:b/>
                <w:i/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 xml:space="preserve"> (2) Станочник-ремонтник 6 разряда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CE" w:rsidRPr="00D43E93" w:rsidRDefault="004A4CCE" w:rsidP="00D43E93">
            <w:pPr>
              <w:rPr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>Мероприятия по улучшению условий труда не требуются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CE" w:rsidRPr="00D43E93" w:rsidRDefault="004A4CCE" w:rsidP="002D3454">
            <w:pPr>
              <w:pStyle w:val="aa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CE" w:rsidRPr="00D43E93" w:rsidRDefault="004A4CCE" w:rsidP="002D3454">
            <w:pPr>
              <w:pStyle w:val="aa"/>
              <w:rPr>
                <w:sz w:val="18"/>
                <w:szCs w:val="18"/>
                <w:highlight w:val="yellow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CE" w:rsidRPr="00D43E93" w:rsidRDefault="004A4CCE" w:rsidP="002D3454">
            <w:pPr>
              <w:pStyle w:val="aa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CE" w:rsidRPr="00D43E93" w:rsidRDefault="004A4CCE" w:rsidP="002D3454">
            <w:pPr>
              <w:pStyle w:val="aa"/>
              <w:rPr>
                <w:sz w:val="18"/>
                <w:szCs w:val="18"/>
                <w:highlight w:val="yellow"/>
              </w:rPr>
            </w:pPr>
          </w:p>
        </w:tc>
      </w:tr>
      <w:tr w:rsidR="006C0AEE" w:rsidRPr="00D43E93" w:rsidTr="006C0AEE">
        <w:trPr>
          <w:jc w:val="center"/>
        </w:trPr>
        <w:tc>
          <w:tcPr>
            <w:tcW w:w="30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C0AEE" w:rsidRPr="00D43E93" w:rsidRDefault="006C0AEE" w:rsidP="006C0AEE">
            <w:pPr>
              <w:rPr>
                <w:b/>
                <w:sz w:val="18"/>
                <w:szCs w:val="18"/>
              </w:rPr>
            </w:pPr>
            <w:r w:rsidRPr="00D43E93">
              <w:rPr>
                <w:b/>
                <w:sz w:val="18"/>
                <w:szCs w:val="18"/>
              </w:rPr>
              <w:t>Служба главного инженера:</w:t>
            </w:r>
          </w:p>
          <w:p w:rsidR="006C0AEE" w:rsidRPr="00D43E93" w:rsidRDefault="006C0AEE" w:rsidP="006C0AEE">
            <w:pPr>
              <w:pStyle w:val="aa"/>
              <w:jc w:val="left"/>
              <w:rPr>
                <w:b/>
                <w:i/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 xml:space="preserve"> (4) </w:t>
            </w:r>
            <w:proofErr w:type="spellStart"/>
            <w:r w:rsidR="00D43E93" w:rsidRPr="00D43E93">
              <w:rPr>
                <w:sz w:val="18"/>
                <w:szCs w:val="18"/>
              </w:rPr>
              <w:t>Э</w:t>
            </w:r>
            <w:r w:rsidRPr="00D43E93">
              <w:rPr>
                <w:sz w:val="18"/>
                <w:szCs w:val="18"/>
              </w:rPr>
              <w:t>лектрогазосварщик</w:t>
            </w:r>
            <w:proofErr w:type="spellEnd"/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AEE" w:rsidRPr="00D43E93" w:rsidRDefault="006C0AEE" w:rsidP="006C0AEE">
            <w:pPr>
              <w:pStyle w:val="aa"/>
              <w:jc w:val="left"/>
              <w:rPr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>Предоставлять время для отдыха в виде регламентированных перерывов через 1,5-2,0 ч работы, продолжительностью не мене 10 мин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AEE" w:rsidRPr="00D43E93" w:rsidRDefault="006C0AEE" w:rsidP="002D3454">
            <w:pPr>
              <w:pStyle w:val="aa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AEE" w:rsidRPr="00D43E93" w:rsidRDefault="006C0AEE" w:rsidP="002D3454">
            <w:pPr>
              <w:pStyle w:val="aa"/>
              <w:rPr>
                <w:sz w:val="18"/>
                <w:szCs w:val="18"/>
                <w:highlight w:val="yellow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AEE" w:rsidRPr="00D43E93" w:rsidRDefault="006C0AEE" w:rsidP="002D3454">
            <w:pPr>
              <w:pStyle w:val="aa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AEE" w:rsidRPr="00D43E93" w:rsidRDefault="006C0AEE" w:rsidP="002D3454">
            <w:pPr>
              <w:pStyle w:val="aa"/>
              <w:rPr>
                <w:sz w:val="18"/>
                <w:szCs w:val="18"/>
                <w:highlight w:val="yellow"/>
              </w:rPr>
            </w:pPr>
          </w:p>
        </w:tc>
      </w:tr>
      <w:tr w:rsidR="006C0AEE" w:rsidRPr="00D43E93" w:rsidTr="00FD0510">
        <w:trPr>
          <w:jc w:val="center"/>
        </w:trPr>
        <w:tc>
          <w:tcPr>
            <w:tcW w:w="30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AEE" w:rsidRPr="00D43E93" w:rsidRDefault="006C0AEE" w:rsidP="00FD0510">
            <w:pPr>
              <w:rPr>
                <w:b/>
                <w:sz w:val="18"/>
                <w:szCs w:val="18"/>
              </w:rPr>
            </w:pP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AEE" w:rsidRPr="00D43E93" w:rsidRDefault="006C0AEE" w:rsidP="006C0AEE">
            <w:pPr>
              <w:pStyle w:val="aa"/>
              <w:jc w:val="left"/>
              <w:rPr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>В целях снижения вредного воздействия повышенного уровня химического фактора, применять средства индивидуальной защиты органов дыхания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AEE" w:rsidRPr="00D43E93" w:rsidRDefault="006C0AEE" w:rsidP="002D3454">
            <w:pPr>
              <w:pStyle w:val="aa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AEE" w:rsidRPr="00D43E93" w:rsidRDefault="006C0AEE" w:rsidP="002D3454">
            <w:pPr>
              <w:pStyle w:val="aa"/>
              <w:rPr>
                <w:sz w:val="18"/>
                <w:szCs w:val="18"/>
                <w:highlight w:val="yellow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AEE" w:rsidRPr="00D43E93" w:rsidRDefault="006C0AEE" w:rsidP="002D3454">
            <w:pPr>
              <w:pStyle w:val="aa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AEE" w:rsidRPr="00D43E93" w:rsidRDefault="006C0AEE" w:rsidP="002D3454">
            <w:pPr>
              <w:pStyle w:val="aa"/>
              <w:rPr>
                <w:sz w:val="18"/>
                <w:szCs w:val="18"/>
                <w:highlight w:val="yellow"/>
              </w:rPr>
            </w:pPr>
          </w:p>
        </w:tc>
      </w:tr>
      <w:tr w:rsidR="00D43E93" w:rsidRPr="00D43E93" w:rsidTr="00D43E93">
        <w:trPr>
          <w:jc w:val="center"/>
        </w:trPr>
        <w:tc>
          <w:tcPr>
            <w:tcW w:w="30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E93" w:rsidRPr="00D43E93" w:rsidRDefault="00D43E93" w:rsidP="00D43E93">
            <w:pPr>
              <w:rPr>
                <w:b/>
                <w:sz w:val="18"/>
                <w:szCs w:val="18"/>
              </w:rPr>
            </w:pPr>
            <w:r w:rsidRPr="00D43E93">
              <w:rPr>
                <w:b/>
                <w:sz w:val="18"/>
                <w:szCs w:val="18"/>
              </w:rPr>
              <w:t>Служба главного инженера:</w:t>
            </w:r>
          </w:p>
          <w:p w:rsidR="00D43E93" w:rsidRPr="00D43E93" w:rsidRDefault="00D43E93" w:rsidP="00D43E93">
            <w:pPr>
              <w:pStyle w:val="aa"/>
              <w:jc w:val="left"/>
              <w:rPr>
                <w:b/>
                <w:i/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6</w:t>
            </w:r>
            <w:r w:rsidRPr="00D43E93">
              <w:rPr>
                <w:sz w:val="18"/>
                <w:szCs w:val="18"/>
              </w:rPr>
              <w:t>) Машинист холодильно-компрессорных установок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E93" w:rsidRPr="00D43E93" w:rsidRDefault="00D43E93" w:rsidP="00D43E93">
            <w:pPr>
              <w:pStyle w:val="aa"/>
              <w:jc w:val="left"/>
              <w:rPr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>В целях снижения вредного воздействия повышенного уровня шума применять средства индивидуальной защиты органов слуха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E93" w:rsidRPr="00D43E93" w:rsidRDefault="00D43E93" w:rsidP="00D43E93">
            <w:pPr>
              <w:pStyle w:val="aa"/>
              <w:jc w:val="left"/>
              <w:rPr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>Предупреждение профессиональных заболеваний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E93" w:rsidRPr="00D43E93" w:rsidRDefault="00D43E93" w:rsidP="002D3454">
            <w:pPr>
              <w:pStyle w:val="aa"/>
              <w:rPr>
                <w:sz w:val="18"/>
                <w:szCs w:val="18"/>
                <w:highlight w:val="yellow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E93" w:rsidRPr="00D43E93" w:rsidRDefault="00D43E93" w:rsidP="002D3454">
            <w:pPr>
              <w:pStyle w:val="aa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E93" w:rsidRPr="00D43E93" w:rsidRDefault="00D43E93" w:rsidP="002D3454">
            <w:pPr>
              <w:pStyle w:val="aa"/>
              <w:rPr>
                <w:sz w:val="18"/>
                <w:szCs w:val="18"/>
                <w:highlight w:val="yellow"/>
              </w:rPr>
            </w:pPr>
          </w:p>
        </w:tc>
      </w:tr>
      <w:tr w:rsidR="00D43E93" w:rsidRPr="00D43E93" w:rsidTr="00FD0510">
        <w:trPr>
          <w:jc w:val="center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E93" w:rsidRPr="00ED2432" w:rsidRDefault="00D43E93" w:rsidP="00FD0510">
            <w:pPr>
              <w:rPr>
                <w:b/>
                <w:sz w:val="18"/>
                <w:szCs w:val="18"/>
              </w:rPr>
            </w:pPr>
            <w:r w:rsidRPr="00ED2432">
              <w:rPr>
                <w:b/>
                <w:sz w:val="18"/>
                <w:szCs w:val="18"/>
              </w:rPr>
              <w:t>Служба главного инженера:</w:t>
            </w:r>
          </w:p>
          <w:p w:rsidR="00D43E93" w:rsidRPr="00ED2432" w:rsidRDefault="00D43E93" w:rsidP="006C0AEE">
            <w:pPr>
              <w:pStyle w:val="aa"/>
              <w:jc w:val="left"/>
              <w:rPr>
                <w:b/>
                <w:i/>
                <w:sz w:val="18"/>
                <w:szCs w:val="18"/>
              </w:rPr>
            </w:pPr>
            <w:r w:rsidRPr="00ED2432">
              <w:rPr>
                <w:sz w:val="18"/>
                <w:szCs w:val="18"/>
              </w:rPr>
              <w:t xml:space="preserve"> (5) Электромонтер 5 разряда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E93" w:rsidRPr="00D43E93" w:rsidRDefault="00D43E93" w:rsidP="00FD0510">
            <w:pPr>
              <w:rPr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>мероприятия по улучшению условий труда не требуются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E93" w:rsidRPr="00D43E93" w:rsidRDefault="00D43E93" w:rsidP="002D3454">
            <w:pPr>
              <w:pStyle w:val="aa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E93" w:rsidRPr="00D43E93" w:rsidRDefault="00D43E93" w:rsidP="002D3454">
            <w:pPr>
              <w:pStyle w:val="aa"/>
              <w:rPr>
                <w:sz w:val="18"/>
                <w:szCs w:val="18"/>
                <w:highlight w:val="yellow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E93" w:rsidRPr="00D43E93" w:rsidRDefault="00D43E93" w:rsidP="002D3454">
            <w:pPr>
              <w:pStyle w:val="aa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E93" w:rsidRPr="00D43E93" w:rsidRDefault="00D43E93" w:rsidP="002D3454">
            <w:pPr>
              <w:pStyle w:val="aa"/>
              <w:rPr>
                <w:sz w:val="18"/>
                <w:szCs w:val="18"/>
                <w:highlight w:val="yellow"/>
              </w:rPr>
            </w:pPr>
          </w:p>
        </w:tc>
      </w:tr>
      <w:tr w:rsidR="00D43E93" w:rsidRPr="00D43E93" w:rsidTr="00FD0510">
        <w:trPr>
          <w:jc w:val="center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E93" w:rsidRPr="00D43E93" w:rsidRDefault="00D43E93" w:rsidP="00FD0510">
            <w:pPr>
              <w:rPr>
                <w:b/>
                <w:sz w:val="18"/>
                <w:szCs w:val="18"/>
              </w:rPr>
            </w:pPr>
            <w:r w:rsidRPr="00D43E93">
              <w:rPr>
                <w:b/>
                <w:sz w:val="18"/>
                <w:szCs w:val="18"/>
              </w:rPr>
              <w:t>Служба главного инженера:</w:t>
            </w:r>
          </w:p>
          <w:p w:rsidR="00D43E93" w:rsidRPr="00D43E93" w:rsidRDefault="00D43E93" w:rsidP="001A06FA">
            <w:pPr>
              <w:pStyle w:val="aa"/>
              <w:jc w:val="left"/>
              <w:rPr>
                <w:b/>
                <w:i/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 xml:space="preserve"> (7) оператор-лаборант котельной 6 разряда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E93" w:rsidRPr="00D43E93" w:rsidRDefault="00D43E93" w:rsidP="00FD0510">
            <w:pPr>
              <w:rPr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>мероприятия по улучшению условий труда не требуются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E93" w:rsidRPr="00D43E93" w:rsidRDefault="00D43E93" w:rsidP="002D3454">
            <w:pPr>
              <w:pStyle w:val="aa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E93" w:rsidRPr="00D43E93" w:rsidRDefault="00D43E93" w:rsidP="002D3454">
            <w:pPr>
              <w:pStyle w:val="aa"/>
              <w:rPr>
                <w:sz w:val="18"/>
                <w:szCs w:val="18"/>
                <w:highlight w:val="yellow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E93" w:rsidRPr="00D43E93" w:rsidRDefault="00D43E93" w:rsidP="002D3454">
            <w:pPr>
              <w:pStyle w:val="aa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E93" w:rsidRPr="00D43E93" w:rsidRDefault="00D43E93" w:rsidP="002D3454">
            <w:pPr>
              <w:pStyle w:val="aa"/>
              <w:rPr>
                <w:sz w:val="18"/>
                <w:szCs w:val="18"/>
                <w:highlight w:val="yellow"/>
              </w:rPr>
            </w:pPr>
          </w:p>
        </w:tc>
      </w:tr>
      <w:tr w:rsidR="00D43E93" w:rsidRPr="00D43E93" w:rsidTr="00FD0510">
        <w:trPr>
          <w:jc w:val="center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E93" w:rsidRPr="00D43E93" w:rsidRDefault="00D43E93" w:rsidP="00FD0510">
            <w:pPr>
              <w:rPr>
                <w:b/>
                <w:sz w:val="18"/>
                <w:szCs w:val="18"/>
              </w:rPr>
            </w:pPr>
            <w:r w:rsidRPr="00D43E93">
              <w:rPr>
                <w:b/>
                <w:sz w:val="18"/>
                <w:szCs w:val="18"/>
              </w:rPr>
              <w:t>Производство:</w:t>
            </w:r>
          </w:p>
          <w:p w:rsidR="00D43E93" w:rsidRPr="00D43E93" w:rsidRDefault="00D43E93" w:rsidP="00FD0510">
            <w:pPr>
              <w:pStyle w:val="aa"/>
              <w:jc w:val="left"/>
              <w:rPr>
                <w:b/>
                <w:i/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 xml:space="preserve"> (7) оператор-лаборант котельной 6 разряда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E93" w:rsidRPr="00D43E93" w:rsidRDefault="00D43E93" w:rsidP="00FD0510">
            <w:pPr>
              <w:rPr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>мероприятия по улучшению условий труда не требуются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E93" w:rsidRPr="00D43E93" w:rsidRDefault="00D43E93" w:rsidP="002D3454">
            <w:pPr>
              <w:pStyle w:val="aa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E93" w:rsidRPr="00D43E93" w:rsidRDefault="00D43E93" w:rsidP="002D3454">
            <w:pPr>
              <w:pStyle w:val="aa"/>
              <w:rPr>
                <w:sz w:val="18"/>
                <w:szCs w:val="18"/>
                <w:highlight w:val="yellow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E93" w:rsidRPr="00D43E93" w:rsidRDefault="00D43E93" w:rsidP="002D3454">
            <w:pPr>
              <w:pStyle w:val="aa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E93" w:rsidRPr="00D43E93" w:rsidRDefault="00D43E93" w:rsidP="002D3454">
            <w:pPr>
              <w:pStyle w:val="aa"/>
              <w:rPr>
                <w:sz w:val="18"/>
                <w:szCs w:val="18"/>
                <w:highlight w:val="yellow"/>
              </w:rPr>
            </w:pPr>
          </w:p>
        </w:tc>
      </w:tr>
      <w:tr w:rsidR="00D43E93" w:rsidRPr="00D43E93" w:rsidTr="00FD0510">
        <w:trPr>
          <w:jc w:val="center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E93" w:rsidRPr="00D43E93" w:rsidRDefault="00D43E93" w:rsidP="00FD0510">
            <w:pPr>
              <w:rPr>
                <w:b/>
                <w:sz w:val="18"/>
                <w:szCs w:val="18"/>
              </w:rPr>
            </w:pPr>
            <w:r w:rsidRPr="00D43E93">
              <w:rPr>
                <w:b/>
                <w:sz w:val="18"/>
                <w:szCs w:val="18"/>
              </w:rPr>
              <w:t>Производство:</w:t>
            </w:r>
          </w:p>
          <w:p w:rsidR="00D43E93" w:rsidRPr="00D43E93" w:rsidRDefault="00D43E93" w:rsidP="00E42D2A">
            <w:pPr>
              <w:pStyle w:val="aa"/>
              <w:jc w:val="left"/>
              <w:rPr>
                <w:b/>
                <w:i/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 xml:space="preserve"> (8) оператор 6 разряда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E93" w:rsidRPr="00D43E93" w:rsidRDefault="00D43E93" w:rsidP="00FD0510">
            <w:pPr>
              <w:rPr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>мероприятия по улучшению условий труда не требуются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E93" w:rsidRPr="00D43E93" w:rsidRDefault="00D43E93" w:rsidP="00FD0510">
            <w:pPr>
              <w:pStyle w:val="aa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E93" w:rsidRPr="00D43E93" w:rsidRDefault="00D43E93" w:rsidP="00FD0510">
            <w:pPr>
              <w:pStyle w:val="aa"/>
              <w:rPr>
                <w:sz w:val="18"/>
                <w:szCs w:val="18"/>
                <w:highlight w:val="yellow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E93" w:rsidRPr="00D43E93" w:rsidRDefault="00D43E93" w:rsidP="00FD0510">
            <w:pPr>
              <w:pStyle w:val="aa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E93" w:rsidRPr="00D43E93" w:rsidRDefault="00D43E93" w:rsidP="002D3454">
            <w:pPr>
              <w:pStyle w:val="aa"/>
              <w:rPr>
                <w:sz w:val="18"/>
                <w:szCs w:val="18"/>
                <w:highlight w:val="yellow"/>
              </w:rPr>
            </w:pPr>
          </w:p>
        </w:tc>
      </w:tr>
      <w:tr w:rsidR="00D43E93" w:rsidRPr="00D43E93" w:rsidTr="00FD0510">
        <w:trPr>
          <w:jc w:val="center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E93" w:rsidRPr="00D43E93" w:rsidRDefault="00D43E93" w:rsidP="00FD0510">
            <w:pPr>
              <w:rPr>
                <w:b/>
                <w:sz w:val="18"/>
                <w:szCs w:val="18"/>
              </w:rPr>
            </w:pPr>
            <w:r w:rsidRPr="00D43E93">
              <w:rPr>
                <w:b/>
                <w:sz w:val="18"/>
                <w:szCs w:val="18"/>
              </w:rPr>
              <w:t>Производство:</w:t>
            </w:r>
          </w:p>
          <w:p w:rsidR="00D43E93" w:rsidRPr="00D43E93" w:rsidRDefault="00D43E93" w:rsidP="00E42D2A">
            <w:pPr>
              <w:pStyle w:val="aa"/>
              <w:jc w:val="left"/>
              <w:rPr>
                <w:b/>
                <w:i/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 xml:space="preserve"> (9) оператор 6 разряда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E93" w:rsidRPr="00D43E93" w:rsidRDefault="00D43E93" w:rsidP="00FD0510">
            <w:pPr>
              <w:rPr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>мероприятия по улучшению условий труда не требуются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E93" w:rsidRPr="00D43E93" w:rsidRDefault="00D43E93" w:rsidP="002D3454">
            <w:pPr>
              <w:pStyle w:val="aa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E93" w:rsidRPr="00D43E93" w:rsidRDefault="00D43E93" w:rsidP="002D3454">
            <w:pPr>
              <w:pStyle w:val="aa"/>
              <w:rPr>
                <w:sz w:val="18"/>
                <w:szCs w:val="18"/>
                <w:highlight w:val="yellow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E93" w:rsidRPr="00D43E93" w:rsidRDefault="00D43E93" w:rsidP="002D3454">
            <w:pPr>
              <w:pStyle w:val="aa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E93" w:rsidRPr="00D43E93" w:rsidRDefault="00D43E93" w:rsidP="002D3454">
            <w:pPr>
              <w:pStyle w:val="aa"/>
              <w:rPr>
                <w:sz w:val="18"/>
                <w:szCs w:val="18"/>
                <w:highlight w:val="yellow"/>
              </w:rPr>
            </w:pPr>
          </w:p>
        </w:tc>
      </w:tr>
      <w:tr w:rsidR="00D43E93" w:rsidRPr="00D43E93" w:rsidTr="00FD0510">
        <w:trPr>
          <w:jc w:val="center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E93" w:rsidRPr="00D43E93" w:rsidRDefault="00D43E93" w:rsidP="00FD0510">
            <w:pPr>
              <w:rPr>
                <w:b/>
                <w:sz w:val="18"/>
                <w:szCs w:val="18"/>
              </w:rPr>
            </w:pPr>
            <w:r w:rsidRPr="00D43E93">
              <w:rPr>
                <w:b/>
                <w:sz w:val="18"/>
                <w:szCs w:val="18"/>
              </w:rPr>
              <w:t>Производство:</w:t>
            </w:r>
          </w:p>
          <w:p w:rsidR="00D43E93" w:rsidRPr="00D43E93" w:rsidRDefault="00D43E93" w:rsidP="00FD0510">
            <w:pPr>
              <w:pStyle w:val="aa"/>
              <w:jc w:val="left"/>
              <w:rPr>
                <w:b/>
                <w:i/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 xml:space="preserve"> (10) оператор 6 разряда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E93" w:rsidRPr="00D43E93" w:rsidRDefault="00D43E93" w:rsidP="00FD0510">
            <w:pPr>
              <w:rPr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>мероприятия по улучшению условий труда не требуются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E93" w:rsidRPr="00D43E93" w:rsidRDefault="00D43E93" w:rsidP="002D3454">
            <w:pPr>
              <w:pStyle w:val="aa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E93" w:rsidRPr="00D43E93" w:rsidRDefault="00D43E93" w:rsidP="002D3454">
            <w:pPr>
              <w:pStyle w:val="aa"/>
              <w:rPr>
                <w:sz w:val="18"/>
                <w:szCs w:val="18"/>
                <w:highlight w:val="yellow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E93" w:rsidRPr="00D43E93" w:rsidRDefault="00D43E93" w:rsidP="002D3454">
            <w:pPr>
              <w:pStyle w:val="aa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E93" w:rsidRPr="00D43E93" w:rsidRDefault="00D43E93" w:rsidP="002D3454">
            <w:pPr>
              <w:pStyle w:val="aa"/>
              <w:rPr>
                <w:sz w:val="18"/>
                <w:szCs w:val="18"/>
                <w:highlight w:val="yellow"/>
              </w:rPr>
            </w:pPr>
          </w:p>
        </w:tc>
      </w:tr>
    </w:tbl>
    <w:p w:rsidR="00AC292B" w:rsidRDefault="00396C94" w:rsidP="00396C94">
      <w:pPr>
        <w:rPr>
          <w:rStyle w:val="a9"/>
        </w:rPr>
      </w:pPr>
      <w:r w:rsidRPr="00E42D2A">
        <w:t>Дата составления:</w:t>
      </w:r>
      <w:r w:rsidRPr="00E42D2A">
        <w:rPr>
          <w:rStyle w:val="a9"/>
        </w:rPr>
        <w:t xml:space="preserve"> </w:t>
      </w:r>
      <w:r w:rsidR="00E42D2A" w:rsidRPr="00E42D2A">
        <w:rPr>
          <w:rStyle w:val="a9"/>
        </w:rPr>
        <w:t>17.12.2019 г.</w:t>
      </w:r>
    </w:p>
    <w:p w:rsidR="00377D0D" w:rsidRDefault="00377D0D" w:rsidP="00396C94">
      <w:pPr>
        <w:rPr>
          <w:rStyle w:val="a9"/>
        </w:rPr>
      </w:pPr>
    </w:p>
    <w:p w:rsidR="00377D0D" w:rsidRDefault="00377D0D" w:rsidP="00396C94">
      <w:pPr>
        <w:rPr>
          <w:rStyle w:val="a9"/>
        </w:rPr>
      </w:pPr>
    </w:p>
    <w:p w:rsidR="00377D0D" w:rsidRPr="00E42D2A" w:rsidRDefault="00377D0D" w:rsidP="00396C94">
      <w:pPr>
        <w:rPr>
          <w:rStyle w:val="a9"/>
        </w:rPr>
      </w:pPr>
      <w:bookmarkStart w:id="0" w:name="_GoBack"/>
      <w:bookmarkEnd w:id="0"/>
    </w:p>
    <w:p w:rsidR="00E42D2A" w:rsidRPr="00F67F44" w:rsidRDefault="00E42D2A" w:rsidP="00E42D2A">
      <w:pPr>
        <w:rPr>
          <w:b/>
          <w:sz w:val="10"/>
          <w:szCs w:val="10"/>
          <w:highlight w:val="yellow"/>
        </w:rPr>
      </w:pPr>
    </w:p>
    <w:tbl>
      <w:tblPr>
        <w:tblW w:w="154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16"/>
        <w:gridCol w:w="3648"/>
        <w:gridCol w:w="2950"/>
        <w:gridCol w:w="1254"/>
        <w:gridCol w:w="2492"/>
        <w:gridCol w:w="1314"/>
      </w:tblGrid>
      <w:tr w:rsidR="00E42D2A" w:rsidRPr="00E42D2A" w:rsidTr="00D43E93">
        <w:trPr>
          <w:jc w:val="center"/>
        </w:trPr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42D2A" w:rsidRPr="00E42D2A" w:rsidRDefault="00E42D2A" w:rsidP="00FD0510">
            <w:pPr>
              <w:pStyle w:val="aa"/>
            </w:pPr>
            <w:r w:rsidRPr="00E42D2A">
              <w:t>Наименование структурного подразделения, рабочего места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42D2A" w:rsidRPr="00E42D2A" w:rsidRDefault="00E42D2A" w:rsidP="00FD0510">
            <w:pPr>
              <w:pStyle w:val="aa"/>
            </w:pPr>
            <w:r w:rsidRPr="00E42D2A">
              <w:t>Наименование мероприятия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42D2A" w:rsidRPr="00E42D2A" w:rsidRDefault="00E42D2A" w:rsidP="00FD0510">
            <w:pPr>
              <w:pStyle w:val="aa"/>
            </w:pPr>
            <w:r w:rsidRPr="00E42D2A">
              <w:t>Цель мероприятия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42D2A" w:rsidRPr="00E42D2A" w:rsidRDefault="00E42D2A" w:rsidP="00FD0510">
            <w:pPr>
              <w:pStyle w:val="aa"/>
            </w:pPr>
            <w:r w:rsidRPr="00E42D2A">
              <w:t>Срок</w:t>
            </w:r>
            <w:r w:rsidRPr="00E42D2A">
              <w:rPr>
                <w:lang w:val="en-US"/>
              </w:rPr>
              <w:br/>
            </w:r>
            <w:r w:rsidRPr="00E42D2A">
              <w:t>выполнения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42D2A" w:rsidRPr="00E42D2A" w:rsidRDefault="00E42D2A" w:rsidP="00FD0510">
            <w:pPr>
              <w:pStyle w:val="aa"/>
            </w:pPr>
            <w:r w:rsidRPr="00E42D2A">
              <w:t>Структурные подразделения, привлекаемые для выполнения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42D2A" w:rsidRPr="00E42D2A" w:rsidRDefault="00E42D2A" w:rsidP="00FD0510">
            <w:pPr>
              <w:pStyle w:val="aa"/>
            </w:pPr>
            <w:r w:rsidRPr="00E42D2A">
              <w:t>Отметка о выполнении</w:t>
            </w:r>
          </w:p>
        </w:tc>
      </w:tr>
      <w:tr w:rsidR="00D43E93" w:rsidRPr="00D43E93" w:rsidTr="00D43E93">
        <w:trPr>
          <w:jc w:val="center"/>
        </w:trPr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E93" w:rsidRPr="00D43E93" w:rsidRDefault="00D43E93" w:rsidP="00FD0510">
            <w:pPr>
              <w:rPr>
                <w:b/>
                <w:sz w:val="18"/>
                <w:szCs w:val="18"/>
              </w:rPr>
            </w:pPr>
            <w:r w:rsidRPr="00D43E93">
              <w:rPr>
                <w:b/>
                <w:sz w:val="18"/>
                <w:szCs w:val="18"/>
              </w:rPr>
              <w:t>Отдел контроля за режимом:</w:t>
            </w:r>
          </w:p>
          <w:p w:rsidR="00D43E93" w:rsidRPr="00D43E93" w:rsidRDefault="00D43E93" w:rsidP="00D43E93">
            <w:pPr>
              <w:pStyle w:val="aa"/>
              <w:jc w:val="left"/>
              <w:rPr>
                <w:b/>
                <w:i/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 xml:space="preserve"> (70) Начальник отдела контроля за режимом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E93" w:rsidRPr="00D43E93" w:rsidRDefault="00D43E93" w:rsidP="00D43E93">
            <w:pPr>
              <w:rPr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>Мероприятия по улучшению условий труда не требуются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E93" w:rsidRPr="00D43E93" w:rsidRDefault="00D43E93" w:rsidP="00FD0510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E93" w:rsidRPr="00D43E93" w:rsidRDefault="00D43E93" w:rsidP="00FD0510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E93" w:rsidRPr="00D43E93" w:rsidRDefault="00D43E93" w:rsidP="00FD0510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E93" w:rsidRPr="00D43E93" w:rsidRDefault="00D43E93" w:rsidP="00FD0510">
            <w:pPr>
              <w:pStyle w:val="aa"/>
              <w:rPr>
                <w:sz w:val="18"/>
                <w:szCs w:val="18"/>
              </w:rPr>
            </w:pPr>
          </w:p>
        </w:tc>
      </w:tr>
    </w:tbl>
    <w:p w:rsidR="00E42D2A" w:rsidRPr="00E42D2A" w:rsidRDefault="00E42D2A" w:rsidP="00E42D2A">
      <w:pPr>
        <w:rPr>
          <w:rStyle w:val="a9"/>
        </w:rPr>
      </w:pPr>
      <w:r w:rsidRPr="00E42D2A">
        <w:t>Дата составления:</w:t>
      </w:r>
      <w:r w:rsidR="00377D0D">
        <w:rPr>
          <w:rStyle w:val="a9"/>
        </w:rPr>
        <w:t xml:space="preserve"> 16.11.2020</w:t>
      </w:r>
    </w:p>
    <w:p w:rsidR="00E42D2A" w:rsidRPr="00F67F44" w:rsidRDefault="00E42D2A" w:rsidP="00E42D2A">
      <w:pPr>
        <w:rPr>
          <w:b/>
          <w:sz w:val="10"/>
          <w:szCs w:val="10"/>
          <w:highlight w:val="yellow"/>
        </w:rPr>
      </w:pPr>
      <w:r>
        <w:rPr>
          <w:rStyle w:val="a9"/>
          <w:highlight w:val="yellow"/>
        </w:rPr>
        <w:br w:type="page"/>
      </w:r>
    </w:p>
    <w:tbl>
      <w:tblPr>
        <w:tblW w:w="154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38"/>
        <w:gridCol w:w="3402"/>
        <w:gridCol w:w="2552"/>
        <w:gridCol w:w="1559"/>
        <w:gridCol w:w="2508"/>
        <w:gridCol w:w="1315"/>
      </w:tblGrid>
      <w:tr w:rsidR="00E42D2A" w:rsidRPr="00D43E93" w:rsidTr="00FD0510">
        <w:trPr>
          <w:jc w:val="center"/>
        </w:trPr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42D2A" w:rsidRPr="00D43E93" w:rsidRDefault="00E42D2A" w:rsidP="00FD0510">
            <w:pPr>
              <w:pStyle w:val="aa"/>
              <w:rPr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>Наименование структурного подразделения, рабочего места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42D2A" w:rsidRPr="00D43E93" w:rsidRDefault="00E42D2A" w:rsidP="00FD0510">
            <w:pPr>
              <w:pStyle w:val="aa"/>
              <w:rPr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42D2A" w:rsidRPr="00D43E93" w:rsidRDefault="00E42D2A" w:rsidP="00FD0510">
            <w:pPr>
              <w:pStyle w:val="aa"/>
              <w:rPr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>Цель мероприятия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42D2A" w:rsidRPr="00D43E93" w:rsidRDefault="00E42D2A" w:rsidP="00FD0510">
            <w:pPr>
              <w:pStyle w:val="aa"/>
              <w:rPr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>Срок</w:t>
            </w:r>
            <w:r w:rsidRPr="00D43E93">
              <w:rPr>
                <w:sz w:val="18"/>
                <w:szCs w:val="18"/>
                <w:lang w:val="en-US"/>
              </w:rPr>
              <w:br/>
            </w:r>
            <w:r w:rsidRPr="00D43E93">
              <w:rPr>
                <w:sz w:val="18"/>
                <w:szCs w:val="18"/>
              </w:rPr>
              <w:t>выполнения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42D2A" w:rsidRPr="00D43E93" w:rsidRDefault="00E42D2A" w:rsidP="00FD0510">
            <w:pPr>
              <w:pStyle w:val="aa"/>
              <w:rPr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>Структурные подразделения, привлекаемые для выполнения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42D2A" w:rsidRPr="00D43E93" w:rsidRDefault="00E42D2A" w:rsidP="00FD0510">
            <w:pPr>
              <w:pStyle w:val="aa"/>
              <w:rPr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>Отметка о выполнении</w:t>
            </w:r>
          </w:p>
        </w:tc>
      </w:tr>
      <w:tr w:rsidR="00D55DB1" w:rsidRPr="00D43E93" w:rsidTr="00D43E93">
        <w:trPr>
          <w:jc w:val="center"/>
        </w:trPr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D2A" w:rsidRPr="00D43E93" w:rsidRDefault="00E42D2A" w:rsidP="00D55DB1">
            <w:pPr>
              <w:rPr>
                <w:b/>
                <w:sz w:val="18"/>
                <w:szCs w:val="18"/>
              </w:rPr>
            </w:pPr>
            <w:r w:rsidRPr="00D43E93">
              <w:rPr>
                <w:b/>
                <w:sz w:val="18"/>
                <w:szCs w:val="18"/>
              </w:rPr>
              <w:t>Цех санитарии и благоустройства:</w:t>
            </w:r>
          </w:p>
          <w:p w:rsidR="00E42D2A" w:rsidRPr="00D43E93" w:rsidRDefault="00E42D2A" w:rsidP="00D55DB1">
            <w:pPr>
              <w:rPr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>(64) уборщик производственных и служебных помещений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2A" w:rsidRPr="00D43E93" w:rsidRDefault="00E42D2A" w:rsidP="00D43E93">
            <w:pPr>
              <w:rPr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>Мероприятия по улучшению условий труда не требуются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2A" w:rsidRPr="00D43E93" w:rsidRDefault="00E42D2A" w:rsidP="00D43E93">
            <w:pPr>
              <w:pStyle w:val="aa"/>
              <w:jc w:val="lef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2A" w:rsidRPr="00D43E93" w:rsidRDefault="00E42D2A" w:rsidP="00FD0510">
            <w:pPr>
              <w:pStyle w:val="aa"/>
              <w:jc w:val="left"/>
              <w:rPr>
                <w:sz w:val="18"/>
                <w:szCs w:val="18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2A" w:rsidRPr="00D43E93" w:rsidRDefault="00E42D2A" w:rsidP="00FD0510">
            <w:pPr>
              <w:pStyle w:val="aa"/>
              <w:jc w:val="left"/>
              <w:rPr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2A" w:rsidRPr="00D43E93" w:rsidRDefault="00E42D2A" w:rsidP="00FD0510">
            <w:pPr>
              <w:pStyle w:val="aa"/>
              <w:jc w:val="left"/>
              <w:rPr>
                <w:sz w:val="18"/>
                <w:szCs w:val="18"/>
              </w:rPr>
            </w:pPr>
          </w:p>
        </w:tc>
      </w:tr>
      <w:tr w:rsidR="00D55DB1" w:rsidRPr="00D43E93" w:rsidTr="00D43E93">
        <w:trPr>
          <w:jc w:val="center"/>
        </w:trPr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B1" w:rsidRPr="00D43E93" w:rsidRDefault="00D55DB1" w:rsidP="00FD0510">
            <w:pPr>
              <w:rPr>
                <w:b/>
                <w:sz w:val="18"/>
                <w:szCs w:val="18"/>
              </w:rPr>
            </w:pPr>
            <w:r w:rsidRPr="00D43E93">
              <w:rPr>
                <w:b/>
                <w:sz w:val="18"/>
                <w:szCs w:val="18"/>
              </w:rPr>
              <w:t>Цех санитарии и благоустройства:</w:t>
            </w:r>
          </w:p>
          <w:p w:rsidR="00D55DB1" w:rsidRPr="00D43E93" w:rsidRDefault="00D55DB1" w:rsidP="00D55DB1">
            <w:pPr>
              <w:rPr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>(105) Рабочий по обслуживанию зданий и сооружений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B1" w:rsidRPr="00D43E93" w:rsidRDefault="00D55DB1" w:rsidP="00D43E93">
            <w:pPr>
              <w:rPr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>Мероприятия по улучшению условий труда не требуются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B1" w:rsidRPr="00D43E93" w:rsidRDefault="00D55DB1" w:rsidP="00D43E93">
            <w:pPr>
              <w:pStyle w:val="aa"/>
              <w:jc w:val="lef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B1" w:rsidRPr="00D43E93" w:rsidRDefault="00D55DB1" w:rsidP="00FD0510">
            <w:pPr>
              <w:pStyle w:val="aa"/>
              <w:jc w:val="left"/>
              <w:rPr>
                <w:sz w:val="18"/>
                <w:szCs w:val="18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B1" w:rsidRPr="00D43E93" w:rsidRDefault="00D55DB1" w:rsidP="00FD0510">
            <w:pPr>
              <w:pStyle w:val="aa"/>
              <w:jc w:val="left"/>
              <w:rPr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B1" w:rsidRPr="00D43E93" w:rsidRDefault="00D55DB1" w:rsidP="00FD0510">
            <w:pPr>
              <w:pStyle w:val="aa"/>
              <w:jc w:val="left"/>
              <w:rPr>
                <w:sz w:val="18"/>
                <w:szCs w:val="18"/>
              </w:rPr>
            </w:pPr>
          </w:p>
        </w:tc>
      </w:tr>
      <w:tr w:rsidR="00D55DB1" w:rsidRPr="00D43E93" w:rsidTr="00D43E93">
        <w:trPr>
          <w:jc w:val="center"/>
        </w:trPr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DB1" w:rsidRPr="00D43E93" w:rsidRDefault="00D55DB1" w:rsidP="00D55DB1">
            <w:pPr>
              <w:rPr>
                <w:b/>
                <w:sz w:val="18"/>
                <w:szCs w:val="18"/>
              </w:rPr>
            </w:pPr>
            <w:r w:rsidRPr="00D43E93">
              <w:rPr>
                <w:b/>
                <w:sz w:val="18"/>
                <w:szCs w:val="18"/>
              </w:rPr>
              <w:t>Администрация:</w:t>
            </w:r>
          </w:p>
          <w:p w:rsidR="00D55DB1" w:rsidRPr="00D43E93" w:rsidRDefault="00D55DB1" w:rsidP="00D55DB1">
            <w:pPr>
              <w:pStyle w:val="aa"/>
              <w:jc w:val="left"/>
              <w:rPr>
                <w:b/>
                <w:i/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 xml:space="preserve"> (10) Ведущий специалист по информации и контролю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B1" w:rsidRPr="00D43E93" w:rsidRDefault="00D55DB1" w:rsidP="00D43E93">
            <w:pPr>
              <w:rPr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>Мероприятия по улучшению условий труда не требуются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B1" w:rsidRPr="00D43E93" w:rsidRDefault="00D55DB1" w:rsidP="00D43E93">
            <w:pPr>
              <w:pStyle w:val="aa"/>
              <w:jc w:val="lef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B1" w:rsidRPr="00D43E93" w:rsidRDefault="00D55DB1" w:rsidP="00FD0510">
            <w:pPr>
              <w:pStyle w:val="aa"/>
              <w:jc w:val="left"/>
              <w:rPr>
                <w:sz w:val="18"/>
                <w:szCs w:val="18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B1" w:rsidRPr="00D43E93" w:rsidRDefault="00D55DB1" w:rsidP="00FD0510">
            <w:pPr>
              <w:pStyle w:val="aa"/>
              <w:jc w:val="left"/>
              <w:rPr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B1" w:rsidRPr="00D43E93" w:rsidRDefault="00D55DB1" w:rsidP="00FD0510">
            <w:pPr>
              <w:pStyle w:val="aa"/>
              <w:jc w:val="left"/>
              <w:rPr>
                <w:sz w:val="18"/>
                <w:szCs w:val="18"/>
              </w:rPr>
            </w:pPr>
          </w:p>
        </w:tc>
      </w:tr>
      <w:tr w:rsidR="00D55DB1" w:rsidRPr="00D43E93" w:rsidTr="00D43E93">
        <w:trPr>
          <w:jc w:val="center"/>
        </w:trPr>
        <w:tc>
          <w:tcPr>
            <w:tcW w:w="4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55DB1" w:rsidRPr="00D43E93" w:rsidRDefault="00D55DB1" w:rsidP="00D55DB1">
            <w:pPr>
              <w:rPr>
                <w:b/>
                <w:sz w:val="18"/>
                <w:szCs w:val="18"/>
              </w:rPr>
            </w:pPr>
            <w:r w:rsidRPr="00D43E93">
              <w:rPr>
                <w:b/>
                <w:sz w:val="18"/>
                <w:szCs w:val="18"/>
              </w:rPr>
              <w:t>Служба главного инженера:</w:t>
            </w:r>
          </w:p>
          <w:p w:rsidR="00D55DB1" w:rsidRPr="00D43E93" w:rsidRDefault="00D55DB1" w:rsidP="00D55DB1">
            <w:pPr>
              <w:pStyle w:val="aa"/>
              <w:jc w:val="left"/>
              <w:rPr>
                <w:b/>
                <w:i/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 xml:space="preserve"> (101) Заместитель главного инженера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B1" w:rsidRPr="00D43E93" w:rsidRDefault="00D55DB1" w:rsidP="00D43E93">
            <w:pPr>
              <w:rPr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>Мероприятия по улучшению условий труда не требуются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B1" w:rsidRPr="00D43E93" w:rsidRDefault="00D55DB1" w:rsidP="00D43E93">
            <w:pPr>
              <w:pStyle w:val="aa"/>
              <w:jc w:val="lef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B1" w:rsidRPr="00D43E93" w:rsidRDefault="00D55DB1" w:rsidP="00FD0510">
            <w:pPr>
              <w:pStyle w:val="aa"/>
              <w:jc w:val="left"/>
              <w:rPr>
                <w:sz w:val="18"/>
                <w:szCs w:val="18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B1" w:rsidRPr="00D43E93" w:rsidRDefault="00D55DB1" w:rsidP="00FD0510">
            <w:pPr>
              <w:pStyle w:val="aa"/>
              <w:jc w:val="left"/>
              <w:rPr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B1" w:rsidRPr="00D43E93" w:rsidRDefault="00D55DB1" w:rsidP="00FD0510">
            <w:pPr>
              <w:pStyle w:val="aa"/>
              <w:jc w:val="left"/>
              <w:rPr>
                <w:sz w:val="18"/>
                <w:szCs w:val="18"/>
              </w:rPr>
            </w:pPr>
          </w:p>
        </w:tc>
      </w:tr>
      <w:tr w:rsidR="00D55DB1" w:rsidRPr="00D43E93" w:rsidTr="00D43E93">
        <w:trPr>
          <w:jc w:val="center"/>
        </w:trPr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DB1" w:rsidRPr="00D43E93" w:rsidRDefault="00D55DB1" w:rsidP="00FD0510">
            <w:pPr>
              <w:rPr>
                <w:b/>
                <w:sz w:val="18"/>
                <w:szCs w:val="18"/>
              </w:rPr>
            </w:pPr>
            <w:r w:rsidRPr="00D43E93">
              <w:rPr>
                <w:b/>
                <w:sz w:val="18"/>
                <w:szCs w:val="18"/>
              </w:rPr>
              <w:t>Служба главного инженера:</w:t>
            </w:r>
          </w:p>
          <w:p w:rsidR="00D55DB1" w:rsidRPr="00D43E93" w:rsidRDefault="00D55DB1" w:rsidP="00D55DB1">
            <w:pPr>
              <w:pStyle w:val="aa"/>
              <w:jc w:val="left"/>
              <w:rPr>
                <w:b/>
                <w:i/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 xml:space="preserve"> (102) инженер-электрик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B1" w:rsidRPr="00D43E93" w:rsidRDefault="00D55DB1" w:rsidP="00D43E93">
            <w:pPr>
              <w:rPr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>Мероприятия по улучшению условий труда не требуются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B1" w:rsidRPr="00D43E93" w:rsidRDefault="00D55DB1" w:rsidP="00D43E93">
            <w:pPr>
              <w:pStyle w:val="aa"/>
              <w:jc w:val="lef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B1" w:rsidRPr="00D43E93" w:rsidRDefault="00D55DB1" w:rsidP="00FD0510">
            <w:pPr>
              <w:pStyle w:val="aa"/>
              <w:jc w:val="left"/>
              <w:rPr>
                <w:sz w:val="18"/>
                <w:szCs w:val="18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B1" w:rsidRPr="00D43E93" w:rsidRDefault="00D55DB1" w:rsidP="00FD0510">
            <w:pPr>
              <w:pStyle w:val="aa"/>
              <w:jc w:val="left"/>
              <w:rPr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B1" w:rsidRPr="00D43E93" w:rsidRDefault="00D55DB1" w:rsidP="00FD0510">
            <w:pPr>
              <w:pStyle w:val="aa"/>
              <w:jc w:val="left"/>
              <w:rPr>
                <w:sz w:val="18"/>
                <w:szCs w:val="18"/>
              </w:rPr>
            </w:pPr>
          </w:p>
        </w:tc>
      </w:tr>
      <w:tr w:rsidR="00D55DB1" w:rsidRPr="00D43E93" w:rsidTr="00D43E93">
        <w:trPr>
          <w:jc w:val="center"/>
        </w:trPr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DB1" w:rsidRPr="00D43E93" w:rsidRDefault="00D55DB1" w:rsidP="00D55DB1">
            <w:pPr>
              <w:rPr>
                <w:b/>
                <w:sz w:val="18"/>
                <w:szCs w:val="18"/>
              </w:rPr>
            </w:pPr>
            <w:r w:rsidRPr="00D43E93">
              <w:rPr>
                <w:b/>
                <w:sz w:val="18"/>
                <w:szCs w:val="18"/>
              </w:rPr>
              <w:t>Служба главного инженера:</w:t>
            </w:r>
          </w:p>
          <w:p w:rsidR="00D55DB1" w:rsidRPr="00D43E93" w:rsidRDefault="00D55DB1" w:rsidP="00D55DB1">
            <w:pPr>
              <w:pStyle w:val="aa"/>
              <w:jc w:val="left"/>
              <w:rPr>
                <w:b/>
                <w:i/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 xml:space="preserve"> (103) электрик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B1" w:rsidRPr="00D43E93" w:rsidRDefault="00D55DB1" w:rsidP="00D43E93">
            <w:pPr>
              <w:rPr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>Мероприятия по улучшению условий труда не требуются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B1" w:rsidRPr="00D43E93" w:rsidRDefault="00D55DB1" w:rsidP="00D43E93">
            <w:pPr>
              <w:pStyle w:val="aa"/>
              <w:jc w:val="lef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B1" w:rsidRPr="00D43E93" w:rsidRDefault="00D55DB1" w:rsidP="00FD0510">
            <w:pPr>
              <w:pStyle w:val="aa"/>
              <w:jc w:val="left"/>
              <w:rPr>
                <w:sz w:val="18"/>
                <w:szCs w:val="18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B1" w:rsidRPr="00D43E93" w:rsidRDefault="00D55DB1" w:rsidP="00FD0510">
            <w:pPr>
              <w:pStyle w:val="aa"/>
              <w:jc w:val="left"/>
              <w:rPr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B1" w:rsidRPr="00D43E93" w:rsidRDefault="00D55DB1" w:rsidP="00FD0510">
            <w:pPr>
              <w:pStyle w:val="aa"/>
              <w:jc w:val="left"/>
              <w:rPr>
                <w:sz w:val="18"/>
                <w:szCs w:val="18"/>
              </w:rPr>
            </w:pPr>
          </w:p>
        </w:tc>
      </w:tr>
      <w:tr w:rsidR="00D55DB1" w:rsidRPr="00D43E93" w:rsidTr="00D43E93">
        <w:trPr>
          <w:jc w:val="center"/>
        </w:trPr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DB1" w:rsidRPr="00D43E93" w:rsidRDefault="00D55DB1" w:rsidP="00D55DB1">
            <w:pPr>
              <w:rPr>
                <w:b/>
                <w:sz w:val="18"/>
                <w:szCs w:val="18"/>
              </w:rPr>
            </w:pPr>
            <w:r w:rsidRPr="00D43E93">
              <w:rPr>
                <w:b/>
                <w:sz w:val="18"/>
                <w:szCs w:val="18"/>
              </w:rPr>
              <w:t>Производство:</w:t>
            </w:r>
          </w:p>
          <w:p w:rsidR="00D55DB1" w:rsidRPr="00D43E93" w:rsidRDefault="00D55DB1" w:rsidP="00D55DB1">
            <w:pPr>
              <w:pStyle w:val="aa"/>
              <w:jc w:val="left"/>
              <w:rPr>
                <w:b/>
                <w:i/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>(104) начальник производства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B1" w:rsidRPr="00D43E93" w:rsidRDefault="00D55DB1" w:rsidP="00D43E93">
            <w:pPr>
              <w:rPr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>Мероприятия по улучшению условий труда не требуются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B1" w:rsidRPr="00D43E93" w:rsidRDefault="00D55DB1" w:rsidP="00D43E93">
            <w:pPr>
              <w:pStyle w:val="aa"/>
              <w:jc w:val="lef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B1" w:rsidRPr="00D43E93" w:rsidRDefault="00D55DB1" w:rsidP="00FD0510">
            <w:pPr>
              <w:pStyle w:val="aa"/>
              <w:jc w:val="left"/>
              <w:rPr>
                <w:sz w:val="18"/>
                <w:szCs w:val="18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B1" w:rsidRPr="00D43E93" w:rsidRDefault="00D55DB1" w:rsidP="00FD0510">
            <w:pPr>
              <w:pStyle w:val="aa"/>
              <w:jc w:val="left"/>
              <w:rPr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B1" w:rsidRPr="00D43E93" w:rsidRDefault="00D55DB1" w:rsidP="00FD0510">
            <w:pPr>
              <w:pStyle w:val="aa"/>
              <w:jc w:val="left"/>
              <w:rPr>
                <w:sz w:val="18"/>
                <w:szCs w:val="18"/>
              </w:rPr>
            </w:pPr>
          </w:p>
        </w:tc>
      </w:tr>
      <w:tr w:rsidR="00D55DB1" w:rsidRPr="00D43E93" w:rsidTr="00D43E93">
        <w:trPr>
          <w:jc w:val="center"/>
        </w:trPr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DB1" w:rsidRPr="00D43E93" w:rsidRDefault="00D55DB1" w:rsidP="00D55DB1">
            <w:pPr>
              <w:rPr>
                <w:b/>
                <w:sz w:val="18"/>
                <w:szCs w:val="18"/>
              </w:rPr>
            </w:pPr>
            <w:r w:rsidRPr="00D43E93">
              <w:rPr>
                <w:b/>
                <w:sz w:val="18"/>
                <w:szCs w:val="18"/>
              </w:rPr>
              <w:t>Служба логистики:</w:t>
            </w:r>
          </w:p>
          <w:p w:rsidR="00D55DB1" w:rsidRPr="00D43E93" w:rsidRDefault="00D55DB1" w:rsidP="00D55DB1">
            <w:pPr>
              <w:pStyle w:val="aa"/>
              <w:jc w:val="left"/>
              <w:rPr>
                <w:b/>
                <w:i/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 xml:space="preserve"> (106) Водитель-экспедитор автомобиля категории B,C,CE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B1" w:rsidRPr="00D43E93" w:rsidRDefault="00D55DB1" w:rsidP="00D43E93">
            <w:pPr>
              <w:pStyle w:val="aa"/>
              <w:jc w:val="left"/>
              <w:rPr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>Предоставлять перерыв для отдыха и питания продолжительностью не более 2 часов и не менее 30 минут, как правило, в середине рабочей смены (при 8 часовом рабочем дне)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B1" w:rsidRPr="00D43E93" w:rsidRDefault="00D55DB1" w:rsidP="00D43E93">
            <w:pPr>
              <w:pStyle w:val="aa"/>
              <w:jc w:val="left"/>
              <w:rPr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 xml:space="preserve">Предупреждение профессиональных заболеваний, исполнение Особенностей режима рабочего времени и времени отдыха, условий труда, водителей автомобилей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B1" w:rsidRPr="00D43E93" w:rsidRDefault="00D55DB1" w:rsidP="00FD0510">
            <w:pPr>
              <w:pStyle w:val="aa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B1" w:rsidRPr="00D43E93" w:rsidRDefault="00D55DB1" w:rsidP="00FD0510">
            <w:pPr>
              <w:pStyle w:val="aa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DB1" w:rsidRPr="00D43E93" w:rsidRDefault="00D55DB1" w:rsidP="00FD0510">
            <w:pPr>
              <w:pStyle w:val="aa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4A4CCE" w:rsidRPr="00D43E93" w:rsidTr="00D43E93">
        <w:trPr>
          <w:jc w:val="center"/>
        </w:trPr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CCE" w:rsidRPr="00D43E93" w:rsidRDefault="004A4CCE" w:rsidP="00FD0510">
            <w:pPr>
              <w:rPr>
                <w:b/>
                <w:sz w:val="18"/>
                <w:szCs w:val="18"/>
              </w:rPr>
            </w:pPr>
            <w:r w:rsidRPr="00D43E93">
              <w:rPr>
                <w:b/>
                <w:sz w:val="18"/>
                <w:szCs w:val="18"/>
              </w:rPr>
              <w:t>Складской комплекс:</w:t>
            </w:r>
          </w:p>
          <w:p w:rsidR="004A4CCE" w:rsidRPr="00D43E93" w:rsidRDefault="004A4CCE" w:rsidP="00D55DB1">
            <w:pPr>
              <w:pStyle w:val="aa"/>
              <w:jc w:val="left"/>
              <w:rPr>
                <w:b/>
                <w:i/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 xml:space="preserve"> (107) Начальник складского комплекса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CE" w:rsidRPr="00D43E93" w:rsidRDefault="004A4CCE" w:rsidP="00D43E93">
            <w:pPr>
              <w:rPr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>Мероприятия по улучшению условий труда не требуются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CE" w:rsidRPr="00D43E93" w:rsidRDefault="004A4CCE" w:rsidP="00D43E93">
            <w:pPr>
              <w:pStyle w:val="aa"/>
              <w:jc w:val="lef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CE" w:rsidRPr="00D43E93" w:rsidRDefault="004A4CCE" w:rsidP="00FD0510">
            <w:pPr>
              <w:pStyle w:val="aa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CE" w:rsidRPr="00D43E93" w:rsidRDefault="004A4CCE" w:rsidP="00FD0510">
            <w:pPr>
              <w:pStyle w:val="aa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CE" w:rsidRPr="00D43E93" w:rsidRDefault="004A4CCE" w:rsidP="00FD0510">
            <w:pPr>
              <w:pStyle w:val="aa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4A4CCE" w:rsidRPr="00D43E93" w:rsidTr="00D43E93">
        <w:trPr>
          <w:jc w:val="center"/>
        </w:trPr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CCE" w:rsidRPr="00D43E93" w:rsidRDefault="004A4CCE" w:rsidP="00FD0510">
            <w:pPr>
              <w:rPr>
                <w:b/>
                <w:sz w:val="18"/>
                <w:szCs w:val="18"/>
              </w:rPr>
            </w:pPr>
            <w:r w:rsidRPr="00D43E93">
              <w:rPr>
                <w:b/>
                <w:sz w:val="18"/>
                <w:szCs w:val="18"/>
              </w:rPr>
              <w:t>Складской комплекс:</w:t>
            </w:r>
          </w:p>
          <w:p w:rsidR="004A4CCE" w:rsidRPr="00D43E93" w:rsidRDefault="004A4CCE" w:rsidP="004C0790">
            <w:pPr>
              <w:pStyle w:val="aa"/>
              <w:jc w:val="left"/>
              <w:rPr>
                <w:b/>
                <w:i/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 xml:space="preserve"> (108) Кладовщик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CE" w:rsidRPr="00D43E93" w:rsidRDefault="004A4CCE" w:rsidP="00D43E93">
            <w:pPr>
              <w:rPr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>Мероприятия по улучшению условий труда не требуются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CE" w:rsidRPr="00D43E93" w:rsidRDefault="004A4CCE" w:rsidP="00D43E93">
            <w:pPr>
              <w:pStyle w:val="aa"/>
              <w:jc w:val="lef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CE" w:rsidRPr="00D43E93" w:rsidRDefault="004A4CCE" w:rsidP="00FD0510">
            <w:pPr>
              <w:pStyle w:val="aa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CE" w:rsidRPr="00D43E93" w:rsidRDefault="004A4CCE" w:rsidP="00FD0510">
            <w:pPr>
              <w:pStyle w:val="aa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CE" w:rsidRPr="00D43E93" w:rsidRDefault="004A4CCE" w:rsidP="00FD0510">
            <w:pPr>
              <w:pStyle w:val="aa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4A4CCE" w:rsidRPr="00D43E93" w:rsidTr="00D43E93">
        <w:trPr>
          <w:jc w:val="center"/>
        </w:trPr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CE" w:rsidRPr="00D43E93" w:rsidRDefault="004A4CCE" w:rsidP="00FD0510">
            <w:pPr>
              <w:rPr>
                <w:b/>
                <w:sz w:val="18"/>
                <w:szCs w:val="18"/>
              </w:rPr>
            </w:pPr>
            <w:r w:rsidRPr="00D43E93">
              <w:rPr>
                <w:b/>
                <w:sz w:val="18"/>
                <w:szCs w:val="18"/>
              </w:rPr>
              <w:t>Администрация службы продаж:</w:t>
            </w:r>
          </w:p>
          <w:p w:rsidR="004A4CCE" w:rsidRPr="00D43E93" w:rsidRDefault="004A4CCE" w:rsidP="00FD0510">
            <w:pPr>
              <w:rPr>
                <w:b/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 xml:space="preserve"> (110) Начальник службы продаж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CE" w:rsidRPr="00D43E93" w:rsidRDefault="004A4CCE" w:rsidP="00D43E93">
            <w:pPr>
              <w:pStyle w:val="aa"/>
              <w:jc w:val="left"/>
              <w:rPr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>Разработать список контингента работников, подлежащих периодическим медицинским осмотрам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CE" w:rsidRPr="00D43E93" w:rsidRDefault="004A4CCE" w:rsidP="00D43E93">
            <w:pPr>
              <w:pStyle w:val="aa"/>
              <w:jc w:val="left"/>
              <w:rPr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>Предупреждение производственного травматизма и профессиональных заболеваний, исполнение ст. 213 ТК РФ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CE" w:rsidRPr="00D43E93" w:rsidRDefault="004A4CCE" w:rsidP="00FD0510">
            <w:pPr>
              <w:pStyle w:val="aa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CE" w:rsidRPr="00D43E93" w:rsidRDefault="004A4CCE" w:rsidP="00FD0510">
            <w:pPr>
              <w:pStyle w:val="aa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CE" w:rsidRPr="00D43E93" w:rsidRDefault="004A4CCE" w:rsidP="00FD0510">
            <w:pPr>
              <w:pStyle w:val="aa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4A4CCE" w:rsidRPr="00D43E93" w:rsidTr="00D43E93">
        <w:trPr>
          <w:jc w:val="center"/>
        </w:trPr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CE" w:rsidRPr="00D43E93" w:rsidRDefault="004A4CCE" w:rsidP="00FD0510">
            <w:pPr>
              <w:rPr>
                <w:b/>
                <w:sz w:val="18"/>
                <w:szCs w:val="18"/>
              </w:rPr>
            </w:pPr>
            <w:r w:rsidRPr="00D43E93">
              <w:rPr>
                <w:b/>
                <w:sz w:val="18"/>
                <w:szCs w:val="18"/>
              </w:rPr>
              <w:t>Администрация службы продаж:</w:t>
            </w:r>
          </w:p>
          <w:p w:rsidR="004A4CCE" w:rsidRPr="00D43E93" w:rsidRDefault="004A4CCE" w:rsidP="00FD0510">
            <w:pPr>
              <w:rPr>
                <w:b/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 xml:space="preserve"> (111) Администратор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CE" w:rsidRPr="00D43E93" w:rsidRDefault="004A4CCE" w:rsidP="00D43E93">
            <w:pPr>
              <w:rPr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>Мероприятия по улучшению условий труда не требуются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CE" w:rsidRPr="00D43E93" w:rsidRDefault="004A4CCE" w:rsidP="00D43E93">
            <w:pPr>
              <w:pStyle w:val="aa"/>
              <w:jc w:val="lef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CE" w:rsidRPr="00D43E93" w:rsidRDefault="004A4CCE" w:rsidP="00FD0510">
            <w:pPr>
              <w:pStyle w:val="aa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CE" w:rsidRPr="00D43E93" w:rsidRDefault="004A4CCE" w:rsidP="00FD0510">
            <w:pPr>
              <w:pStyle w:val="aa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CE" w:rsidRPr="00D43E93" w:rsidRDefault="004A4CCE" w:rsidP="00FD0510">
            <w:pPr>
              <w:pStyle w:val="aa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4A4CCE" w:rsidRPr="00D43E93" w:rsidTr="00D43E93">
        <w:trPr>
          <w:jc w:val="center"/>
        </w:trPr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CE" w:rsidRPr="00D43E93" w:rsidRDefault="004A4CCE" w:rsidP="00FD0510">
            <w:pPr>
              <w:rPr>
                <w:b/>
                <w:sz w:val="18"/>
                <w:szCs w:val="18"/>
              </w:rPr>
            </w:pPr>
            <w:r w:rsidRPr="00D43E93">
              <w:rPr>
                <w:b/>
                <w:sz w:val="18"/>
                <w:szCs w:val="18"/>
              </w:rPr>
              <w:t>Администрация службы продаж:</w:t>
            </w:r>
          </w:p>
          <w:p w:rsidR="004A4CCE" w:rsidRPr="00D43E93" w:rsidRDefault="004A4CCE" w:rsidP="00FD0510">
            <w:pPr>
              <w:rPr>
                <w:b/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 xml:space="preserve"> (112) Аналитик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CE" w:rsidRPr="00D43E93" w:rsidRDefault="004A4CCE" w:rsidP="00D43E93">
            <w:pPr>
              <w:rPr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>Мероприятия по улучшению условий труда не требуются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CE" w:rsidRPr="00D43E93" w:rsidRDefault="004A4CCE" w:rsidP="00D43E93">
            <w:pPr>
              <w:pStyle w:val="aa"/>
              <w:jc w:val="lef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CE" w:rsidRPr="00D43E93" w:rsidRDefault="004A4CCE" w:rsidP="00FD0510">
            <w:pPr>
              <w:pStyle w:val="aa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CE" w:rsidRPr="00D43E93" w:rsidRDefault="004A4CCE" w:rsidP="00FD0510">
            <w:pPr>
              <w:pStyle w:val="aa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CE" w:rsidRPr="00D43E93" w:rsidRDefault="004A4CCE" w:rsidP="00FD0510">
            <w:pPr>
              <w:pStyle w:val="aa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4A4CCE" w:rsidRPr="00D43E93" w:rsidTr="00D43E93">
        <w:trPr>
          <w:jc w:val="center"/>
        </w:trPr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CE" w:rsidRPr="00D43E93" w:rsidRDefault="004A4CCE" w:rsidP="00FD0510">
            <w:pPr>
              <w:rPr>
                <w:b/>
                <w:sz w:val="18"/>
                <w:szCs w:val="18"/>
              </w:rPr>
            </w:pPr>
            <w:r w:rsidRPr="00D43E93">
              <w:rPr>
                <w:b/>
                <w:sz w:val="18"/>
                <w:szCs w:val="18"/>
              </w:rPr>
              <w:t xml:space="preserve">Администрация службы продаж (группа развития стандартов </w:t>
            </w:r>
            <w:proofErr w:type="spellStart"/>
            <w:r w:rsidRPr="00D43E93">
              <w:rPr>
                <w:b/>
                <w:sz w:val="18"/>
                <w:szCs w:val="18"/>
              </w:rPr>
              <w:t>мерчендайзинга</w:t>
            </w:r>
            <w:proofErr w:type="spellEnd"/>
            <w:r w:rsidRPr="00D43E93">
              <w:rPr>
                <w:b/>
                <w:sz w:val="18"/>
                <w:szCs w:val="18"/>
              </w:rPr>
              <w:t>):</w:t>
            </w:r>
          </w:p>
          <w:p w:rsidR="004A4CCE" w:rsidRPr="00D43E93" w:rsidRDefault="004A4CCE" w:rsidP="00FD0510">
            <w:pPr>
              <w:rPr>
                <w:b/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 xml:space="preserve"> (113) Супервайзер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CE" w:rsidRPr="00D43E93" w:rsidRDefault="004A4CCE" w:rsidP="00D43E93">
            <w:pPr>
              <w:rPr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>Мероприятия по улучшению условий труда не требуются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CE" w:rsidRPr="00D43E93" w:rsidRDefault="004A4CCE" w:rsidP="00D43E93">
            <w:pPr>
              <w:pStyle w:val="aa"/>
              <w:jc w:val="lef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CE" w:rsidRPr="00D43E93" w:rsidRDefault="004A4CCE" w:rsidP="00FD0510">
            <w:pPr>
              <w:pStyle w:val="aa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CE" w:rsidRPr="00D43E93" w:rsidRDefault="004A4CCE" w:rsidP="00FD0510">
            <w:pPr>
              <w:pStyle w:val="aa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CE" w:rsidRPr="00D43E93" w:rsidRDefault="004A4CCE" w:rsidP="00FD0510">
            <w:pPr>
              <w:pStyle w:val="aa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4A4CCE" w:rsidRPr="00D43E93" w:rsidTr="00D43E93">
        <w:trPr>
          <w:jc w:val="center"/>
        </w:trPr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CE" w:rsidRPr="00D43E93" w:rsidRDefault="004A4CCE" w:rsidP="00FD0510">
            <w:pPr>
              <w:rPr>
                <w:b/>
                <w:sz w:val="18"/>
                <w:szCs w:val="18"/>
              </w:rPr>
            </w:pPr>
            <w:r w:rsidRPr="00D43E93">
              <w:rPr>
                <w:b/>
                <w:sz w:val="18"/>
                <w:szCs w:val="18"/>
              </w:rPr>
              <w:t xml:space="preserve">Администрация службы продаж (группа развития стандартов </w:t>
            </w:r>
            <w:proofErr w:type="spellStart"/>
            <w:r w:rsidRPr="00D43E93">
              <w:rPr>
                <w:b/>
                <w:sz w:val="18"/>
                <w:szCs w:val="18"/>
              </w:rPr>
              <w:t>мерчендайзинга</w:t>
            </w:r>
            <w:proofErr w:type="spellEnd"/>
            <w:r w:rsidRPr="00D43E93">
              <w:rPr>
                <w:b/>
                <w:sz w:val="18"/>
                <w:szCs w:val="18"/>
              </w:rPr>
              <w:t>):</w:t>
            </w:r>
          </w:p>
          <w:p w:rsidR="004A4CCE" w:rsidRPr="00D43E93" w:rsidRDefault="004A4CCE" w:rsidP="00FD0510">
            <w:pPr>
              <w:rPr>
                <w:b/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 xml:space="preserve"> (114) </w:t>
            </w:r>
            <w:proofErr w:type="spellStart"/>
            <w:r w:rsidRPr="00D43E93">
              <w:rPr>
                <w:sz w:val="18"/>
                <w:szCs w:val="18"/>
              </w:rPr>
              <w:t>Мерчендайзер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CE" w:rsidRPr="00D43E93" w:rsidRDefault="004A4CCE" w:rsidP="00D43E93">
            <w:pPr>
              <w:rPr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>Мероприятия по улучшению условий труда не требуются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CE" w:rsidRPr="00D43E93" w:rsidRDefault="004A4CCE" w:rsidP="00D43E93">
            <w:pPr>
              <w:pStyle w:val="aa"/>
              <w:jc w:val="lef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CE" w:rsidRPr="00D43E93" w:rsidRDefault="004A4CCE" w:rsidP="00FD0510">
            <w:pPr>
              <w:pStyle w:val="aa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CE" w:rsidRPr="00D43E93" w:rsidRDefault="004A4CCE" w:rsidP="00FD0510">
            <w:pPr>
              <w:pStyle w:val="aa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CE" w:rsidRPr="00D43E93" w:rsidRDefault="004A4CCE" w:rsidP="00FD0510">
            <w:pPr>
              <w:pStyle w:val="aa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4A4CCE" w:rsidRPr="00D43E93" w:rsidTr="00D43E93">
        <w:trPr>
          <w:jc w:val="center"/>
        </w:trPr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CE" w:rsidRPr="00D43E93" w:rsidRDefault="004A4CCE" w:rsidP="00FD0510">
            <w:pPr>
              <w:rPr>
                <w:b/>
                <w:sz w:val="18"/>
                <w:szCs w:val="18"/>
              </w:rPr>
            </w:pPr>
            <w:r w:rsidRPr="00D43E93">
              <w:rPr>
                <w:b/>
                <w:sz w:val="18"/>
                <w:szCs w:val="18"/>
              </w:rPr>
              <w:t xml:space="preserve">Администрация службы продаж (группа по </w:t>
            </w:r>
            <w:r w:rsidRPr="00D43E93">
              <w:rPr>
                <w:b/>
                <w:sz w:val="18"/>
                <w:szCs w:val="18"/>
              </w:rPr>
              <w:lastRenderedPageBreak/>
              <w:t>работе РТТ):</w:t>
            </w:r>
          </w:p>
          <w:p w:rsidR="004A4CCE" w:rsidRPr="00D43E93" w:rsidRDefault="004A4CCE" w:rsidP="00FD0510">
            <w:pPr>
              <w:rPr>
                <w:b/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 xml:space="preserve"> (115) Супервайзер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CE" w:rsidRPr="00D43E93" w:rsidRDefault="004A4CCE" w:rsidP="00D43E93">
            <w:pPr>
              <w:rPr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lastRenderedPageBreak/>
              <w:t xml:space="preserve">Мероприятия по улучшению условий </w:t>
            </w:r>
            <w:r w:rsidRPr="00D43E93">
              <w:rPr>
                <w:sz w:val="18"/>
                <w:szCs w:val="18"/>
              </w:rPr>
              <w:lastRenderedPageBreak/>
              <w:t>труда не требуются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CE" w:rsidRPr="00D43E93" w:rsidRDefault="004A4CCE" w:rsidP="00D43E93">
            <w:pPr>
              <w:pStyle w:val="aa"/>
              <w:jc w:val="lef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CE" w:rsidRPr="00D43E93" w:rsidRDefault="004A4CCE" w:rsidP="00FD0510">
            <w:pPr>
              <w:pStyle w:val="aa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CE" w:rsidRPr="00D43E93" w:rsidRDefault="004A4CCE" w:rsidP="00FD0510">
            <w:pPr>
              <w:pStyle w:val="aa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CE" w:rsidRPr="00D43E93" w:rsidRDefault="004A4CCE" w:rsidP="00FD0510">
            <w:pPr>
              <w:pStyle w:val="aa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4A4CCE" w:rsidRPr="00D43E93" w:rsidTr="00D43E93">
        <w:trPr>
          <w:jc w:val="center"/>
        </w:trPr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CE" w:rsidRPr="00D43E93" w:rsidRDefault="004A4CCE" w:rsidP="00FD0510">
            <w:pPr>
              <w:rPr>
                <w:b/>
                <w:sz w:val="18"/>
                <w:szCs w:val="18"/>
              </w:rPr>
            </w:pPr>
            <w:r w:rsidRPr="00D43E93">
              <w:rPr>
                <w:b/>
                <w:sz w:val="18"/>
                <w:szCs w:val="18"/>
              </w:rPr>
              <w:t>Администрация службы продаж (группа по работе РТТ):</w:t>
            </w:r>
          </w:p>
          <w:p w:rsidR="004A4CCE" w:rsidRPr="00D43E93" w:rsidRDefault="004A4CCE" w:rsidP="00FD0510">
            <w:pPr>
              <w:rPr>
                <w:b/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 xml:space="preserve"> (116) Торговый представитель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CE" w:rsidRPr="00D43E93" w:rsidRDefault="004A4CCE" w:rsidP="00D43E93">
            <w:pPr>
              <w:rPr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>Мероприятия по улучшению условий труда не требуются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CE" w:rsidRPr="00D43E93" w:rsidRDefault="004A4CCE" w:rsidP="00D43E93">
            <w:pPr>
              <w:pStyle w:val="aa"/>
              <w:jc w:val="lef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CE" w:rsidRPr="00D43E93" w:rsidRDefault="004A4CCE" w:rsidP="00FD0510">
            <w:pPr>
              <w:pStyle w:val="aa"/>
              <w:jc w:val="left"/>
              <w:rPr>
                <w:sz w:val="18"/>
                <w:szCs w:val="18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CE" w:rsidRPr="00D43E93" w:rsidRDefault="004A4CCE" w:rsidP="00FD0510">
            <w:pPr>
              <w:pStyle w:val="aa"/>
              <w:jc w:val="left"/>
              <w:rPr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CE" w:rsidRPr="00D43E93" w:rsidRDefault="004A4CCE" w:rsidP="00FD0510">
            <w:pPr>
              <w:pStyle w:val="aa"/>
              <w:jc w:val="left"/>
              <w:rPr>
                <w:sz w:val="18"/>
                <w:szCs w:val="18"/>
              </w:rPr>
            </w:pPr>
          </w:p>
        </w:tc>
      </w:tr>
      <w:tr w:rsidR="004A4CCE" w:rsidRPr="00D43E93" w:rsidTr="00D43E93">
        <w:trPr>
          <w:jc w:val="center"/>
        </w:trPr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CE" w:rsidRPr="00D43E93" w:rsidRDefault="004A4CCE" w:rsidP="00FD0510">
            <w:pPr>
              <w:rPr>
                <w:b/>
                <w:sz w:val="18"/>
                <w:szCs w:val="18"/>
              </w:rPr>
            </w:pPr>
            <w:r w:rsidRPr="00D43E93">
              <w:rPr>
                <w:b/>
                <w:sz w:val="18"/>
                <w:szCs w:val="18"/>
              </w:rPr>
              <w:t>Администрация службы продаж (группа по работе РТТ):</w:t>
            </w:r>
          </w:p>
          <w:p w:rsidR="004A4CCE" w:rsidRPr="00D43E93" w:rsidRDefault="004A4CCE" w:rsidP="00FD0510">
            <w:pPr>
              <w:rPr>
                <w:b/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 xml:space="preserve"> (117) Торговый представитель (автомобиль  </w:t>
            </w:r>
            <w:r w:rsidRPr="00D43E93">
              <w:rPr>
                <w:sz w:val="18"/>
                <w:szCs w:val="18"/>
                <w:lang w:val="en-US"/>
              </w:rPr>
              <w:t>Ford</w:t>
            </w:r>
            <w:r w:rsidRPr="00D43E93">
              <w:rPr>
                <w:sz w:val="18"/>
                <w:szCs w:val="18"/>
              </w:rPr>
              <w:t xml:space="preserve"> </w:t>
            </w:r>
            <w:r w:rsidRPr="00D43E93">
              <w:rPr>
                <w:sz w:val="18"/>
                <w:szCs w:val="18"/>
                <w:lang w:val="en-US"/>
              </w:rPr>
              <w:t>Focus</w:t>
            </w:r>
            <w:r w:rsidRPr="00D43E93">
              <w:rPr>
                <w:sz w:val="18"/>
                <w:szCs w:val="18"/>
              </w:rPr>
              <w:t xml:space="preserve"> </w:t>
            </w:r>
            <w:r w:rsidRPr="00D43E93">
              <w:rPr>
                <w:sz w:val="18"/>
                <w:szCs w:val="18"/>
                <w:lang w:val="en-US"/>
              </w:rPr>
              <w:t>II</w:t>
            </w:r>
            <w:r w:rsidRPr="00D43E93">
              <w:rPr>
                <w:sz w:val="18"/>
                <w:szCs w:val="18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CE" w:rsidRPr="00D43E93" w:rsidRDefault="004A4CCE" w:rsidP="00D43E93">
            <w:pPr>
              <w:pStyle w:val="aa"/>
              <w:jc w:val="left"/>
              <w:rPr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>Разработать список контингента работников, подлежащих периодическим медицинским осмотрам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CE" w:rsidRPr="00D43E93" w:rsidRDefault="004A4CCE" w:rsidP="00D43E93">
            <w:pPr>
              <w:pStyle w:val="aa"/>
              <w:jc w:val="left"/>
              <w:rPr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>Предупреждение производственного травматизма и профессиональных заболеваний, исполнение ст. 213 ТК РФ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CE" w:rsidRPr="00D43E93" w:rsidRDefault="004A4CCE" w:rsidP="00FD0510">
            <w:pPr>
              <w:pStyle w:val="aa"/>
              <w:jc w:val="left"/>
              <w:rPr>
                <w:sz w:val="18"/>
                <w:szCs w:val="18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CE" w:rsidRPr="00D43E93" w:rsidRDefault="004A4CCE" w:rsidP="00FD0510">
            <w:pPr>
              <w:pStyle w:val="aa"/>
              <w:jc w:val="left"/>
              <w:rPr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CE" w:rsidRPr="00D43E93" w:rsidRDefault="004A4CCE" w:rsidP="00FD0510">
            <w:pPr>
              <w:pStyle w:val="aa"/>
              <w:jc w:val="left"/>
              <w:rPr>
                <w:sz w:val="18"/>
                <w:szCs w:val="18"/>
              </w:rPr>
            </w:pPr>
          </w:p>
        </w:tc>
      </w:tr>
      <w:tr w:rsidR="004A4CCE" w:rsidRPr="00D43E93" w:rsidTr="00D43E93">
        <w:trPr>
          <w:jc w:val="center"/>
        </w:trPr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CE" w:rsidRPr="00D43E93" w:rsidRDefault="004A4CCE" w:rsidP="00FD0510">
            <w:pPr>
              <w:rPr>
                <w:b/>
                <w:sz w:val="18"/>
                <w:szCs w:val="18"/>
              </w:rPr>
            </w:pPr>
            <w:r w:rsidRPr="00D43E93">
              <w:rPr>
                <w:b/>
                <w:sz w:val="18"/>
                <w:szCs w:val="18"/>
              </w:rPr>
              <w:t xml:space="preserve">Администрация службы продаж (группа по работе с </w:t>
            </w:r>
            <w:proofErr w:type="spellStart"/>
            <w:r w:rsidRPr="00D43E93">
              <w:rPr>
                <w:b/>
                <w:sz w:val="18"/>
                <w:szCs w:val="18"/>
              </w:rPr>
              <w:t>HoReCa</w:t>
            </w:r>
            <w:proofErr w:type="spellEnd"/>
            <w:r w:rsidRPr="00D43E93">
              <w:rPr>
                <w:b/>
                <w:sz w:val="18"/>
                <w:szCs w:val="18"/>
              </w:rPr>
              <w:t>):</w:t>
            </w:r>
          </w:p>
          <w:p w:rsidR="004A4CCE" w:rsidRPr="00D43E93" w:rsidRDefault="004A4CCE" w:rsidP="009A14FA">
            <w:pPr>
              <w:rPr>
                <w:b/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>(118) Супервайзер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CE" w:rsidRPr="00D43E93" w:rsidRDefault="004A4CCE" w:rsidP="00D43E93">
            <w:pPr>
              <w:rPr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>Мероприятия по улучшению условий труда не требуются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CE" w:rsidRPr="00D43E93" w:rsidRDefault="004A4CCE" w:rsidP="00D43E93">
            <w:pPr>
              <w:pStyle w:val="aa"/>
              <w:jc w:val="lef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CE" w:rsidRPr="00D43E93" w:rsidRDefault="004A4CCE" w:rsidP="00FD0510">
            <w:pPr>
              <w:pStyle w:val="aa"/>
              <w:jc w:val="left"/>
              <w:rPr>
                <w:sz w:val="18"/>
                <w:szCs w:val="18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CE" w:rsidRPr="00D43E93" w:rsidRDefault="004A4CCE" w:rsidP="00FD0510">
            <w:pPr>
              <w:pStyle w:val="aa"/>
              <w:jc w:val="left"/>
              <w:rPr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CE" w:rsidRPr="00D43E93" w:rsidRDefault="004A4CCE" w:rsidP="00FD0510">
            <w:pPr>
              <w:pStyle w:val="aa"/>
              <w:jc w:val="left"/>
              <w:rPr>
                <w:sz w:val="18"/>
                <w:szCs w:val="18"/>
              </w:rPr>
            </w:pPr>
          </w:p>
        </w:tc>
      </w:tr>
      <w:tr w:rsidR="004A4CCE" w:rsidRPr="00D43E93" w:rsidTr="00D43E93">
        <w:trPr>
          <w:jc w:val="center"/>
        </w:trPr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CE" w:rsidRPr="00D43E93" w:rsidRDefault="004A4CCE" w:rsidP="00D43E93">
            <w:pPr>
              <w:rPr>
                <w:b/>
                <w:sz w:val="18"/>
                <w:szCs w:val="18"/>
              </w:rPr>
            </w:pPr>
            <w:r w:rsidRPr="00D43E93">
              <w:rPr>
                <w:b/>
                <w:sz w:val="18"/>
                <w:szCs w:val="18"/>
              </w:rPr>
              <w:t xml:space="preserve">Администрация службы продаж (группа по работе с </w:t>
            </w:r>
            <w:proofErr w:type="spellStart"/>
            <w:r w:rsidRPr="00D43E93">
              <w:rPr>
                <w:b/>
                <w:sz w:val="18"/>
                <w:szCs w:val="18"/>
              </w:rPr>
              <w:t>HoReCa</w:t>
            </w:r>
            <w:proofErr w:type="spellEnd"/>
            <w:r w:rsidRPr="00D43E93">
              <w:rPr>
                <w:b/>
                <w:sz w:val="18"/>
                <w:szCs w:val="18"/>
              </w:rPr>
              <w:t>):</w:t>
            </w:r>
          </w:p>
          <w:p w:rsidR="004A4CCE" w:rsidRPr="00D43E93" w:rsidRDefault="004A4CCE" w:rsidP="009A14FA">
            <w:pPr>
              <w:rPr>
                <w:b/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>(119) Менеджер торгового оборудования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CE" w:rsidRPr="00D43E93" w:rsidRDefault="004A4CCE" w:rsidP="00D43E93">
            <w:pPr>
              <w:rPr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>Мероприятия по улучшению условий труда не требуются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CE" w:rsidRPr="00D43E93" w:rsidRDefault="004A4CCE" w:rsidP="00D43E93">
            <w:pPr>
              <w:pStyle w:val="aa"/>
              <w:jc w:val="lef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CE" w:rsidRPr="00D43E93" w:rsidRDefault="004A4CCE" w:rsidP="00FD0510">
            <w:pPr>
              <w:pStyle w:val="aa"/>
              <w:jc w:val="left"/>
              <w:rPr>
                <w:sz w:val="18"/>
                <w:szCs w:val="18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CE" w:rsidRPr="00D43E93" w:rsidRDefault="004A4CCE" w:rsidP="00FD0510">
            <w:pPr>
              <w:pStyle w:val="aa"/>
              <w:jc w:val="left"/>
              <w:rPr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CE" w:rsidRPr="00D43E93" w:rsidRDefault="004A4CCE" w:rsidP="00FD0510">
            <w:pPr>
              <w:pStyle w:val="aa"/>
              <w:jc w:val="left"/>
              <w:rPr>
                <w:sz w:val="18"/>
                <w:szCs w:val="18"/>
              </w:rPr>
            </w:pPr>
          </w:p>
        </w:tc>
      </w:tr>
      <w:tr w:rsidR="004A4CCE" w:rsidRPr="00D43E93" w:rsidTr="00D43E93">
        <w:trPr>
          <w:jc w:val="center"/>
        </w:trPr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CE" w:rsidRPr="00D43E93" w:rsidRDefault="004A4CCE" w:rsidP="00D43E93">
            <w:pPr>
              <w:rPr>
                <w:b/>
                <w:sz w:val="18"/>
                <w:szCs w:val="18"/>
              </w:rPr>
            </w:pPr>
            <w:r w:rsidRPr="00D43E93">
              <w:rPr>
                <w:b/>
                <w:sz w:val="18"/>
                <w:szCs w:val="18"/>
              </w:rPr>
              <w:t xml:space="preserve">Администрация службы продаж (группа по работе с </w:t>
            </w:r>
            <w:proofErr w:type="spellStart"/>
            <w:r w:rsidRPr="00D43E93">
              <w:rPr>
                <w:b/>
                <w:sz w:val="18"/>
                <w:szCs w:val="18"/>
              </w:rPr>
              <w:t>HoReCa</w:t>
            </w:r>
            <w:proofErr w:type="spellEnd"/>
            <w:r w:rsidRPr="00D43E93">
              <w:rPr>
                <w:b/>
                <w:sz w:val="18"/>
                <w:szCs w:val="18"/>
              </w:rPr>
              <w:t>):</w:t>
            </w:r>
          </w:p>
          <w:p w:rsidR="004A4CCE" w:rsidRPr="00D43E93" w:rsidRDefault="004A4CCE" w:rsidP="009A14FA">
            <w:pPr>
              <w:rPr>
                <w:b/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 xml:space="preserve">(120) Торговый  представитель  по  работе  с  </w:t>
            </w:r>
            <w:proofErr w:type="spellStart"/>
            <w:r w:rsidRPr="00D43E93">
              <w:rPr>
                <w:sz w:val="18"/>
                <w:szCs w:val="18"/>
              </w:rPr>
              <w:t>HoReCa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CE" w:rsidRPr="00D43E93" w:rsidRDefault="004A4CCE" w:rsidP="00D43E93">
            <w:pPr>
              <w:rPr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>Мероприятия по улучшению условий труда не требуются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CE" w:rsidRPr="00D43E93" w:rsidRDefault="004A4CCE" w:rsidP="00D43E93">
            <w:pPr>
              <w:pStyle w:val="aa"/>
              <w:jc w:val="lef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CE" w:rsidRPr="00D43E93" w:rsidRDefault="004A4CCE" w:rsidP="00FD0510">
            <w:pPr>
              <w:pStyle w:val="aa"/>
              <w:jc w:val="left"/>
              <w:rPr>
                <w:sz w:val="18"/>
                <w:szCs w:val="18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CE" w:rsidRPr="00D43E93" w:rsidRDefault="004A4CCE" w:rsidP="00FD0510">
            <w:pPr>
              <w:pStyle w:val="aa"/>
              <w:jc w:val="left"/>
              <w:rPr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CE" w:rsidRPr="00D43E93" w:rsidRDefault="004A4CCE" w:rsidP="00FD0510">
            <w:pPr>
              <w:pStyle w:val="aa"/>
              <w:jc w:val="left"/>
              <w:rPr>
                <w:sz w:val="18"/>
                <w:szCs w:val="18"/>
              </w:rPr>
            </w:pPr>
          </w:p>
        </w:tc>
      </w:tr>
      <w:tr w:rsidR="004A4CCE" w:rsidRPr="00D43E93" w:rsidTr="00D43E93">
        <w:trPr>
          <w:jc w:val="center"/>
        </w:trPr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CE" w:rsidRPr="00D43E93" w:rsidRDefault="004A4CCE" w:rsidP="00D43E93">
            <w:pPr>
              <w:rPr>
                <w:b/>
                <w:sz w:val="18"/>
                <w:szCs w:val="18"/>
              </w:rPr>
            </w:pPr>
            <w:r w:rsidRPr="00D43E93">
              <w:rPr>
                <w:b/>
                <w:sz w:val="18"/>
                <w:szCs w:val="18"/>
              </w:rPr>
              <w:t>Администрация службы продаж (группа по работе с ключевыми клиентами):</w:t>
            </w:r>
          </w:p>
          <w:p w:rsidR="004A4CCE" w:rsidRPr="00D43E93" w:rsidRDefault="004A4CCE" w:rsidP="009A14FA">
            <w:pPr>
              <w:rPr>
                <w:b/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 xml:space="preserve">(122) Руководитель группы по работе с ключевыми клиентами (автомобиль  </w:t>
            </w:r>
            <w:r w:rsidRPr="00D43E93">
              <w:rPr>
                <w:sz w:val="18"/>
                <w:szCs w:val="18"/>
                <w:lang w:val="en-US"/>
              </w:rPr>
              <w:t>Ford</w:t>
            </w:r>
            <w:r w:rsidRPr="00D43E93">
              <w:rPr>
                <w:sz w:val="18"/>
                <w:szCs w:val="18"/>
              </w:rPr>
              <w:t xml:space="preserve"> </w:t>
            </w:r>
            <w:r w:rsidRPr="00D43E93">
              <w:rPr>
                <w:sz w:val="18"/>
                <w:szCs w:val="18"/>
                <w:lang w:val="en-US"/>
              </w:rPr>
              <w:t>Focus</w:t>
            </w:r>
            <w:r w:rsidRPr="00D43E93">
              <w:rPr>
                <w:sz w:val="18"/>
                <w:szCs w:val="18"/>
              </w:rPr>
              <w:t xml:space="preserve"> </w:t>
            </w:r>
            <w:r w:rsidRPr="00D43E93">
              <w:rPr>
                <w:sz w:val="18"/>
                <w:szCs w:val="18"/>
                <w:lang w:val="en-US"/>
              </w:rPr>
              <w:t>II</w:t>
            </w:r>
            <w:r w:rsidRPr="00D43E93">
              <w:rPr>
                <w:sz w:val="18"/>
                <w:szCs w:val="18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CE" w:rsidRPr="00D43E93" w:rsidRDefault="004A4CCE" w:rsidP="00D43E93">
            <w:pPr>
              <w:pStyle w:val="aa"/>
              <w:jc w:val="left"/>
              <w:rPr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>Разработать список контингента работников, подлежащих периодическим медицинским осмотрам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CE" w:rsidRPr="00D43E93" w:rsidRDefault="004A4CCE" w:rsidP="00D43E93">
            <w:pPr>
              <w:pStyle w:val="aa"/>
              <w:jc w:val="left"/>
              <w:rPr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>Предупреждение производственного травматизма и профессиональных заболеваний, исполнение ст. 213 ТК РФ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CE" w:rsidRPr="00D43E93" w:rsidRDefault="004A4CCE" w:rsidP="00FD0510">
            <w:pPr>
              <w:pStyle w:val="aa"/>
              <w:jc w:val="left"/>
              <w:rPr>
                <w:sz w:val="18"/>
                <w:szCs w:val="18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CE" w:rsidRPr="00D43E93" w:rsidRDefault="004A4CCE" w:rsidP="00FD0510">
            <w:pPr>
              <w:pStyle w:val="aa"/>
              <w:jc w:val="left"/>
              <w:rPr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CE" w:rsidRPr="00D43E93" w:rsidRDefault="004A4CCE" w:rsidP="00FD0510">
            <w:pPr>
              <w:pStyle w:val="aa"/>
              <w:jc w:val="left"/>
              <w:rPr>
                <w:sz w:val="18"/>
                <w:szCs w:val="18"/>
              </w:rPr>
            </w:pPr>
          </w:p>
        </w:tc>
      </w:tr>
      <w:tr w:rsidR="004A4CCE" w:rsidRPr="00D43E93" w:rsidTr="00D43E93">
        <w:trPr>
          <w:jc w:val="center"/>
        </w:trPr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CE" w:rsidRPr="00D43E93" w:rsidRDefault="004A4CCE" w:rsidP="00D43E93">
            <w:pPr>
              <w:rPr>
                <w:b/>
                <w:sz w:val="18"/>
                <w:szCs w:val="18"/>
              </w:rPr>
            </w:pPr>
            <w:r w:rsidRPr="00D43E93">
              <w:rPr>
                <w:b/>
                <w:sz w:val="18"/>
                <w:szCs w:val="18"/>
              </w:rPr>
              <w:t>Администрация службы продаж (группа по работе с ключевыми клиентами):</w:t>
            </w:r>
          </w:p>
          <w:p w:rsidR="004A4CCE" w:rsidRPr="00D43E93" w:rsidRDefault="004A4CCE" w:rsidP="009A14FA">
            <w:pPr>
              <w:rPr>
                <w:b/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>(123) Менеджер по работе с локальными сетями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CE" w:rsidRPr="00D43E93" w:rsidRDefault="004A4CCE" w:rsidP="00D43E93">
            <w:pPr>
              <w:rPr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>Мероприятия по улучшению условий труда не требуются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CE" w:rsidRPr="00D43E93" w:rsidRDefault="004A4CCE" w:rsidP="00D43E93">
            <w:pPr>
              <w:pStyle w:val="aa"/>
              <w:jc w:val="lef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CE" w:rsidRPr="00D43E93" w:rsidRDefault="004A4CCE" w:rsidP="00FD0510">
            <w:pPr>
              <w:pStyle w:val="aa"/>
              <w:jc w:val="left"/>
              <w:rPr>
                <w:sz w:val="18"/>
                <w:szCs w:val="18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CE" w:rsidRPr="00D43E93" w:rsidRDefault="004A4CCE" w:rsidP="00FD0510">
            <w:pPr>
              <w:pStyle w:val="aa"/>
              <w:jc w:val="left"/>
              <w:rPr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CE" w:rsidRPr="00D43E93" w:rsidRDefault="004A4CCE" w:rsidP="00FD0510">
            <w:pPr>
              <w:pStyle w:val="aa"/>
              <w:jc w:val="left"/>
              <w:rPr>
                <w:sz w:val="18"/>
                <w:szCs w:val="18"/>
              </w:rPr>
            </w:pPr>
          </w:p>
        </w:tc>
      </w:tr>
      <w:tr w:rsidR="004A4CCE" w:rsidRPr="00D43E93" w:rsidTr="00D43E93">
        <w:trPr>
          <w:jc w:val="center"/>
        </w:trPr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CE" w:rsidRPr="00D43E93" w:rsidRDefault="004A4CCE" w:rsidP="00D43E93">
            <w:pPr>
              <w:rPr>
                <w:b/>
                <w:sz w:val="18"/>
                <w:szCs w:val="18"/>
              </w:rPr>
            </w:pPr>
            <w:r w:rsidRPr="00D43E93">
              <w:rPr>
                <w:b/>
                <w:sz w:val="18"/>
                <w:szCs w:val="18"/>
              </w:rPr>
              <w:t>Администрация службы продаж (группа развития регионов):</w:t>
            </w:r>
          </w:p>
          <w:p w:rsidR="004A4CCE" w:rsidRPr="00D43E93" w:rsidRDefault="004A4CCE" w:rsidP="009A14FA">
            <w:pPr>
              <w:rPr>
                <w:b/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 xml:space="preserve">(124) Региональный менеджер (автомобиль  </w:t>
            </w:r>
            <w:r w:rsidRPr="00D43E93">
              <w:rPr>
                <w:sz w:val="18"/>
                <w:szCs w:val="18"/>
                <w:lang w:val="en-US"/>
              </w:rPr>
              <w:t>Ford</w:t>
            </w:r>
            <w:r w:rsidRPr="00D43E93">
              <w:rPr>
                <w:sz w:val="18"/>
                <w:szCs w:val="18"/>
              </w:rPr>
              <w:t xml:space="preserve"> </w:t>
            </w:r>
            <w:r w:rsidRPr="00D43E93">
              <w:rPr>
                <w:sz w:val="18"/>
                <w:szCs w:val="18"/>
                <w:lang w:val="en-US"/>
              </w:rPr>
              <w:t>Focus</w:t>
            </w:r>
            <w:r w:rsidRPr="00D43E93">
              <w:rPr>
                <w:sz w:val="18"/>
                <w:szCs w:val="18"/>
              </w:rPr>
              <w:t xml:space="preserve"> </w:t>
            </w:r>
            <w:r w:rsidRPr="00D43E93">
              <w:rPr>
                <w:sz w:val="18"/>
                <w:szCs w:val="18"/>
                <w:lang w:val="en-US"/>
              </w:rPr>
              <w:t>II</w:t>
            </w:r>
            <w:r w:rsidRPr="00D43E93">
              <w:rPr>
                <w:sz w:val="18"/>
                <w:szCs w:val="18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CE" w:rsidRPr="00D43E93" w:rsidRDefault="004A4CCE" w:rsidP="00D43E93">
            <w:pPr>
              <w:pStyle w:val="aa"/>
              <w:jc w:val="left"/>
              <w:rPr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>Разработать список контингента работников, подлежащих периодическим медицинским осмотрам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CE" w:rsidRPr="00D43E93" w:rsidRDefault="004A4CCE" w:rsidP="00D43E93">
            <w:pPr>
              <w:pStyle w:val="aa"/>
              <w:jc w:val="left"/>
              <w:rPr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>Предупреждение производственного травматизма и профессиональных заболеваний, исполнение ст. 213 ТК РФ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CE" w:rsidRPr="00D43E93" w:rsidRDefault="004A4CCE" w:rsidP="00FD0510">
            <w:pPr>
              <w:pStyle w:val="aa"/>
              <w:jc w:val="left"/>
              <w:rPr>
                <w:sz w:val="18"/>
                <w:szCs w:val="18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CE" w:rsidRPr="00D43E93" w:rsidRDefault="004A4CCE" w:rsidP="00FD0510">
            <w:pPr>
              <w:pStyle w:val="aa"/>
              <w:jc w:val="left"/>
              <w:rPr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CE" w:rsidRPr="00D43E93" w:rsidRDefault="004A4CCE" w:rsidP="00FD0510">
            <w:pPr>
              <w:pStyle w:val="aa"/>
              <w:jc w:val="left"/>
              <w:rPr>
                <w:sz w:val="18"/>
                <w:szCs w:val="18"/>
              </w:rPr>
            </w:pPr>
          </w:p>
        </w:tc>
      </w:tr>
      <w:tr w:rsidR="004A4CCE" w:rsidRPr="00D43E93" w:rsidTr="00D43E93">
        <w:trPr>
          <w:jc w:val="center"/>
        </w:trPr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CE" w:rsidRPr="00D43E93" w:rsidRDefault="004A4CCE" w:rsidP="00D43E93">
            <w:pPr>
              <w:rPr>
                <w:b/>
                <w:sz w:val="18"/>
                <w:szCs w:val="18"/>
              </w:rPr>
            </w:pPr>
            <w:r w:rsidRPr="00D43E93">
              <w:rPr>
                <w:b/>
                <w:sz w:val="18"/>
                <w:szCs w:val="18"/>
              </w:rPr>
              <w:t>Администрация службы продаж (группа развития регионов):</w:t>
            </w:r>
          </w:p>
          <w:p w:rsidR="004A4CCE" w:rsidRPr="00D43E93" w:rsidRDefault="004A4CCE" w:rsidP="009A14FA">
            <w:pPr>
              <w:rPr>
                <w:b/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>(125) Супервайзер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CE" w:rsidRPr="00D43E93" w:rsidRDefault="004A4CCE" w:rsidP="00D43E93">
            <w:pPr>
              <w:rPr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>Мероприятия по улучшению условий труда не требуются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CE" w:rsidRPr="00D43E93" w:rsidRDefault="004A4CCE" w:rsidP="00D43E93">
            <w:pPr>
              <w:pStyle w:val="aa"/>
              <w:jc w:val="lef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CE" w:rsidRPr="00D43E93" w:rsidRDefault="004A4CCE" w:rsidP="00FD0510">
            <w:pPr>
              <w:pStyle w:val="aa"/>
              <w:jc w:val="left"/>
              <w:rPr>
                <w:sz w:val="18"/>
                <w:szCs w:val="18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CE" w:rsidRPr="00D43E93" w:rsidRDefault="004A4CCE" w:rsidP="00FD0510">
            <w:pPr>
              <w:pStyle w:val="aa"/>
              <w:jc w:val="left"/>
              <w:rPr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CE" w:rsidRPr="00D43E93" w:rsidRDefault="004A4CCE" w:rsidP="00FD0510">
            <w:pPr>
              <w:pStyle w:val="aa"/>
              <w:jc w:val="left"/>
              <w:rPr>
                <w:sz w:val="18"/>
                <w:szCs w:val="18"/>
              </w:rPr>
            </w:pPr>
          </w:p>
        </w:tc>
      </w:tr>
      <w:tr w:rsidR="004A4CCE" w:rsidRPr="00D43E93" w:rsidTr="00D43E93">
        <w:trPr>
          <w:jc w:val="center"/>
        </w:trPr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CE" w:rsidRPr="00D43E93" w:rsidRDefault="004A4CCE" w:rsidP="00D43E93">
            <w:pPr>
              <w:rPr>
                <w:b/>
                <w:sz w:val="18"/>
                <w:szCs w:val="18"/>
              </w:rPr>
            </w:pPr>
            <w:r w:rsidRPr="00D43E93">
              <w:rPr>
                <w:b/>
                <w:sz w:val="18"/>
                <w:szCs w:val="18"/>
              </w:rPr>
              <w:t>Администрация службы продаж (группа развития регионов):</w:t>
            </w:r>
          </w:p>
          <w:p w:rsidR="004A4CCE" w:rsidRPr="00D43E93" w:rsidRDefault="004A4CCE" w:rsidP="009A14FA">
            <w:pPr>
              <w:rPr>
                <w:b/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>(126) Управляющий менеджер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CE" w:rsidRPr="00D43E93" w:rsidRDefault="004A4CCE" w:rsidP="00D43E93">
            <w:pPr>
              <w:rPr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>Мероприятия по улучшению условий труда не требуются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CE" w:rsidRPr="00D43E93" w:rsidRDefault="004A4CCE" w:rsidP="00D43E93">
            <w:pPr>
              <w:pStyle w:val="aa"/>
              <w:jc w:val="lef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CE" w:rsidRPr="00D43E93" w:rsidRDefault="004A4CCE" w:rsidP="00FD0510">
            <w:pPr>
              <w:pStyle w:val="aa"/>
              <w:jc w:val="left"/>
              <w:rPr>
                <w:sz w:val="18"/>
                <w:szCs w:val="18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CE" w:rsidRPr="00D43E93" w:rsidRDefault="004A4CCE" w:rsidP="00FD0510">
            <w:pPr>
              <w:pStyle w:val="aa"/>
              <w:jc w:val="left"/>
              <w:rPr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CE" w:rsidRPr="00D43E93" w:rsidRDefault="004A4CCE" w:rsidP="00FD0510">
            <w:pPr>
              <w:pStyle w:val="aa"/>
              <w:jc w:val="left"/>
              <w:rPr>
                <w:sz w:val="18"/>
                <w:szCs w:val="18"/>
              </w:rPr>
            </w:pPr>
          </w:p>
        </w:tc>
      </w:tr>
      <w:tr w:rsidR="004A4CCE" w:rsidRPr="00D43E93" w:rsidTr="00D43E93">
        <w:trPr>
          <w:jc w:val="center"/>
        </w:trPr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CE" w:rsidRPr="00D43E93" w:rsidRDefault="004A4CCE" w:rsidP="009A14FA">
            <w:pPr>
              <w:rPr>
                <w:b/>
                <w:sz w:val="18"/>
                <w:szCs w:val="18"/>
              </w:rPr>
            </w:pPr>
            <w:r w:rsidRPr="00D43E93">
              <w:rPr>
                <w:b/>
                <w:sz w:val="18"/>
                <w:szCs w:val="18"/>
              </w:rPr>
              <w:t>Администрация службы продаж (группа развития регионов):</w:t>
            </w:r>
          </w:p>
          <w:p w:rsidR="004A4CCE" w:rsidRPr="00D43E93" w:rsidRDefault="004A4CCE" w:rsidP="009A14FA">
            <w:pPr>
              <w:rPr>
                <w:b/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>(127) Управляющий менеджер в г. Иркутске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CE" w:rsidRPr="00D43E93" w:rsidRDefault="004A4CCE" w:rsidP="00D43E93">
            <w:pPr>
              <w:rPr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>Мероприятия по улучшению условий труда не требуются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CE" w:rsidRPr="00D43E93" w:rsidRDefault="004A4CCE" w:rsidP="00D43E93">
            <w:pPr>
              <w:pStyle w:val="aa"/>
              <w:jc w:val="lef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CE" w:rsidRPr="00D43E93" w:rsidRDefault="004A4CCE" w:rsidP="00FD0510">
            <w:pPr>
              <w:pStyle w:val="aa"/>
              <w:jc w:val="left"/>
              <w:rPr>
                <w:sz w:val="18"/>
                <w:szCs w:val="18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CE" w:rsidRPr="00D43E93" w:rsidRDefault="004A4CCE" w:rsidP="00FD0510">
            <w:pPr>
              <w:pStyle w:val="aa"/>
              <w:jc w:val="left"/>
              <w:rPr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CE" w:rsidRPr="00D43E93" w:rsidRDefault="004A4CCE" w:rsidP="00FD0510">
            <w:pPr>
              <w:pStyle w:val="aa"/>
              <w:jc w:val="left"/>
              <w:rPr>
                <w:sz w:val="18"/>
                <w:szCs w:val="18"/>
              </w:rPr>
            </w:pPr>
          </w:p>
        </w:tc>
      </w:tr>
      <w:tr w:rsidR="004A4CCE" w:rsidRPr="00D43E93" w:rsidTr="00D43E93">
        <w:trPr>
          <w:jc w:val="center"/>
        </w:trPr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CE" w:rsidRPr="00D43E93" w:rsidRDefault="004A4CCE" w:rsidP="00D43E93">
            <w:pPr>
              <w:rPr>
                <w:b/>
                <w:sz w:val="18"/>
                <w:szCs w:val="18"/>
              </w:rPr>
            </w:pPr>
            <w:r w:rsidRPr="00D43E93">
              <w:rPr>
                <w:b/>
                <w:sz w:val="18"/>
                <w:szCs w:val="18"/>
              </w:rPr>
              <w:t>Администрация службы продаж (группа развития регионов):</w:t>
            </w:r>
          </w:p>
          <w:p w:rsidR="004A4CCE" w:rsidRPr="00D43E93" w:rsidRDefault="004A4CCE" w:rsidP="004A4CCE">
            <w:pPr>
              <w:rPr>
                <w:b/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>(129) Управляющий менеджер (</w:t>
            </w:r>
            <w:proofErr w:type="spellStart"/>
            <w:r w:rsidRPr="00D43E93">
              <w:rPr>
                <w:sz w:val="18"/>
                <w:szCs w:val="18"/>
              </w:rPr>
              <w:t>г.Красноярск</w:t>
            </w:r>
            <w:proofErr w:type="spellEnd"/>
            <w:r w:rsidRPr="00D43E93">
              <w:rPr>
                <w:sz w:val="18"/>
                <w:szCs w:val="18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CE" w:rsidRPr="00D43E93" w:rsidRDefault="004A4CCE" w:rsidP="00D43E93">
            <w:pPr>
              <w:rPr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>Мероприятия по улучшению условий труда не требуются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CE" w:rsidRPr="00D43E93" w:rsidRDefault="004A4CCE" w:rsidP="00D43E93">
            <w:pPr>
              <w:pStyle w:val="aa"/>
              <w:jc w:val="lef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CE" w:rsidRPr="00D43E93" w:rsidRDefault="004A4CCE" w:rsidP="00FD0510">
            <w:pPr>
              <w:pStyle w:val="aa"/>
              <w:jc w:val="left"/>
              <w:rPr>
                <w:sz w:val="18"/>
                <w:szCs w:val="18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CE" w:rsidRPr="00D43E93" w:rsidRDefault="004A4CCE" w:rsidP="00FD0510">
            <w:pPr>
              <w:pStyle w:val="aa"/>
              <w:jc w:val="left"/>
              <w:rPr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CE" w:rsidRPr="00D43E93" w:rsidRDefault="004A4CCE" w:rsidP="00FD0510">
            <w:pPr>
              <w:pStyle w:val="aa"/>
              <w:jc w:val="left"/>
              <w:rPr>
                <w:sz w:val="18"/>
                <w:szCs w:val="18"/>
              </w:rPr>
            </w:pPr>
          </w:p>
        </w:tc>
      </w:tr>
    </w:tbl>
    <w:p w:rsidR="00E42D2A" w:rsidRPr="00E42D2A" w:rsidRDefault="00E42D2A" w:rsidP="00E42D2A">
      <w:pPr>
        <w:rPr>
          <w:rStyle w:val="a9"/>
        </w:rPr>
      </w:pPr>
      <w:r w:rsidRPr="004A4CCE">
        <w:t>Дата составления:</w:t>
      </w:r>
      <w:r w:rsidRPr="004A4CCE">
        <w:rPr>
          <w:rStyle w:val="a9"/>
        </w:rPr>
        <w:t xml:space="preserve"> </w:t>
      </w:r>
      <w:r w:rsidR="004A4CCE" w:rsidRPr="004A4CCE">
        <w:rPr>
          <w:rStyle w:val="a9"/>
        </w:rPr>
        <w:t>07.10.2021</w:t>
      </w:r>
      <w:r w:rsidRPr="004A4CCE">
        <w:rPr>
          <w:rStyle w:val="a9"/>
        </w:rPr>
        <w:t xml:space="preserve"> г.</w:t>
      </w:r>
    </w:p>
    <w:p w:rsidR="00396C94" w:rsidRPr="00E42D2A" w:rsidRDefault="00AC292B" w:rsidP="00396C94">
      <w:pPr>
        <w:rPr>
          <w:highlight w:val="yellow"/>
        </w:rPr>
      </w:pPr>
      <w:r w:rsidRPr="00F67F44">
        <w:rPr>
          <w:rStyle w:val="a9"/>
          <w:highlight w:val="yellow"/>
        </w:rPr>
        <w:br w:type="page"/>
      </w:r>
    </w:p>
    <w:tbl>
      <w:tblPr>
        <w:tblW w:w="152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5"/>
        <w:gridCol w:w="3761"/>
        <w:gridCol w:w="3185"/>
        <w:gridCol w:w="1559"/>
        <w:gridCol w:w="2397"/>
        <w:gridCol w:w="1315"/>
      </w:tblGrid>
      <w:tr w:rsidR="00DB70BA" w:rsidRPr="006C0AEE" w:rsidTr="00D43E93">
        <w:trPr>
          <w:jc w:val="center"/>
        </w:trPr>
        <w:tc>
          <w:tcPr>
            <w:tcW w:w="3035" w:type="dxa"/>
            <w:shd w:val="clear" w:color="auto" w:fill="D9D9D9"/>
            <w:vAlign w:val="center"/>
          </w:tcPr>
          <w:p w:rsidR="00DB70BA" w:rsidRPr="006C0AEE" w:rsidRDefault="00DB70BA" w:rsidP="00DB70BA">
            <w:pPr>
              <w:pStyle w:val="aa"/>
            </w:pPr>
            <w:bookmarkStart w:id="1" w:name="main_table"/>
            <w:bookmarkEnd w:id="1"/>
            <w:r w:rsidRPr="006C0AEE">
              <w:t>Наименование структурного подразделения, рабочего места</w:t>
            </w:r>
          </w:p>
        </w:tc>
        <w:tc>
          <w:tcPr>
            <w:tcW w:w="3761" w:type="dxa"/>
            <w:shd w:val="clear" w:color="auto" w:fill="D9D9D9"/>
            <w:vAlign w:val="center"/>
          </w:tcPr>
          <w:p w:rsidR="00DB70BA" w:rsidRPr="006C0AEE" w:rsidRDefault="00DB70BA" w:rsidP="00DB70BA">
            <w:pPr>
              <w:pStyle w:val="aa"/>
            </w:pPr>
            <w:r w:rsidRPr="006C0AEE">
              <w:t>Наименование мероприятия</w:t>
            </w:r>
          </w:p>
        </w:tc>
        <w:tc>
          <w:tcPr>
            <w:tcW w:w="3185" w:type="dxa"/>
            <w:shd w:val="clear" w:color="auto" w:fill="D9D9D9"/>
            <w:vAlign w:val="center"/>
          </w:tcPr>
          <w:p w:rsidR="00DB70BA" w:rsidRPr="006C0AEE" w:rsidRDefault="00DB70BA" w:rsidP="00DB70BA">
            <w:pPr>
              <w:pStyle w:val="aa"/>
            </w:pPr>
            <w:r w:rsidRPr="006C0AEE">
              <w:t>Цель мероприятия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DB70BA" w:rsidRPr="006C0AEE" w:rsidRDefault="008B4051" w:rsidP="00DB70BA">
            <w:pPr>
              <w:pStyle w:val="aa"/>
            </w:pPr>
            <w:r w:rsidRPr="006C0AEE">
              <w:t>Срок</w:t>
            </w:r>
            <w:r w:rsidRPr="006C0AEE">
              <w:br/>
            </w:r>
            <w:r w:rsidR="00DB70BA" w:rsidRPr="006C0AEE">
              <w:t>выполнения</w:t>
            </w:r>
          </w:p>
        </w:tc>
        <w:tc>
          <w:tcPr>
            <w:tcW w:w="2397" w:type="dxa"/>
            <w:shd w:val="clear" w:color="auto" w:fill="D9D9D9"/>
            <w:vAlign w:val="center"/>
          </w:tcPr>
          <w:p w:rsidR="00DB70BA" w:rsidRPr="006C0AEE" w:rsidRDefault="00DB70BA" w:rsidP="00DB70BA">
            <w:pPr>
              <w:pStyle w:val="aa"/>
            </w:pPr>
            <w:r w:rsidRPr="006C0AEE">
              <w:t>Структурные подразделения, привлекаемые для выполнения</w:t>
            </w:r>
          </w:p>
        </w:tc>
        <w:tc>
          <w:tcPr>
            <w:tcW w:w="1315" w:type="dxa"/>
            <w:shd w:val="clear" w:color="auto" w:fill="D9D9D9"/>
            <w:vAlign w:val="center"/>
          </w:tcPr>
          <w:p w:rsidR="00DB70BA" w:rsidRPr="006C0AEE" w:rsidRDefault="00DB70BA" w:rsidP="00DB70BA">
            <w:pPr>
              <w:pStyle w:val="aa"/>
            </w:pPr>
            <w:r w:rsidRPr="006C0AEE">
              <w:t>Отметка о выполнении</w:t>
            </w:r>
          </w:p>
        </w:tc>
      </w:tr>
      <w:tr w:rsidR="000C6857" w:rsidRPr="000C6857" w:rsidTr="00D43E93">
        <w:trPr>
          <w:jc w:val="center"/>
        </w:trPr>
        <w:tc>
          <w:tcPr>
            <w:tcW w:w="3035" w:type="dxa"/>
            <w:vMerge w:val="restart"/>
            <w:shd w:val="clear" w:color="auto" w:fill="auto"/>
          </w:tcPr>
          <w:p w:rsidR="000C6857" w:rsidRPr="00D43E93" w:rsidRDefault="000C6857" w:rsidP="00D43E93">
            <w:pPr>
              <w:pStyle w:val="aa"/>
              <w:jc w:val="left"/>
              <w:rPr>
                <w:b/>
                <w:sz w:val="18"/>
                <w:szCs w:val="18"/>
              </w:rPr>
            </w:pPr>
            <w:r w:rsidRPr="00D43E93">
              <w:rPr>
                <w:b/>
                <w:sz w:val="18"/>
                <w:szCs w:val="18"/>
              </w:rPr>
              <w:t>Производственная лаборатория:</w:t>
            </w:r>
          </w:p>
          <w:p w:rsidR="000C6857" w:rsidRPr="00D43E93" w:rsidRDefault="000C6857" w:rsidP="00D43E93">
            <w:pPr>
              <w:pStyle w:val="aa"/>
              <w:jc w:val="left"/>
              <w:rPr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>13-инженер микробиолог 1 категории</w:t>
            </w:r>
          </w:p>
        </w:tc>
        <w:tc>
          <w:tcPr>
            <w:tcW w:w="3761" w:type="dxa"/>
            <w:shd w:val="clear" w:color="auto" w:fill="auto"/>
          </w:tcPr>
          <w:p w:rsidR="000C6857" w:rsidRPr="00D43E93" w:rsidRDefault="000C6857" w:rsidP="00D43E93">
            <w:pPr>
              <w:pStyle w:val="aa"/>
              <w:jc w:val="left"/>
              <w:rPr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>Обеспечить работников, которые заняты на вредных условиях труда, молоком и другими равноценными продуктами</w:t>
            </w:r>
          </w:p>
        </w:tc>
        <w:tc>
          <w:tcPr>
            <w:tcW w:w="3185" w:type="dxa"/>
            <w:shd w:val="clear" w:color="auto" w:fill="auto"/>
          </w:tcPr>
          <w:p w:rsidR="000C6857" w:rsidRPr="00D43E93" w:rsidRDefault="000C6857" w:rsidP="00E03353">
            <w:pPr>
              <w:pStyle w:val="aa"/>
              <w:jc w:val="left"/>
              <w:rPr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 xml:space="preserve">Гарантии за вредные условия труда, исполнение ст. 222 ТК РФ, Приказа </w:t>
            </w:r>
            <w:proofErr w:type="spellStart"/>
            <w:r w:rsidRPr="00D43E93">
              <w:rPr>
                <w:sz w:val="18"/>
                <w:szCs w:val="18"/>
              </w:rPr>
              <w:t>Минздравсоцразвития</w:t>
            </w:r>
            <w:proofErr w:type="spellEnd"/>
            <w:r w:rsidRPr="00D43E93">
              <w:rPr>
                <w:sz w:val="18"/>
                <w:szCs w:val="18"/>
              </w:rPr>
              <w:t xml:space="preserve"> РФ от 16.02.2009  № 45н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C6857" w:rsidRPr="000C6857" w:rsidRDefault="000C6857" w:rsidP="00C31995">
            <w:pPr>
              <w:pStyle w:val="aa"/>
            </w:pPr>
          </w:p>
        </w:tc>
        <w:tc>
          <w:tcPr>
            <w:tcW w:w="2397" w:type="dxa"/>
            <w:shd w:val="clear" w:color="auto" w:fill="auto"/>
            <w:vAlign w:val="center"/>
          </w:tcPr>
          <w:p w:rsidR="000C6857" w:rsidRPr="000C6857" w:rsidRDefault="000C6857" w:rsidP="00C31995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0C6857" w:rsidRPr="000C6857" w:rsidRDefault="000C6857" w:rsidP="00C31995">
            <w:pPr>
              <w:pStyle w:val="aa"/>
            </w:pPr>
          </w:p>
        </w:tc>
      </w:tr>
      <w:tr w:rsidR="000C6857" w:rsidRPr="000C6857" w:rsidTr="00D43E93">
        <w:trPr>
          <w:jc w:val="center"/>
        </w:trPr>
        <w:tc>
          <w:tcPr>
            <w:tcW w:w="3035" w:type="dxa"/>
            <w:vMerge/>
            <w:shd w:val="clear" w:color="auto" w:fill="auto"/>
          </w:tcPr>
          <w:p w:rsidR="000C6857" w:rsidRPr="00D43E93" w:rsidRDefault="000C6857" w:rsidP="00D43E93">
            <w:pPr>
              <w:pStyle w:val="aa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3761" w:type="dxa"/>
            <w:shd w:val="clear" w:color="auto" w:fill="auto"/>
          </w:tcPr>
          <w:p w:rsidR="000C6857" w:rsidRPr="00D43E93" w:rsidRDefault="000C6857" w:rsidP="00D43E93">
            <w:pPr>
              <w:pStyle w:val="aa"/>
              <w:jc w:val="left"/>
              <w:rPr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>Производить доплаты за вредные условия труда</w:t>
            </w:r>
          </w:p>
        </w:tc>
        <w:tc>
          <w:tcPr>
            <w:tcW w:w="3185" w:type="dxa"/>
            <w:shd w:val="clear" w:color="auto" w:fill="auto"/>
          </w:tcPr>
          <w:p w:rsidR="000C6857" w:rsidRPr="00D43E93" w:rsidRDefault="000C6857" w:rsidP="00D43E93">
            <w:pPr>
              <w:pStyle w:val="aa"/>
              <w:jc w:val="left"/>
              <w:rPr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>Компенсация за вредные условия труда, исполнение ст. 147 ТК РФ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C6857" w:rsidRPr="000C6857" w:rsidRDefault="000C6857" w:rsidP="00C31995">
            <w:pPr>
              <w:pStyle w:val="aa"/>
            </w:pPr>
          </w:p>
        </w:tc>
        <w:tc>
          <w:tcPr>
            <w:tcW w:w="2397" w:type="dxa"/>
            <w:shd w:val="clear" w:color="auto" w:fill="auto"/>
            <w:vAlign w:val="center"/>
          </w:tcPr>
          <w:p w:rsidR="000C6857" w:rsidRPr="000C6857" w:rsidRDefault="000C6857" w:rsidP="00C31995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0C6857" w:rsidRPr="000C6857" w:rsidRDefault="000C6857" w:rsidP="00C31995">
            <w:pPr>
              <w:pStyle w:val="aa"/>
            </w:pPr>
          </w:p>
        </w:tc>
      </w:tr>
      <w:tr w:rsidR="000C6857" w:rsidRPr="000C6857" w:rsidTr="00D43E93">
        <w:trPr>
          <w:jc w:val="center"/>
        </w:trPr>
        <w:tc>
          <w:tcPr>
            <w:tcW w:w="3035" w:type="dxa"/>
            <w:shd w:val="clear" w:color="auto" w:fill="auto"/>
          </w:tcPr>
          <w:p w:rsidR="000C6857" w:rsidRPr="00D43E93" w:rsidRDefault="000C6857" w:rsidP="00D43E93">
            <w:pPr>
              <w:rPr>
                <w:b/>
                <w:sz w:val="18"/>
                <w:szCs w:val="18"/>
              </w:rPr>
            </w:pPr>
            <w:r w:rsidRPr="00D43E93">
              <w:rPr>
                <w:b/>
                <w:sz w:val="18"/>
                <w:szCs w:val="18"/>
              </w:rPr>
              <w:t>Служба главного инженера:</w:t>
            </w:r>
          </w:p>
          <w:p w:rsidR="000C6857" w:rsidRPr="00D43E93" w:rsidRDefault="000C6857" w:rsidP="00D43E93">
            <w:pPr>
              <w:rPr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 xml:space="preserve">(131) </w:t>
            </w:r>
            <w:r w:rsidR="00ED2432" w:rsidRPr="00ED2432">
              <w:rPr>
                <w:sz w:val="18"/>
                <w:szCs w:val="18"/>
              </w:rPr>
              <w:t>Специалист по эксплуатации системы диспетчеризации</w:t>
            </w:r>
          </w:p>
        </w:tc>
        <w:tc>
          <w:tcPr>
            <w:tcW w:w="3761" w:type="dxa"/>
            <w:shd w:val="clear" w:color="auto" w:fill="auto"/>
          </w:tcPr>
          <w:p w:rsidR="000C6857" w:rsidRPr="00D43E93" w:rsidRDefault="000C6857" w:rsidP="00D43E93">
            <w:pPr>
              <w:rPr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>Мероприятия по улучшению условий труда не требуются</w:t>
            </w:r>
          </w:p>
        </w:tc>
        <w:tc>
          <w:tcPr>
            <w:tcW w:w="3185" w:type="dxa"/>
            <w:shd w:val="clear" w:color="auto" w:fill="auto"/>
          </w:tcPr>
          <w:p w:rsidR="000C6857" w:rsidRPr="00D43E93" w:rsidRDefault="000C6857" w:rsidP="00D43E93">
            <w:pPr>
              <w:pStyle w:val="aa"/>
              <w:jc w:val="left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0C6857" w:rsidRPr="000C6857" w:rsidRDefault="000C6857" w:rsidP="00C31995">
            <w:pPr>
              <w:pStyle w:val="aa"/>
            </w:pPr>
          </w:p>
        </w:tc>
        <w:tc>
          <w:tcPr>
            <w:tcW w:w="2397" w:type="dxa"/>
            <w:shd w:val="clear" w:color="auto" w:fill="auto"/>
            <w:vAlign w:val="center"/>
          </w:tcPr>
          <w:p w:rsidR="000C6857" w:rsidRPr="000C6857" w:rsidRDefault="000C6857" w:rsidP="00C31995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0C6857" w:rsidRPr="000C6857" w:rsidRDefault="000C6857" w:rsidP="00C31995">
            <w:pPr>
              <w:pStyle w:val="aa"/>
            </w:pPr>
          </w:p>
        </w:tc>
      </w:tr>
      <w:tr w:rsidR="000C6857" w:rsidRPr="000C6857" w:rsidTr="00D43E93">
        <w:trPr>
          <w:jc w:val="center"/>
        </w:trPr>
        <w:tc>
          <w:tcPr>
            <w:tcW w:w="3035" w:type="dxa"/>
            <w:shd w:val="clear" w:color="auto" w:fill="auto"/>
          </w:tcPr>
          <w:p w:rsidR="000C6857" w:rsidRPr="00D43E93" w:rsidRDefault="000C6857" w:rsidP="00D43E93">
            <w:pPr>
              <w:rPr>
                <w:b/>
                <w:sz w:val="18"/>
                <w:szCs w:val="18"/>
              </w:rPr>
            </w:pPr>
            <w:r w:rsidRPr="00D43E93">
              <w:rPr>
                <w:b/>
                <w:sz w:val="18"/>
                <w:szCs w:val="18"/>
              </w:rPr>
              <w:t>Служба главного инженера:</w:t>
            </w:r>
          </w:p>
          <w:p w:rsidR="000C6857" w:rsidRPr="00D43E93" w:rsidRDefault="000C6857" w:rsidP="00D43E93">
            <w:pPr>
              <w:rPr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 xml:space="preserve"> (132) слесарь по ремонту и обслуживанию технологических установок</w:t>
            </w:r>
          </w:p>
        </w:tc>
        <w:tc>
          <w:tcPr>
            <w:tcW w:w="3761" w:type="dxa"/>
            <w:shd w:val="clear" w:color="auto" w:fill="auto"/>
          </w:tcPr>
          <w:p w:rsidR="000C6857" w:rsidRPr="00D43E93" w:rsidRDefault="000C6857" w:rsidP="00D43E93">
            <w:pPr>
              <w:pStyle w:val="aa"/>
              <w:jc w:val="left"/>
              <w:rPr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>Разработать список контингента работников, подлежащих периодическим медицинским осмотрам</w:t>
            </w:r>
          </w:p>
        </w:tc>
        <w:tc>
          <w:tcPr>
            <w:tcW w:w="3185" w:type="dxa"/>
            <w:shd w:val="clear" w:color="auto" w:fill="auto"/>
          </w:tcPr>
          <w:p w:rsidR="000C6857" w:rsidRPr="00D43E93" w:rsidRDefault="000C6857" w:rsidP="00D43E93">
            <w:pPr>
              <w:pStyle w:val="aa"/>
              <w:jc w:val="left"/>
              <w:rPr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>Предупреждение производственного травматизма и профессиональных заболеваний, исполнение ст. 220 ТК РФ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C6857" w:rsidRPr="000C6857" w:rsidRDefault="000C6857" w:rsidP="00C31995">
            <w:pPr>
              <w:pStyle w:val="aa"/>
              <w:rPr>
                <w:highlight w:val="yellow"/>
              </w:rPr>
            </w:pPr>
          </w:p>
        </w:tc>
        <w:tc>
          <w:tcPr>
            <w:tcW w:w="2397" w:type="dxa"/>
            <w:shd w:val="clear" w:color="auto" w:fill="auto"/>
            <w:vAlign w:val="center"/>
          </w:tcPr>
          <w:p w:rsidR="000C6857" w:rsidRPr="000C6857" w:rsidRDefault="000C6857" w:rsidP="00C31995">
            <w:pPr>
              <w:pStyle w:val="aa"/>
              <w:rPr>
                <w:highlight w:val="yellow"/>
              </w:rPr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0C6857" w:rsidRPr="000C6857" w:rsidRDefault="000C6857" w:rsidP="00C31995">
            <w:pPr>
              <w:pStyle w:val="aa"/>
              <w:rPr>
                <w:highlight w:val="yellow"/>
              </w:rPr>
            </w:pPr>
          </w:p>
        </w:tc>
      </w:tr>
      <w:tr w:rsidR="000C6857" w:rsidRPr="000C6857" w:rsidTr="00D43E93">
        <w:trPr>
          <w:jc w:val="center"/>
        </w:trPr>
        <w:tc>
          <w:tcPr>
            <w:tcW w:w="3035" w:type="dxa"/>
            <w:shd w:val="clear" w:color="auto" w:fill="auto"/>
          </w:tcPr>
          <w:p w:rsidR="000C6857" w:rsidRPr="00D43E93" w:rsidRDefault="000C6857" w:rsidP="00D43E93">
            <w:pPr>
              <w:rPr>
                <w:b/>
                <w:sz w:val="18"/>
                <w:szCs w:val="18"/>
              </w:rPr>
            </w:pPr>
            <w:r w:rsidRPr="00D43E93">
              <w:rPr>
                <w:b/>
                <w:sz w:val="18"/>
                <w:szCs w:val="18"/>
              </w:rPr>
              <w:t>Производство:</w:t>
            </w:r>
          </w:p>
          <w:p w:rsidR="000C6857" w:rsidRPr="00D43E93" w:rsidRDefault="000C6857" w:rsidP="00D43E93">
            <w:pPr>
              <w:rPr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>(133) начальник цеха розлива</w:t>
            </w:r>
          </w:p>
        </w:tc>
        <w:tc>
          <w:tcPr>
            <w:tcW w:w="3761" w:type="dxa"/>
            <w:shd w:val="clear" w:color="auto" w:fill="auto"/>
          </w:tcPr>
          <w:p w:rsidR="000C6857" w:rsidRPr="00D43E93" w:rsidRDefault="000C6857" w:rsidP="00D43E93">
            <w:pPr>
              <w:pStyle w:val="aa"/>
              <w:jc w:val="left"/>
              <w:rPr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>Разработать список контингента работников, подлежащих периодическим медицинским осмотрам</w:t>
            </w:r>
          </w:p>
        </w:tc>
        <w:tc>
          <w:tcPr>
            <w:tcW w:w="3185" w:type="dxa"/>
            <w:shd w:val="clear" w:color="auto" w:fill="auto"/>
          </w:tcPr>
          <w:p w:rsidR="000C6857" w:rsidRPr="00D43E93" w:rsidRDefault="000C6857" w:rsidP="00D43E93">
            <w:pPr>
              <w:pStyle w:val="aa"/>
              <w:jc w:val="left"/>
              <w:rPr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>Предупреждение производственного травматизма и профессиональных заболеваний, исполнение ст. 220 ТК РФ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C6857" w:rsidRPr="000C6857" w:rsidRDefault="000C6857" w:rsidP="00C31995">
            <w:pPr>
              <w:pStyle w:val="aa"/>
              <w:rPr>
                <w:highlight w:val="yellow"/>
              </w:rPr>
            </w:pPr>
          </w:p>
        </w:tc>
        <w:tc>
          <w:tcPr>
            <w:tcW w:w="2397" w:type="dxa"/>
            <w:shd w:val="clear" w:color="auto" w:fill="auto"/>
            <w:vAlign w:val="center"/>
          </w:tcPr>
          <w:p w:rsidR="000C6857" w:rsidRPr="000C6857" w:rsidRDefault="000C6857" w:rsidP="00C31995">
            <w:pPr>
              <w:pStyle w:val="aa"/>
              <w:rPr>
                <w:highlight w:val="yellow"/>
              </w:rPr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0C6857" w:rsidRPr="000C6857" w:rsidRDefault="000C6857" w:rsidP="00C31995">
            <w:pPr>
              <w:pStyle w:val="aa"/>
              <w:rPr>
                <w:highlight w:val="yellow"/>
              </w:rPr>
            </w:pPr>
          </w:p>
        </w:tc>
      </w:tr>
      <w:tr w:rsidR="00ED7EAE" w:rsidRPr="000C6857" w:rsidTr="00D43E93">
        <w:trPr>
          <w:jc w:val="center"/>
        </w:trPr>
        <w:tc>
          <w:tcPr>
            <w:tcW w:w="3035" w:type="dxa"/>
            <w:shd w:val="clear" w:color="auto" w:fill="auto"/>
          </w:tcPr>
          <w:p w:rsidR="00ED7EAE" w:rsidRPr="00D43E93" w:rsidRDefault="00ED7EAE" w:rsidP="00D43E93">
            <w:pPr>
              <w:rPr>
                <w:b/>
                <w:sz w:val="18"/>
                <w:szCs w:val="18"/>
              </w:rPr>
            </w:pPr>
            <w:r w:rsidRPr="00D43E93">
              <w:rPr>
                <w:b/>
                <w:sz w:val="18"/>
                <w:szCs w:val="18"/>
              </w:rPr>
              <w:t>Производство:</w:t>
            </w:r>
          </w:p>
          <w:p w:rsidR="00ED7EAE" w:rsidRPr="00D43E93" w:rsidRDefault="00ED7EAE" w:rsidP="00D43E93">
            <w:pPr>
              <w:rPr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>(11) машинист-наладчик</w:t>
            </w:r>
          </w:p>
        </w:tc>
        <w:tc>
          <w:tcPr>
            <w:tcW w:w="3761" w:type="dxa"/>
            <w:shd w:val="clear" w:color="auto" w:fill="auto"/>
          </w:tcPr>
          <w:p w:rsidR="00ED7EAE" w:rsidRPr="00D43E93" w:rsidRDefault="00ED7EAE" w:rsidP="00D43E93">
            <w:pPr>
              <w:pStyle w:val="aa"/>
              <w:jc w:val="left"/>
              <w:rPr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>Разработать список контингента работников, подлежащих периодическим медицинским осмотрам</w:t>
            </w:r>
          </w:p>
        </w:tc>
        <w:tc>
          <w:tcPr>
            <w:tcW w:w="3185" w:type="dxa"/>
            <w:shd w:val="clear" w:color="auto" w:fill="auto"/>
          </w:tcPr>
          <w:p w:rsidR="00ED7EAE" w:rsidRPr="00D43E93" w:rsidRDefault="00ED7EAE" w:rsidP="00D43E93">
            <w:pPr>
              <w:pStyle w:val="aa"/>
              <w:jc w:val="left"/>
              <w:rPr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>Предупреждение производственного травматизма и профессиональных заболеваний, исполнение ст. 220 ТК РФ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D7EAE" w:rsidRPr="000C6857" w:rsidRDefault="00ED7EAE" w:rsidP="00C31995">
            <w:pPr>
              <w:pStyle w:val="aa"/>
              <w:rPr>
                <w:highlight w:val="yellow"/>
              </w:rPr>
            </w:pPr>
          </w:p>
        </w:tc>
        <w:tc>
          <w:tcPr>
            <w:tcW w:w="2397" w:type="dxa"/>
            <w:shd w:val="clear" w:color="auto" w:fill="auto"/>
            <w:vAlign w:val="center"/>
          </w:tcPr>
          <w:p w:rsidR="00ED7EAE" w:rsidRPr="000C6857" w:rsidRDefault="00ED7EAE" w:rsidP="00C31995">
            <w:pPr>
              <w:pStyle w:val="aa"/>
              <w:rPr>
                <w:highlight w:val="yellow"/>
              </w:rPr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ED7EAE" w:rsidRPr="000C6857" w:rsidRDefault="00ED7EAE" w:rsidP="00C31995">
            <w:pPr>
              <w:pStyle w:val="aa"/>
              <w:rPr>
                <w:highlight w:val="yellow"/>
              </w:rPr>
            </w:pPr>
          </w:p>
        </w:tc>
      </w:tr>
      <w:tr w:rsidR="00ED7EAE" w:rsidRPr="000C6857" w:rsidTr="00D43E93">
        <w:trPr>
          <w:jc w:val="center"/>
        </w:trPr>
        <w:tc>
          <w:tcPr>
            <w:tcW w:w="3035" w:type="dxa"/>
            <w:shd w:val="clear" w:color="auto" w:fill="auto"/>
          </w:tcPr>
          <w:p w:rsidR="00ED7EAE" w:rsidRPr="00D43E93" w:rsidRDefault="00ED7EAE" w:rsidP="00D43E93">
            <w:pPr>
              <w:rPr>
                <w:b/>
                <w:sz w:val="18"/>
                <w:szCs w:val="18"/>
              </w:rPr>
            </w:pPr>
            <w:r w:rsidRPr="00D43E93">
              <w:rPr>
                <w:b/>
                <w:sz w:val="18"/>
                <w:szCs w:val="18"/>
              </w:rPr>
              <w:t>Производство:</w:t>
            </w:r>
          </w:p>
          <w:p w:rsidR="00ED7EAE" w:rsidRPr="00D43E93" w:rsidRDefault="00ED7EAE" w:rsidP="00D43E93">
            <w:pPr>
              <w:rPr>
                <w:b/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 xml:space="preserve">(26) наладчик оборудования </w:t>
            </w:r>
          </w:p>
        </w:tc>
        <w:tc>
          <w:tcPr>
            <w:tcW w:w="3761" w:type="dxa"/>
            <w:shd w:val="clear" w:color="auto" w:fill="auto"/>
          </w:tcPr>
          <w:p w:rsidR="00ED7EAE" w:rsidRPr="00D43E93" w:rsidRDefault="00ED7EAE" w:rsidP="00D43E93">
            <w:pPr>
              <w:pStyle w:val="aa"/>
              <w:jc w:val="left"/>
              <w:rPr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>Разработать список контингента работников, подлежащих периодическим медицинским осмотрам</w:t>
            </w:r>
          </w:p>
        </w:tc>
        <w:tc>
          <w:tcPr>
            <w:tcW w:w="3185" w:type="dxa"/>
            <w:shd w:val="clear" w:color="auto" w:fill="auto"/>
          </w:tcPr>
          <w:p w:rsidR="00ED7EAE" w:rsidRPr="00D43E93" w:rsidRDefault="00ED7EAE" w:rsidP="00D43E93">
            <w:pPr>
              <w:pStyle w:val="aa"/>
              <w:jc w:val="left"/>
              <w:rPr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>Предупреждение производственного травматизма и профессиональных заболеваний, исполнение ст. 220 ТК РФ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D7EAE" w:rsidRPr="000C6857" w:rsidRDefault="00ED7EAE" w:rsidP="00C31995">
            <w:pPr>
              <w:pStyle w:val="aa"/>
              <w:rPr>
                <w:highlight w:val="yellow"/>
              </w:rPr>
            </w:pPr>
          </w:p>
        </w:tc>
        <w:tc>
          <w:tcPr>
            <w:tcW w:w="2397" w:type="dxa"/>
            <w:shd w:val="clear" w:color="auto" w:fill="auto"/>
            <w:vAlign w:val="center"/>
          </w:tcPr>
          <w:p w:rsidR="00ED7EAE" w:rsidRPr="000C6857" w:rsidRDefault="00ED7EAE" w:rsidP="00C31995">
            <w:pPr>
              <w:pStyle w:val="aa"/>
              <w:rPr>
                <w:highlight w:val="yellow"/>
              </w:rPr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ED7EAE" w:rsidRPr="000C6857" w:rsidRDefault="00ED7EAE" w:rsidP="00C31995">
            <w:pPr>
              <w:pStyle w:val="aa"/>
              <w:rPr>
                <w:highlight w:val="yellow"/>
              </w:rPr>
            </w:pPr>
          </w:p>
        </w:tc>
      </w:tr>
      <w:tr w:rsidR="00ED7EAE" w:rsidRPr="00DC10FB" w:rsidTr="00D43E93">
        <w:trPr>
          <w:jc w:val="center"/>
        </w:trPr>
        <w:tc>
          <w:tcPr>
            <w:tcW w:w="3035" w:type="dxa"/>
            <w:vMerge w:val="restart"/>
            <w:shd w:val="clear" w:color="auto" w:fill="auto"/>
          </w:tcPr>
          <w:p w:rsidR="00ED7EAE" w:rsidRPr="00D43E93" w:rsidRDefault="00ED7EAE" w:rsidP="00D43E93">
            <w:pPr>
              <w:rPr>
                <w:b/>
                <w:sz w:val="18"/>
                <w:szCs w:val="18"/>
              </w:rPr>
            </w:pPr>
            <w:r w:rsidRPr="00D43E93">
              <w:rPr>
                <w:b/>
                <w:sz w:val="18"/>
                <w:szCs w:val="18"/>
              </w:rPr>
              <w:t>Производство:</w:t>
            </w:r>
          </w:p>
          <w:p w:rsidR="00ED7EAE" w:rsidRPr="00D43E93" w:rsidRDefault="00ED7EAE" w:rsidP="00D43E93">
            <w:pPr>
              <w:rPr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 xml:space="preserve"> (29) чистильщик оборудования</w:t>
            </w:r>
          </w:p>
        </w:tc>
        <w:tc>
          <w:tcPr>
            <w:tcW w:w="3761" w:type="dxa"/>
            <w:shd w:val="clear" w:color="auto" w:fill="auto"/>
          </w:tcPr>
          <w:p w:rsidR="00ED7EAE" w:rsidRPr="00D43E93" w:rsidRDefault="00ED7EAE" w:rsidP="00D43E93">
            <w:pPr>
              <w:pStyle w:val="aa"/>
              <w:jc w:val="left"/>
              <w:rPr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>В целях снижения вредного воздействия повышенного уровня шума применять средства индивидуальной защиты органов слуха</w:t>
            </w:r>
          </w:p>
        </w:tc>
        <w:tc>
          <w:tcPr>
            <w:tcW w:w="3185" w:type="dxa"/>
            <w:shd w:val="clear" w:color="auto" w:fill="auto"/>
          </w:tcPr>
          <w:p w:rsidR="00ED7EAE" w:rsidRPr="00D43E93" w:rsidRDefault="00ED7EAE" w:rsidP="00D43E93">
            <w:pPr>
              <w:pStyle w:val="aa"/>
              <w:jc w:val="left"/>
              <w:rPr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>Предупреждение профессиональных заболеваний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D7EAE" w:rsidRPr="00DC10FB" w:rsidRDefault="00ED7EAE" w:rsidP="00C31995">
            <w:pPr>
              <w:pStyle w:val="aa"/>
              <w:rPr>
                <w:highlight w:val="yellow"/>
              </w:rPr>
            </w:pPr>
          </w:p>
        </w:tc>
        <w:tc>
          <w:tcPr>
            <w:tcW w:w="2397" w:type="dxa"/>
            <w:shd w:val="clear" w:color="auto" w:fill="auto"/>
            <w:vAlign w:val="center"/>
          </w:tcPr>
          <w:p w:rsidR="00ED7EAE" w:rsidRPr="00DC10FB" w:rsidRDefault="00ED7EAE" w:rsidP="00C31995">
            <w:pPr>
              <w:pStyle w:val="aa"/>
              <w:rPr>
                <w:highlight w:val="yellow"/>
              </w:rPr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ED7EAE" w:rsidRPr="00DC10FB" w:rsidRDefault="00ED7EAE" w:rsidP="00C31995">
            <w:pPr>
              <w:pStyle w:val="aa"/>
              <w:rPr>
                <w:highlight w:val="yellow"/>
              </w:rPr>
            </w:pPr>
          </w:p>
        </w:tc>
      </w:tr>
      <w:tr w:rsidR="00ED7EAE" w:rsidRPr="00DC10FB" w:rsidTr="00D43E93">
        <w:trPr>
          <w:jc w:val="center"/>
        </w:trPr>
        <w:tc>
          <w:tcPr>
            <w:tcW w:w="3035" w:type="dxa"/>
            <w:vMerge/>
            <w:shd w:val="clear" w:color="auto" w:fill="auto"/>
          </w:tcPr>
          <w:p w:rsidR="00ED7EAE" w:rsidRPr="00D43E93" w:rsidRDefault="00ED7EAE" w:rsidP="00D43E93">
            <w:pPr>
              <w:rPr>
                <w:b/>
                <w:sz w:val="18"/>
                <w:szCs w:val="18"/>
              </w:rPr>
            </w:pPr>
          </w:p>
        </w:tc>
        <w:tc>
          <w:tcPr>
            <w:tcW w:w="3761" w:type="dxa"/>
            <w:shd w:val="clear" w:color="auto" w:fill="auto"/>
          </w:tcPr>
          <w:p w:rsidR="00ED7EAE" w:rsidRPr="00D43E93" w:rsidRDefault="00ED7EAE" w:rsidP="00D43E93">
            <w:pPr>
              <w:pStyle w:val="aa"/>
              <w:jc w:val="left"/>
              <w:rPr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>Производить доплаты за вредные условия труда</w:t>
            </w:r>
          </w:p>
        </w:tc>
        <w:tc>
          <w:tcPr>
            <w:tcW w:w="3185" w:type="dxa"/>
            <w:shd w:val="clear" w:color="auto" w:fill="auto"/>
          </w:tcPr>
          <w:p w:rsidR="00ED7EAE" w:rsidRPr="00D43E93" w:rsidRDefault="00ED7EAE" w:rsidP="00D43E93">
            <w:pPr>
              <w:pStyle w:val="aa"/>
              <w:jc w:val="left"/>
              <w:rPr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>Компенсация за вредные условия труда, исполнение ст. 147 ТК РФ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D7EAE" w:rsidRPr="00DC10FB" w:rsidRDefault="00ED7EAE" w:rsidP="00C31995">
            <w:pPr>
              <w:pStyle w:val="aa"/>
              <w:rPr>
                <w:highlight w:val="yellow"/>
              </w:rPr>
            </w:pPr>
          </w:p>
        </w:tc>
        <w:tc>
          <w:tcPr>
            <w:tcW w:w="2397" w:type="dxa"/>
            <w:shd w:val="clear" w:color="auto" w:fill="auto"/>
            <w:vAlign w:val="center"/>
          </w:tcPr>
          <w:p w:rsidR="00ED7EAE" w:rsidRPr="00DC10FB" w:rsidRDefault="00ED7EAE" w:rsidP="00C31995">
            <w:pPr>
              <w:pStyle w:val="aa"/>
              <w:rPr>
                <w:highlight w:val="yellow"/>
              </w:rPr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ED7EAE" w:rsidRPr="00DC10FB" w:rsidRDefault="00ED7EAE" w:rsidP="00C31995">
            <w:pPr>
              <w:pStyle w:val="aa"/>
              <w:rPr>
                <w:highlight w:val="yellow"/>
              </w:rPr>
            </w:pPr>
          </w:p>
        </w:tc>
      </w:tr>
      <w:tr w:rsidR="00ED7EAE" w:rsidRPr="00DC10FB" w:rsidTr="00D43E93">
        <w:trPr>
          <w:jc w:val="center"/>
        </w:trPr>
        <w:tc>
          <w:tcPr>
            <w:tcW w:w="3035" w:type="dxa"/>
            <w:shd w:val="clear" w:color="auto" w:fill="auto"/>
          </w:tcPr>
          <w:p w:rsidR="00ED7EAE" w:rsidRPr="00D43E93" w:rsidRDefault="00ED7EAE" w:rsidP="00D43E93">
            <w:pPr>
              <w:rPr>
                <w:b/>
                <w:sz w:val="18"/>
                <w:szCs w:val="18"/>
              </w:rPr>
            </w:pPr>
            <w:r w:rsidRPr="00D43E93">
              <w:rPr>
                <w:b/>
                <w:sz w:val="18"/>
                <w:szCs w:val="18"/>
              </w:rPr>
              <w:t>Цех санитарии и благоустройства:</w:t>
            </w:r>
          </w:p>
          <w:p w:rsidR="00ED7EAE" w:rsidRPr="00D43E93" w:rsidRDefault="00ED7EAE" w:rsidP="00D43E93">
            <w:pPr>
              <w:rPr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>(134) дворник-рабочий</w:t>
            </w:r>
          </w:p>
        </w:tc>
        <w:tc>
          <w:tcPr>
            <w:tcW w:w="3761" w:type="dxa"/>
            <w:shd w:val="clear" w:color="auto" w:fill="auto"/>
          </w:tcPr>
          <w:p w:rsidR="00ED7EAE" w:rsidRPr="00D43E93" w:rsidRDefault="00ED7EAE" w:rsidP="00D43E93">
            <w:pPr>
              <w:rPr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>Мероприятия по улучшению условий труда не требуются</w:t>
            </w:r>
          </w:p>
        </w:tc>
        <w:tc>
          <w:tcPr>
            <w:tcW w:w="3185" w:type="dxa"/>
            <w:shd w:val="clear" w:color="auto" w:fill="auto"/>
          </w:tcPr>
          <w:p w:rsidR="00ED7EAE" w:rsidRPr="00D43E93" w:rsidRDefault="00ED7EAE" w:rsidP="00D43E93">
            <w:pPr>
              <w:pStyle w:val="aa"/>
              <w:jc w:val="left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ED7EAE" w:rsidRPr="00DC10FB" w:rsidRDefault="00ED7EAE" w:rsidP="00C31995">
            <w:pPr>
              <w:pStyle w:val="aa"/>
              <w:rPr>
                <w:highlight w:val="yellow"/>
              </w:rPr>
            </w:pPr>
          </w:p>
        </w:tc>
        <w:tc>
          <w:tcPr>
            <w:tcW w:w="2397" w:type="dxa"/>
            <w:shd w:val="clear" w:color="auto" w:fill="auto"/>
            <w:vAlign w:val="center"/>
          </w:tcPr>
          <w:p w:rsidR="00ED7EAE" w:rsidRPr="00DC10FB" w:rsidRDefault="00ED7EAE" w:rsidP="00C31995">
            <w:pPr>
              <w:pStyle w:val="aa"/>
              <w:rPr>
                <w:highlight w:val="yellow"/>
              </w:rPr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ED7EAE" w:rsidRPr="00DC10FB" w:rsidRDefault="00ED7EAE" w:rsidP="00C31995">
            <w:pPr>
              <w:pStyle w:val="aa"/>
              <w:rPr>
                <w:highlight w:val="yellow"/>
              </w:rPr>
            </w:pPr>
          </w:p>
        </w:tc>
      </w:tr>
      <w:tr w:rsidR="00ED7EAE" w:rsidRPr="00ED7EAE" w:rsidTr="00D43E93">
        <w:trPr>
          <w:trHeight w:val="660"/>
          <w:jc w:val="center"/>
        </w:trPr>
        <w:tc>
          <w:tcPr>
            <w:tcW w:w="3035" w:type="dxa"/>
            <w:shd w:val="clear" w:color="auto" w:fill="auto"/>
          </w:tcPr>
          <w:p w:rsidR="00ED7EAE" w:rsidRPr="00D43E93" w:rsidRDefault="00ED7EAE" w:rsidP="00D43E93">
            <w:pPr>
              <w:rPr>
                <w:b/>
                <w:sz w:val="18"/>
                <w:szCs w:val="18"/>
              </w:rPr>
            </w:pPr>
            <w:r w:rsidRPr="00D43E93">
              <w:rPr>
                <w:b/>
                <w:sz w:val="18"/>
                <w:szCs w:val="18"/>
              </w:rPr>
              <w:t>Группа по работе с РТТ:</w:t>
            </w:r>
          </w:p>
          <w:p w:rsidR="00ED7EAE" w:rsidRPr="00D43E93" w:rsidRDefault="00ED7EAE" w:rsidP="00D43E93">
            <w:pPr>
              <w:rPr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>(135) старший торговый представитель</w:t>
            </w:r>
          </w:p>
        </w:tc>
        <w:tc>
          <w:tcPr>
            <w:tcW w:w="3761" w:type="dxa"/>
            <w:shd w:val="clear" w:color="auto" w:fill="auto"/>
          </w:tcPr>
          <w:p w:rsidR="00ED7EAE" w:rsidRPr="00D43E93" w:rsidRDefault="00ED7EAE" w:rsidP="00D43E93">
            <w:pPr>
              <w:rPr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>Мероприятия по улучшению условий труда не требуются</w:t>
            </w:r>
          </w:p>
        </w:tc>
        <w:tc>
          <w:tcPr>
            <w:tcW w:w="3185" w:type="dxa"/>
            <w:shd w:val="clear" w:color="auto" w:fill="auto"/>
          </w:tcPr>
          <w:p w:rsidR="00ED7EAE" w:rsidRPr="00D43E93" w:rsidRDefault="00ED7EAE" w:rsidP="00D43E93">
            <w:pPr>
              <w:pStyle w:val="aa"/>
              <w:jc w:val="left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ED7EAE" w:rsidRPr="00ED7EAE" w:rsidRDefault="00ED7EAE" w:rsidP="00FD0510">
            <w:pPr>
              <w:pStyle w:val="aa"/>
              <w:rPr>
                <w:highlight w:val="yellow"/>
              </w:rPr>
            </w:pPr>
          </w:p>
        </w:tc>
        <w:tc>
          <w:tcPr>
            <w:tcW w:w="2397" w:type="dxa"/>
            <w:shd w:val="clear" w:color="auto" w:fill="auto"/>
            <w:vAlign w:val="center"/>
          </w:tcPr>
          <w:p w:rsidR="00ED7EAE" w:rsidRPr="00ED7EAE" w:rsidRDefault="00ED7EAE" w:rsidP="00C31995">
            <w:pPr>
              <w:pStyle w:val="aa"/>
              <w:rPr>
                <w:highlight w:val="yellow"/>
              </w:rPr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ED7EAE" w:rsidRPr="00ED7EAE" w:rsidRDefault="00ED7EAE" w:rsidP="00C31995">
            <w:pPr>
              <w:pStyle w:val="aa"/>
              <w:rPr>
                <w:highlight w:val="yellow"/>
              </w:rPr>
            </w:pPr>
          </w:p>
        </w:tc>
      </w:tr>
      <w:tr w:rsidR="00ED7EAE" w:rsidRPr="00ED7EAE" w:rsidTr="00D43E93">
        <w:trPr>
          <w:jc w:val="center"/>
        </w:trPr>
        <w:tc>
          <w:tcPr>
            <w:tcW w:w="3035" w:type="dxa"/>
            <w:shd w:val="clear" w:color="auto" w:fill="auto"/>
          </w:tcPr>
          <w:p w:rsidR="00ED7EAE" w:rsidRPr="00D43E93" w:rsidRDefault="00ED7EAE" w:rsidP="00D43E93">
            <w:pPr>
              <w:rPr>
                <w:b/>
                <w:sz w:val="18"/>
                <w:szCs w:val="18"/>
              </w:rPr>
            </w:pPr>
            <w:r w:rsidRPr="00D43E93">
              <w:rPr>
                <w:b/>
                <w:sz w:val="18"/>
                <w:szCs w:val="18"/>
              </w:rPr>
              <w:t>Группа развития регионов:</w:t>
            </w:r>
          </w:p>
          <w:p w:rsidR="00ED7EAE" w:rsidRPr="00D43E93" w:rsidRDefault="00ED7EAE" w:rsidP="00D43E93">
            <w:pPr>
              <w:rPr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 xml:space="preserve"> (136) менеджер по развитию продаж</w:t>
            </w:r>
          </w:p>
        </w:tc>
        <w:tc>
          <w:tcPr>
            <w:tcW w:w="3761" w:type="dxa"/>
            <w:shd w:val="clear" w:color="auto" w:fill="auto"/>
          </w:tcPr>
          <w:p w:rsidR="00ED7EAE" w:rsidRPr="00D43E93" w:rsidRDefault="00ED7EAE" w:rsidP="00D43E93">
            <w:pPr>
              <w:rPr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>Мероприятия по улучшению условий труда не требуются</w:t>
            </w:r>
          </w:p>
        </w:tc>
        <w:tc>
          <w:tcPr>
            <w:tcW w:w="3185" w:type="dxa"/>
            <w:shd w:val="clear" w:color="auto" w:fill="auto"/>
          </w:tcPr>
          <w:p w:rsidR="00ED7EAE" w:rsidRPr="00D43E93" w:rsidRDefault="00ED7EAE" w:rsidP="00D43E93">
            <w:pPr>
              <w:pStyle w:val="aa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ED7EAE" w:rsidRPr="00ED7EAE" w:rsidRDefault="00ED7EAE" w:rsidP="00C31995">
            <w:pPr>
              <w:pStyle w:val="aa"/>
              <w:rPr>
                <w:highlight w:val="yellow"/>
              </w:rPr>
            </w:pPr>
          </w:p>
        </w:tc>
        <w:tc>
          <w:tcPr>
            <w:tcW w:w="2397" w:type="dxa"/>
            <w:shd w:val="clear" w:color="auto" w:fill="auto"/>
            <w:vAlign w:val="center"/>
          </w:tcPr>
          <w:p w:rsidR="00ED7EAE" w:rsidRPr="00ED7EAE" w:rsidRDefault="00ED7EAE" w:rsidP="00C31995">
            <w:pPr>
              <w:pStyle w:val="aa"/>
              <w:rPr>
                <w:highlight w:val="yellow"/>
              </w:rPr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ED7EAE" w:rsidRPr="00ED7EAE" w:rsidRDefault="00ED7EAE" w:rsidP="00C31995">
            <w:pPr>
              <w:pStyle w:val="aa"/>
              <w:rPr>
                <w:highlight w:val="yellow"/>
              </w:rPr>
            </w:pPr>
          </w:p>
        </w:tc>
      </w:tr>
      <w:tr w:rsidR="00ED7EAE" w:rsidRPr="00ED7EAE" w:rsidTr="00D43E93">
        <w:trPr>
          <w:jc w:val="center"/>
        </w:trPr>
        <w:tc>
          <w:tcPr>
            <w:tcW w:w="3035" w:type="dxa"/>
            <w:shd w:val="clear" w:color="auto" w:fill="auto"/>
          </w:tcPr>
          <w:p w:rsidR="00ED7EAE" w:rsidRPr="00D43E93" w:rsidRDefault="00ED7EAE" w:rsidP="00D43E93">
            <w:pPr>
              <w:rPr>
                <w:sz w:val="18"/>
                <w:szCs w:val="18"/>
              </w:rPr>
            </w:pPr>
            <w:r w:rsidRPr="00D43E93">
              <w:rPr>
                <w:b/>
                <w:sz w:val="18"/>
                <w:szCs w:val="18"/>
              </w:rPr>
              <w:t>Группа по  трейд-маркетингу:</w:t>
            </w:r>
            <w:r w:rsidRPr="00D43E93">
              <w:rPr>
                <w:sz w:val="18"/>
                <w:szCs w:val="18"/>
              </w:rPr>
              <w:t xml:space="preserve"> </w:t>
            </w:r>
          </w:p>
          <w:p w:rsidR="00ED7EAE" w:rsidRPr="00D43E93" w:rsidRDefault="00ED7EAE" w:rsidP="00D43E93">
            <w:pPr>
              <w:rPr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>(137) руководитель группы</w:t>
            </w:r>
          </w:p>
        </w:tc>
        <w:tc>
          <w:tcPr>
            <w:tcW w:w="3761" w:type="dxa"/>
            <w:shd w:val="clear" w:color="auto" w:fill="auto"/>
          </w:tcPr>
          <w:p w:rsidR="00ED7EAE" w:rsidRPr="00D43E93" w:rsidRDefault="00ED7EAE" w:rsidP="00D43E93">
            <w:pPr>
              <w:rPr>
                <w:sz w:val="18"/>
                <w:szCs w:val="18"/>
                <w:highlight w:val="yellow"/>
              </w:rPr>
            </w:pPr>
            <w:r w:rsidRPr="00D43E93">
              <w:rPr>
                <w:sz w:val="18"/>
                <w:szCs w:val="18"/>
              </w:rPr>
              <w:t>Мероприятия по улучшению условий труда не требуются</w:t>
            </w:r>
          </w:p>
        </w:tc>
        <w:tc>
          <w:tcPr>
            <w:tcW w:w="3185" w:type="dxa"/>
            <w:shd w:val="clear" w:color="auto" w:fill="auto"/>
          </w:tcPr>
          <w:p w:rsidR="00ED7EAE" w:rsidRPr="00D43E93" w:rsidRDefault="00ED7EAE" w:rsidP="00D43E93">
            <w:pPr>
              <w:pStyle w:val="aa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ED7EAE" w:rsidRPr="00ED7EAE" w:rsidRDefault="00ED7EAE" w:rsidP="00C31995">
            <w:pPr>
              <w:pStyle w:val="aa"/>
              <w:rPr>
                <w:highlight w:val="yellow"/>
              </w:rPr>
            </w:pPr>
          </w:p>
        </w:tc>
        <w:tc>
          <w:tcPr>
            <w:tcW w:w="2397" w:type="dxa"/>
            <w:shd w:val="clear" w:color="auto" w:fill="auto"/>
            <w:vAlign w:val="center"/>
          </w:tcPr>
          <w:p w:rsidR="00ED7EAE" w:rsidRPr="00ED7EAE" w:rsidRDefault="00ED7EAE" w:rsidP="00C31995">
            <w:pPr>
              <w:pStyle w:val="aa"/>
              <w:rPr>
                <w:highlight w:val="yellow"/>
              </w:rPr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ED7EAE" w:rsidRPr="00ED7EAE" w:rsidRDefault="00ED7EAE" w:rsidP="00C31995">
            <w:pPr>
              <w:pStyle w:val="aa"/>
              <w:rPr>
                <w:highlight w:val="yellow"/>
              </w:rPr>
            </w:pPr>
          </w:p>
        </w:tc>
      </w:tr>
      <w:tr w:rsidR="00ED7EAE" w:rsidRPr="00ED7EAE" w:rsidTr="00D43E93">
        <w:trPr>
          <w:jc w:val="center"/>
        </w:trPr>
        <w:tc>
          <w:tcPr>
            <w:tcW w:w="3035" w:type="dxa"/>
            <w:shd w:val="clear" w:color="auto" w:fill="auto"/>
          </w:tcPr>
          <w:p w:rsidR="00ED7EAE" w:rsidRPr="00D43E93" w:rsidRDefault="00ED7EAE" w:rsidP="00D43E93">
            <w:pPr>
              <w:rPr>
                <w:sz w:val="18"/>
                <w:szCs w:val="18"/>
              </w:rPr>
            </w:pPr>
            <w:r w:rsidRPr="00D43E93">
              <w:rPr>
                <w:b/>
                <w:sz w:val="18"/>
                <w:szCs w:val="18"/>
              </w:rPr>
              <w:t>Группа по  трейд-маркетингу:</w:t>
            </w:r>
            <w:r w:rsidRPr="00D43E93">
              <w:rPr>
                <w:sz w:val="18"/>
                <w:szCs w:val="18"/>
              </w:rPr>
              <w:t xml:space="preserve"> </w:t>
            </w:r>
          </w:p>
          <w:p w:rsidR="00ED7EAE" w:rsidRPr="00D43E93" w:rsidRDefault="00ED7EAE" w:rsidP="00D43E93">
            <w:pPr>
              <w:rPr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lastRenderedPageBreak/>
              <w:t xml:space="preserve"> (138) менеджер по трейд-маркетингу</w:t>
            </w:r>
          </w:p>
        </w:tc>
        <w:tc>
          <w:tcPr>
            <w:tcW w:w="3761" w:type="dxa"/>
            <w:shd w:val="clear" w:color="auto" w:fill="auto"/>
          </w:tcPr>
          <w:p w:rsidR="00ED7EAE" w:rsidRPr="00D43E93" w:rsidRDefault="00ED7EAE" w:rsidP="00D43E93">
            <w:pPr>
              <w:rPr>
                <w:sz w:val="18"/>
                <w:szCs w:val="18"/>
                <w:highlight w:val="yellow"/>
              </w:rPr>
            </w:pPr>
            <w:r w:rsidRPr="00D43E93">
              <w:rPr>
                <w:sz w:val="18"/>
                <w:szCs w:val="18"/>
              </w:rPr>
              <w:lastRenderedPageBreak/>
              <w:t xml:space="preserve">Мероприятия по улучшению условий труда </w:t>
            </w:r>
            <w:r w:rsidRPr="00D43E93">
              <w:rPr>
                <w:sz w:val="18"/>
                <w:szCs w:val="18"/>
              </w:rPr>
              <w:lastRenderedPageBreak/>
              <w:t>не требуются</w:t>
            </w:r>
          </w:p>
        </w:tc>
        <w:tc>
          <w:tcPr>
            <w:tcW w:w="3185" w:type="dxa"/>
            <w:shd w:val="clear" w:color="auto" w:fill="auto"/>
          </w:tcPr>
          <w:p w:rsidR="00ED7EAE" w:rsidRPr="00D43E93" w:rsidRDefault="00ED7EAE" w:rsidP="00D43E93">
            <w:pPr>
              <w:pStyle w:val="aa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ED7EAE" w:rsidRPr="00ED7EAE" w:rsidRDefault="00ED7EAE" w:rsidP="00C31995">
            <w:pPr>
              <w:pStyle w:val="aa"/>
              <w:rPr>
                <w:highlight w:val="yellow"/>
              </w:rPr>
            </w:pPr>
          </w:p>
        </w:tc>
        <w:tc>
          <w:tcPr>
            <w:tcW w:w="2397" w:type="dxa"/>
            <w:shd w:val="clear" w:color="auto" w:fill="auto"/>
            <w:vAlign w:val="center"/>
          </w:tcPr>
          <w:p w:rsidR="00ED7EAE" w:rsidRPr="00ED7EAE" w:rsidRDefault="00ED7EAE" w:rsidP="00C31995">
            <w:pPr>
              <w:pStyle w:val="aa"/>
              <w:rPr>
                <w:highlight w:val="yellow"/>
              </w:rPr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ED7EAE" w:rsidRPr="00ED7EAE" w:rsidRDefault="00ED7EAE" w:rsidP="00C31995">
            <w:pPr>
              <w:pStyle w:val="aa"/>
              <w:rPr>
                <w:highlight w:val="yellow"/>
              </w:rPr>
            </w:pPr>
          </w:p>
        </w:tc>
      </w:tr>
      <w:tr w:rsidR="00ED7EAE" w:rsidRPr="00ED7EAE" w:rsidTr="00D43E93">
        <w:trPr>
          <w:jc w:val="center"/>
        </w:trPr>
        <w:tc>
          <w:tcPr>
            <w:tcW w:w="3035" w:type="dxa"/>
            <w:shd w:val="clear" w:color="auto" w:fill="auto"/>
          </w:tcPr>
          <w:p w:rsidR="00ED7EAE" w:rsidRPr="00D43E93" w:rsidRDefault="00ED7EAE" w:rsidP="00D43E93">
            <w:pPr>
              <w:rPr>
                <w:sz w:val="18"/>
                <w:szCs w:val="18"/>
              </w:rPr>
            </w:pPr>
            <w:r w:rsidRPr="00D43E93">
              <w:rPr>
                <w:b/>
                <w:sz w:val="18"/>
                <w:szCs w:val="18"/>
              </w:rPr>
              <w:t>Служба логистики:</w:t>
            </w:r>
            <w:r w:rsidRPr="00D43E93">
              <w:rPr>
                <w:sz w:val="18"/>
                <w:szCs w:val="18"/>
              </w:rPr>
              <w:t xml:space="preserve"> </w:t>
            </w:r>
          </w:p>
          <w:p w:rsidR="00ED7EAE" w:rsidRPr="00D43E93" w:rsidRDefault="00ED7EAE" w:rsidP="00D43E93">
            <w:pPr>
              <w:rPr>
                <w:sz w:val="18"/>
                <w:szCs w:val="18"/>
              </w:rPr>
            </w:pPr>
            <w:r w:rsidRPr="00D43E93">
              <w:rPr>
                <w:sz w:val="18"/>
                <w:szCs w:val="18"/>
              </w:rPr>
              <w:t>(139) менеджер по логистики</w:t>
            </w:r>
          </w:p>
        </w:tc>
        <w:tc>
          <w:tcPr>
            <w:tcW w:w="3761" w:type="dxa"/>
            <w:shd w:val="clear" w:color="auto" w:fill="auto"/>
          </w:tcPr>
          <w:p w:rsidR="00ED7EAE" w:rsidRPr="00D43E93" w:rsidRDefault="00ED7EAE" w:rsidP="00D43E93">
            <w:pPr>
              <w:rPr>
                <w:sz w:val="18"/>
                <w:szCs w:val="18"/>
                <w:highlight w:val="yellow"/>
              </w:rPr>
            </w:pPr>
            <w:r w:rsidRPr="00D43E93">
              <w:rPr>
                <w:sz w:val="18"/>
                <w:szCs w:val="18"/>
              </w:rPr>
              <w:t>Мероприятия по улучшению условий труда не требуются</w:t>
            </w:r>
          </w:p>
        </w:tc>
        <w:tc>
          <w:tcPr>
            <w:tcW w:w="3185" w:type="dxa"/>
            <w:shd w:val="clear" w:color="auto" w:fill="auto"/>
          </w:tcPr>
          <w:p w:rsidR="00ED7EAE" w:rsidRPr="00D43E93" w:rsidRDefault="00ED7EAE" w:rsidP="00D43E93">
            <w:pPr>
              <w:pStyle w:val="aa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ED7EAE" w:rsidRPr="00ED7EAE" w:rsidRDefault="00ED7EAE" w:rsidP="00C31995">
            <w:pPr>
              <w:pStyle w:val="aa"/>
              <w:rPr>
                <w:highlight w:val="yellow"/>
              </w:rPr>
            </w:pPr>
          </w:p>
        </w:tc>
        <w:tc>
          <w:tcPr>
            <w:tcW w:w="2397" w:type="dxa"/>
            <w:shd w:val="clear" w:color="auto" w:fill="auto"/>
            <w:vAlign w:val="center"/>
          </w:tcPr>
          <w:p w:rsidR="00ED7EAE" w:rsidRPr="00ED7EAE" w:rsidRDefault="00ED7EAE" w:rsidP="00C31995">
            <w:pPr>
              <w:pStyle w:val="aa"/>
              <w:rPr>
                <w:highlight w:val="yellow"/>
              </w:rPr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ED7EAE" w:rsidRPr="00ED7EAE" w:rsidRDefault="00ED7EAE" w:rsidP="00C31995">
            <w:pPr>
              <w:pStyle w:val="aa"/>
              <w:rPr>
                <w:highlight w:val="yellow"/>
              </w:rPr>
            </w:pPr>
          </w:p>
        </w:tc>
      </w:tr>
    </w:tbl>
    <w:p w:rsidR="00DB70BA" w:rsidRPr="00AC292B" w:rsidRDefault="00DB70BA" w:rsidP="00DB70BA">
      <w:pPr>
        <w:rPr>
          <w:szCs w:val="24"/>
        </w:rPr>
      </w:pPr>
      <w:r w:rsidRPr="006C0AEE">
        <w:rPr>
          <w:szCs w:val="24"/>
        </w:rPr>
        <w:t>Дата составления:</w:t>
      </w:r>
      <w:r w:rsidR="00FD5E7D" w:rsidRPr="006C0AEE">
        <w:rPr>
          <w:rStyle w:val="a9"/>
          <w:szCs w:val="24"/>
        </w:rPr>
        <w:t xml:space="preserve"> </w:t>
      </w:r>
      <w:r w:rsidR="00FD5E7D" w:rsidRPr="006C0AEE">
        <w:rPr>
          <w:rStyle w:val="a9"/>
          <w:szCs w:val="24"/>
        </w:rPr>
        <w:fldChar w:fldCharType="begin"/>
      </w:r>
      <w:r w:rsidR="00FD5E7D" w:rsidRPr="006C0AEE">
        <w:rPr>
          <w:rStyle w:val="a9"/>
          <w:szCs w:val="24"/>
        </w:rPr>
        <w:instrText xml:space="preserve"> DOCVARIABLE fill_date \* MERGEFORMAT </w:instrText>
      </w:r>
      <w:r w:rsidR="00FD5E7D" w:rsidRPr="006C0AEE">
        <w:rPr>
          <w:rStyle w:val="a9"/>
          <w:szCs w:val="24"/>
        </w:rPr>
        <w:fldChar w:fldCharType="separate"/>
      </w:r>
      <w:r w:rsidR="006C0AEE" w:rsidRPr="006C0AEE">
        <w:rPr>
          <w:rStyle w:val="a9"/>
          <w:szCs w:val="24"/>
        </w:rPr>
        <w:t>10.10</w:t>
      </w:r>
      <w:r w:rsidR="00B72203" w:rsidRPr="006C0AEE">
        <w:rPr>
          <w:rStyle w:val="a9"/>
          <w:szCs w:val="24"/>
        </w:rPr>
        <w:t>.202</w:t>
      </w:r>
      <w:r w:rsidR="006C0AEE" w:rsidRPr="006C0AEE">
        <w:rPr>
          <w:rStyle w:val="a9"/>
          <w:szCs w:val="24"/>
        </w:rPr>
        <w:t>2</w:t>
      </w:r>
      <w:r w:rsidR="00FD5E7D" w:rsidRPr="006C0AEE">
        <w:rPr>
          <w:rStyle w:val="a9"/>
          <w:szCs w:val="24"/>
        </w:rPr>
        <w:fldChar w:fldCharType="end"/>
      </w:r>
    </w:p>
    <w:sectPr w:rsidR="00DB70BA" w:rsidRPr="00AC292B" w:rsidSect="0002033E">
      <w:footerReference w:type="default" r:id="rId6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3353" w:rsidRDefault="00E03353" w:rsidP="00B81074">
      <w:r>
        <w:separator/>
      </w:r>
    </w:p>
  </w:endnote>
  <w:endnote w:type="continuationSeparator" w:id="0">
    <w:p w:rsidR="00E03353" w:rsidRDefault="00E03353" w:rsidP="00B81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353" w:rsidRDefault="00E03353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3353" w:rsidRDefault="00E03353" w:rsidP="00B81074">
      <w:r>
        <w:separator/>
      </w:r>
    </w:p>
  </w:footnote>
  <w:footnote w:type="continuationSeparator" w:id="0">
    <w:p w:rsidR="00E03353" w:rsidRDefault="00E03353" w:rsidP="00B810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att_org_adr" w:val="115088, РОССИЯ, Москва г, Южнопортовая ул, 5, строение 8"/>
    <w:docVar w:name="att_org_name" w:val="Автономная некоммерческая организация «Институт прогрессивных технологий»"/>
    <w:docVar w:name="att_org_reg_date" w:val="20.01.2015"/>
    <w:docVar w:name="att_org_reg_num" w:val="3"/>
    <w:docVar w:name="boss_fio" w:val="Михайлов Александр Юрьевич"/>
    <w:docVar w:name="ceh_info" w:val=" АКЦИОНЕРНОЕ ОБЩЕСТВО &quot;МОСКОВСКИЙ ПИВО-БЕЗАЛКОГОЛЬНЫЙ КОМБИНАТ &quot;ОЧАКОВО&quot; "/>
    <w:docVar w:name="close_doc_flag" w:val="0"/>
    <w:docVar w:name="doc_type" w:val="6"/>
    <w:docVar w:name="fill_date" w:val="15.03.2023"/>
    <w:docVar w:name="org_guid" w:val="432BF5E6D91549E3840B3C5E8C949A72"/>
    <w:docVar w:name="org_id" w:val="211"/>
    <w:docVar w:name="org_name" w:val="     "/>
    <w:docVar w:name="pers_guids" w:val="BB39D081E1504763BE9F65CA53FC5003@075-613-270-63"/>
    <w:docVar w:name="pers_snils" w:val="BB39D081E1504763BE9F65CA53FC5003@075-613-270-63"/>
    <w:docVar w:name="podr_id" w:val="org_211"/>
    <w:docVar w:name="pred_dolg" w:val="Главный инженер-заместитель генерального директора"/>
    <w:docVar w:name="pred_fio" w:val="Роденков Е.В."/>
    <w:docVar w:name="rbtd_name" w:val="АКЦИОНЕРНОЕ ОБЩЕСТВО &quot;МОСКОВСКИЙ ПИВО-БЕЗАЛКОГОЛЬНЫЙ КОМБИНАТ &quot;ОЧАКОВО&quot;"/>
    <w:docVar w:name="sv_docs" w:val="1"/>
  </w:docVars>
  <w:rsids>
    <w:rsidRoot w:val="00B72203"/>
    <w:rsid w:val="0002033E"/>
    <w:rsid w:val="00056BFC"/>
    <w:rsid w:val="0007776A"/>
    <w:rsid w:val="00093D2E"/>
    <w:rsid w:val="000C5130"/>
    <w:rsid w:val="000C6857"/>
    <w:rsid w:val="00110B37"/>
    <w:rsid w:val="00157288"/>
    <w:rsid w:val="00196135"/>
    <w:rsid w:val="001A06FA"/>
    <w:rsid w:val="001A7AC3"/>
    <w:rsid w:val="001B06AD"/>
    <w:rsid w:val="001B1E59"/>
    <w:rsid w:val="00214674"/>
    <w:rsid w:val="0022780C"/>
    <w:rsid w:val="00237B32"/>
    <w:rsid w:val="002C5B79"/>
    <w:rsid w:val="002D3454"/>
    <w:rsid w:val="002F5CD9"/>
    <w:rsid w:val="0030734C"/>
    <w:rsid w:val="00377D0D"/>
    <w:rsid w:val="00396C94"/>
    <w:rsid w:val="003A1C01"/>
    <w:rsid w:val="003A2259"/>
    <w:rsid w:val="003C35C4"/>
    <w:rsid w:val="003C79E5"/>
    <w:rsid w:val="00483A6A"/>
    <w:rsid w:val="00495D50"/>
    <w:rsid w:val="004A4CCE"/>
    <w:rsid w:val="004B7161"/>
    <w:rsid w:val="004C0790"/>
    <w:rsid w:val="004C6BD0"/>
    <w:rsid w:val="004D3FF5"/>
    <w:rsid w:val="004E5CB1"/>
    <w:rsid w:val="00514EB0"/>
    <w:rsid w:val="00547088"/>
    <w:rsid w:val="005567D6"/>
    <w:rsid w:val="005645F0"/>
    <w:rsid w:val="00572AE0"/>
    <w:rsid w:val="00584289"/>
    <w:rsid w:val="005F64E6"/>
    <w:rsid w:val="00604547"/>
    <w:rsid w:val="0065289A"/>
    <w:rsid w:val="0067226F"/>
    <w:rsid w:val="006C0AEE"/>
    <w:rsid w:val="006E662C"/>
    <w:rsid w:val="00723665"/>
    <w:rsid w:val="00725C51"/>
    <w:rsid w:val="00820552"/>
    <w:rsid w:val="00894551"/>
    <w:rsid w:val="008B4051"/>
    <w:rsid w:val="008C0968"/>
    <w:rsid w:val="0093498B"/>
    <w:rsid w:val="009647F7"/>
    <w:rsid w:val="00992B09"/>
    <w:rsid w:val="009A1326"/>
    <w:rsid w:val="009A14FA"/>
    <w:rsid w:val="009D6532"/>
    <w:rsid w:val="00A026A4"/>
    <w:rsid w:val="00A567D1"/>
    <w:rsid w:val="00A91DA1"/>
    <w:rsid w:val="00AC292B"/>
    <w:rsid w:val="00B12F45"/>
    <w:rsid w:val="00B1405F"/>
    <w:rsid w:val="00B3448B"/>
    <w:rsid w:val="00B5534B"/>
    <w:rsid w:val="00B57766"/>
    <w:rsid w:val="00B72203"/>
    <w:rsid w:val="00B81074"/>
    <w:rsid w:val="00BA560A"/>
    <w:rsid w:val="00BC76CC"/>
    <w:rsid w:val="00BD0A92"/>
    <w:rsid w:val="00BE482F"/>
    <w:rsid w:val="00C0355B"/>
    <w:rsid w:val="00C13271"/>
    <w:rsid w:val="00C20B72"/>
    <w:rsid w:val="00C31995"/>
    <w:rsid w:val="00C4421D"/>
    <w:rsid w:val="00C45714"/>
    <w:rsid w:val="00C93056"/>
    <w:rsid w:val="00CA2E96"/>
    <w:rsid w:val="00CA3381"/>
    <w:rsid w:val="00CD2568"/>
    <w:rsid w:val="00D11966"/>
    <w:rsid w:val="00D40929"/>
    <w:rsid w:val="00D43E93"/>
    <w:rsid w:val="00D46023"/>
    <w:rsid w:val="00D55DB1"/>
    <w:rsid w:val="00DB70BA"/>
    <w:rsid w:val="00DC0F74"/>
    <w:rsid w:val="00DC10FB"/>
    <w:rsid w:val="00DD6622"/>
    <w:rsid w:val="00DE0812"/>
    <w:rsid w:val="00E03353"/>
    <w:rsid w:val="00E25119"/>
    <w:rsid w:val="00E42D2A"/>
    <w:rsid w:val="00E458F1"/>
    <w:rsid w:val="00EB7BDE"/>
    <w:rsid w:val="00EC5373"/>
    <w:rsid w:val="00ED2432"/>
    <w:rsid w:val="00ED4763"/>
    <w:rsid w:val="00ED7EAE"/>
    <w:rsid w:val="00EF5032"/>
    <w:rsid w:val="00F262EE"/>
    <w:rsid w:val="00F67F44"/>
    <w:rsid w:val="00F835B0"/>
    <w:rsid w:val="00FD0510"/>
    <w:rsid w:val="00FD4EE4"/>
    <w:rsid w:val="00FD5E7D"/>
    <w:rsid w:val="00FE469B"/>
    <w:rsid w:val="00FF6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41AB269"/>
  <w15:docId w15:val="{42B47D01-6A73-41B3-BF56-1B1DDADB7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B8107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B81074"/>
    <w:rPr>
      <w:sz w:val="24"/>
    </w:rPr>
  </w:style>
  <w:style w:type="paragraph" w:styleId="ad">
    <w:name w:val="footer"/>
    <w:basedOn w:val="a"/>
    <w:link w:val="ae"/>
    <w:rsid w:val="00B8107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B81074"/>
    <w:rPr>
      <w:sz w:val="24"/>
    </w:rPr>
  </w:style>
  <w:style w:type="character" w:styleId="af">
    <w:name w:val="page number"/>
    <w:rsid w:val="00B810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1874</TotalTime>
  <Pages>8</Pages>
  <Words>2336</Words>
  <Characters>13316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/>
  <LinksUpToDate>false</LinksUpToDate>
  <CharactersWithSpaces>15621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subject/>
  <dc:creator>Kaverin</dc:creator>
  <cp:keywords/>
  <dc:description/>
  <cp:lastModifiedBy>Коваленко Владимир Викторович</cp:lastModifiedBy>
  <cp:revision>14</cp:revision>
  <dcterms:created xsi:type="dcterms:W3CDTF">2023-03-14T10:33:00Z</dcterms:created>
  <dcterms:modified xsi:type="dcterms:W3CDTF">2023-05-12T10:15:00Z</dcterms:modified>
</cp:coreProperties>
</file>